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312" w:after="156" w:line="300" w:lineRule="auto"/>
        <w:ind w:firstLine="720" w:firstLineChars="200"/>
      </w:pPr>
      <w:r>
        <w:rPr>
          <w:rFonts w:hint="eastAsia"/>
        </w:rPr>
        <w:t>2019年执业药师资格考试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720" w:firstLineChars="200"/>
        <w:jc w:val="center"/>
        <w:rPr>
          <w:rFonts w:hint="eastAsia"/>
          <w:color w:val="auto"/>
        </w:rPr>
      </w:pPr>
      <w:r>
        <w:rPr>
          <w:rFonts w:hint="eastAsia" w:ascii="方正小标宋_GBK" w:hAnsi="黑体" w:eastAsia="方正小标宋_GBK" w:cs="宋体"/>
          <w:kern w:val="2"/>
          <w:sz w:val="36"/>
          <w:szCs w:val="20"/>
          <w:lang w:val="en-US" w:eastAsia="zh-CN" w:bidi="ar-SA"/>
        </w:rPr>
        <w:t>中药学综合知识与技能</w:t>
      </w:r>
    </w:p>
    <w:p>
      <w:pPr>
        <w:pStyle w:val="14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312" w:after="156" w:line="300" w:lineRule="auto"/>
        <w:ind w:firstLine="720" w:firstLineChars="200"/>
        <w:rPr>
          <w:color w:val="auto"/>
        </w:rPr>
      </w:pPr>
      <w:r>
        <w:rPr>
          <w:rFonts w:hint="eastAsia"/>
          <w:color w:val="auto"/>
        </w:rPr>
        <w:t>参考答案及解析</w:t>
      </w:r>
    </w:p>
    <w:p>
      <w:pPr>
        <w:pStyle w:val="141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一、最佳选择题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【答案】C。</w:t>
      </w:r>
      <w:r>
        <w:rPr>
          <w:rFonts w:hint="eastAsia"/>
          <w:color w:val="auto"/>
          <w:szCs w:val="22"/>
        </w:rPr>
        <w:t>解析：本题主要考查</w:t>
      </w:r>
      <w:r>
        <w:rPr>
          <w:color w:val="auto"/>
          <w:szCs w:val="22"/>
        </w:rPr>
        <w:t>辨证论治。</w:t>
      </w:r>
      <w:r>
        <w:rPr>
          <w:rFonts w:hint="eastAsia"/>
          <w:color w:val="auto"/>
        </w:rPr>
        <w:t>症，指疾病的外在表现，即症状。病，即疾病的简称，指有特定的致病因素、发病规律和病理演变的异常病变过程，具有特定的症状和体征。所谓“证”，是机体在疾病发展过程中某一阶段的病理概括，包括病变的部位、原因、性质，以及邪正关系，能够反映出疾病发展过程中某一阶段的病理变化的本质，因而它比症状能更全面、更深刻、更准确地揭示出疾病的发展过程和本质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【答案】A。解析：本题主要考查阴阳失调的治疗原则。阴虚不能制阳而致阳亢者，属虚热证，一般不能用寒凉药直折其热，而须用滋阴壮水之法以抑制阳亢火盛，即所谓“壮水之主，以制阳光”，称为“阳病治阴”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【答案】B。解析：本题主要考查对气的功能的掌握。人体体温的恒定，依赖气的温煦和调节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各脏腑组织器官、经络等，也要在气的温煦作用下，才能进行正常的生理活动。如果气的温煦作用失常，便会引起畏寒喜热、四肢不温、体温下降、血行滞缓等病变。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【答案】A。</w:t>
      </w:r>
      <w:r>
        <w:rPr>
          <w:rFonts w:hint="eastAsia"/>
          <w:color w:val="000000" w:themeColor="text1"/>
          <w:szCs w:val="22"/>
          <w:highlight w:val="none"/>
          <w14:textFill>
            <w14:solidFill>
              <w14:schemeClr w14:val="tx1"/>
            </w14:solidFill>
          </w14:textFill>
        </w:rPr>
        <w:t>解析：本题主要考查</w:t>
      </w:r>
      <w:r>
        <w:rPr>
          <w:color w:val="000000" w:themeColor="text1"/>
          <w:szCs w:val="22"/>
          <w:highlight w:val="none"/>
          <w14:textFill>
            <w14:solidFill>
              <w14:schemeClr w14:val="tx1"/>
            </w14:solidFill>
          </w14:textFill>
        </w:rPr>
        <w:t>气血津液。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汗液乃津液通过阳气的蒸腾气化后从玄府排出的液体，因为汗为津液所化，血和津液又同出一源，均来自于脾所运化的水谷精微，因此有“汗血同源之说”。因此也就可以说津血同源。所以失血伤津。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【答案】A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解析：本题主要考查经络的功能。十二经脉具有运行气血、联接脏腑内外、沟通上下等功能。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【答案】E。解析：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本题主要考查中药贮藏。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熔封指将容器熔封或用适宜的材料严封，以防止空气和水分的侵入并防止污染。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.【答案】A。解析：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本题主要考查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中古代文献的价值意义。我国第一本证候学专著是《巢氏诸病源候论》。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  <w:lang w:val="en-US" w:eastAsia="zh-CN"/>
        </w:rPr>
        <w:t>8</w:t>
      </w:r>
      <w:r>
        <w:rPr>
          <w:color w:val="auto"/>
        </w:rPr>
        <w:t>.</w:t>
      </w:r>
      <w:r>
        <w:rPr>
          <w:rFonts w:hint="eastAsia"/>
          <w:color w:val="auto"/>
        </w:rPr>
        <w:t>【答案】A。</w:t>
      </w:r>
      <w:r>
        <w:rPr>
          <w:rFonts w:hint="eastAsia"/>
          <w:color w:val="auto"/>
          <w:szCs w:val="22"/>
        </w:rPr>
        <w:t>解析：本题主</w:t>
      </w:r>
      <w:bookmarkStart w:id="0" w:name="_GoBack"/>
      <w:bookmarkEnd w:id="0"/>
      <w:r>
        <w:rPr>
          <w:rFonts w:hint="eastAsia"/>
          <w:color w:val="auto"/>
          <w:szCs w:val="22"/>
        </w:rPr>
        <w:t>要考查六淫</w:t>
      </w:r>
      <w:r>
        <w:rPr>
          <w:color w:val="auto"/>
          <w:szCs w:val="22"/>
        </w:rPr>
        <w:t>。</w:t>
      </w:r>
      <w:r>
        <w:rPr>
          <w:rFonts w:hint="eastAsia"/>
          <w:color w:val="auto"/>
        </w:rPr>
        <w:t>易侵犯人体上部和肌腠的外邪是风邪。风为阳邪，其性开泄：风邪善动不居，具有升发、向上、向外的特点，故为阳邪。且易侵犯人体的上部（如头面）和肌表，可使皮毛、汗孔开泄，而出现汗出、恶风等病态。由于风性轻扬、无处不到，故风病症状，可表现于身体的任何部分。但初起一般多在上部、外部和体表，故《素问·太阴阳明论》“伤于风者，上先受之”指的就是这个意思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  <w:lang w:val="en-US" w:eastAsia="zh-CN"/>
        </w:rPr>
        <w:t>9</w:t>
      </w:r>
      <w:r>
        <w:rPr>
          <w:color w:val="auto"/>
        </w:rPr>
        <w:t>.</w:t>
      </w:r>
      <w:r>
        <w:rPr>
          <w:rFonts w:hint="eastAsia"/>
          <w:color w:val="auto"/>
        </w:rPr>
        <w:t>【答案】E。解析：本题主要考查望诊。阴虚内热的典型</w:t>
      </w:r>
      <w:r>
        <w:rPr>
          <w:rFonts w:hint="eastAsia"/>
          <w:color w:val="auto"/>
          <w:lang w:eastAsia="zh-CN"/>
        </w:rPr>
        <w:t>为</w:t>
      </w:r>
      <w:r>
        <w:rPr>
          <w:rFonts w:hint="eastAsia"/>
          <w:color w:val="auto"/>
        </w:rPr>
        <w:t>舌象红绛而少苔或无苔。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【答案】C。解析：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寸口脉分候脏腑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右寸候肺，右关候脾胃，右尺候肾。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【答案】C。解析：本题主要考查癃闭的辨证论治。该患者辨证为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膀胱湿热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之癃闭，治宜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清热利湿，通利小便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【答案】E。解析：本题主要考查咳嗽的辨证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患者五心烦热，颧红是阴虚的表现，阴虚有热使得体内津液亏损，所以干咳少痰。舌红少苔，脉细数也符合阴虚的舌苔脉象，故该患者辨证当属肺肾阴虚。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.【答案】E。解析：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本题主要考查血小板计数的意义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血小板计数增多见于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创伤性疾病以及其他疾病。创伤性疾病包括：骨折、出血后、脾摘除术后、急性失血性贫血。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80" w:firstLineChars="20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【答案】A。解析：本题主要考查痤疮的辨证与选方。面部粟疹累累，色红，疼痛，或有脓疱，伴口干渴、大便秘结，小便短赤。舌质红，苔薄黄，脉弦滑。治宜选用的方剂是枇杷清肺饮。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  <w:lang w:val="en-US" w:eastAsia="zh-CN"/>
        </w:rPr>
        <w:t>15</w:t>
      </w:r>
      <w:r>
        <w:rPr>
          <w:color w:val="auto"/>
        </w:rPr>
        <w:t>.</w:t>
      </w:r>
      <w:r>
        <w:rPr>
          <w:rFonts w:hint="eastAsia"/>
          <w:color w:val="auto"/>
        </w:rPr>
        <w:t>【答案】C。解析：本题主要考查</w:t>
      </w:r>
      <w:r>
        <w:rPr>
          <w:color w:val="auto"/>
        </w:rPr>
        <w:t>头痛的辨证。瘀血阻络</w:t>
      </w:r>
      <w:r>
        <w:rPr>
          <w:rFonts w:hint="eastAsia"/>
          <w:color w:val="auto"/>
        </w:rPr>
        <w:t>之头痛的临床表现为</w:t>
      </w:r>
      <w:r>
        <w:rPr>
          <w:color w:val="auto"/>
        </w:rPr>
        <w:t>头痛经久不愈，痛处固定不移，痛如锥刺</w:t>
      </w:r>
      <w:r>
        <w:rPr>
          <w:rFonts w:hint="eastAsia"/>
          <w:color w:val="auto"/>
        </w:rPr>
        <w:t>，</w:t>
      </w:r>
      <w:r>
        <w:rPr>
          <w:color w:val="auto"/>
        </w:rPr>
        <w:t>舌紫，苔薄白，脉细或细涩</w:t>
      </w:r>
      <w:r>
        <w:rPr>
          <w:rFonts w:hint="eastAsia"/>
          <w:color w:val="auto"/>
        </w:rPr>
        <w:t>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color w:val="auto"/>
        </w:rPr>
        <w:t>1</w:t>
      </w:r>
      <w:r>
        <w:rPr>
          <w:rFonts w:hint="eastAsia"/>
          <w:color w:val="auto"/>
          <w:lang w:val="en-US" w:eastAsia="zh-CN"/>
        </w:rPr>
        <w:t>6</w:t>
      </w:r>
      <w:r>
        <w:rPr>
          <w:color w:val="auto"/>
        </w:rPr>
        <w:t>.</w:t>
      </w:r>
      <w:r>
        <w:rPr>
          <w:rFonts w:hint="eastAsia"/>
          <w:color w:val="auto"/>
        </w:rPr>
        <w:t>【答案】C。解析：本题主要考查不寐的</w:t>
      </w:r>
      <w:r>
        <w:rPr>
          <w:color w:val="auto"/>
        </w:rPr>
        <w:t>辨证论治。</w:t>
      </w:r>
      <w:r>
        <w:rPr>
          <w:rFonts w:hint="eastAsia"/>
          <w:color w:val="auto"/>
        </w:rPr>
        <w:t>肝气郁结之不寐的治法为疏肝解郁，可以选用的中成药为解郁安神颗粒、解郁丸。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color w:val="auto"/>
        </w:rPr>
        <w:t>1</w:t>
      </w:r>
      <w:r>
        <w:rPr>
          <w:rFonts w:hint="eastAsia"/>
          <w:color w:val="auto"/>
          <w:lang w:val="en-US" w:eastAsia="zh-CN"/>
        </w:rPr>
        <w:t>7</w:t>
      </w:r>
      <w:r>
        <w:rPr>
          <w:color w:val="auto"/>
        </w:rPr>
        <w:t>.</w:t>
      </w:r>
      <w:r>
        <w:rPr>
          <w:rFonts w:hint="eastAsia"/>
          <w:color w:val="auto"/>
        </w:rPr>
        <w:t>【答案】A。解析：本题主要考查</w:t>
      </w:r>
      <w:r>
        <w:rPr>
          <w:color w:val="auto"/>
        </w:rPr>
        <w:t>感冒的</w:t>
      </w:r>
      <w:r>
        <w:rPr>
          <w:rFonts w:hint="eastAsia"/>
          <w:color w:val="auto"/>
        </w:rPr>
        <w:t>辨证论治</w:t>
      </w:r>
      <w:r>
        <w:rPr>
          <w:color w:val="auto"/>
        </w:rPr>
        <w:t>。</w:t>
      </w:r>
      <w:r>
        <w:rPr>
          <w:rFonts w:hint="eastAsia"/>
          <w:color w:val="auto"/>
        </w:rPr>
        <w:t>鼻塞、流涕、喷嚏、咳嗽、头痛、恶寒、发热、全身不适、脉浮为特征就诊，中医诊断为感冒。可参考</w:t>
      </w:r>
      <w:r>
        <w:rPr>
          <w:rFonts w:hint="eastAsia"/>
          <w:color w:val="auto"/>
          <w:lang w:eastAsia="zh-CN"/>
        </w:rPr>
        <w:t>感冒</w:t>
      </w:r>
      <w:r>
        <w:rPr>
          <w:rFonts w:hint="eastAsia"/>
          <w:color w:val="auto"/>
        </w:rPr>
        <w:t>辨治的西医疾病是上呼吸道感染。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color w:val="auto"/>
        </w:rPr>
        <w:t>1</w:t>
      </w:r>
      <w:r>
        <w:rPr>
          <w:rFonts w:hint="eastAsia"/>
          <w:color w:val="auto"/>
          <w:lang w:val="en-US" w:eastAsia="zh-CN"/>
        </w:rPr>
        <w:t>8</w:t>
      </w:r>
      <w:r>
        <w:rPr>
          <w:color w:val="auto"/>
        </w:rPr>
        <w:t>.</w:t>
      </w:r>
      <w:r>
        <w:rPr>
          <w:rFonts w:hint="eastAsia"/>
          <w:color w:val="auto"/>
        </w:rPr>
        <w:t>【答案】A。解析：本题主要考查乳食内积积滞的方剂选择。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color w:val="auto"/>
        </w:rPr>
        <w:t>1</w:t>
      </w:r>
      <w:r>
        <w:rPr>
          <w:rFonts w:hint="eastAsia"/>
          <w:color w:val="auto"/>
          <w:lang w:val="en-US" w:eastAsia="zh-CN"/>
        </w:rPr>
        <w:t>9</w:t>
      </w:r>
      <w:r>
        <w:rPr>
          <w:color w:val="auto"/>
        </w:rPr>
        <w:t>.</w:t>
      </w:r>
      <w:r>
        <w:rPr>
          <w:rFonts w:hint="eastAsia"/>
          <w:color w:val="auto"/>
        </w:rPr>
        <w:t>【答案】C。解析：本题主要考查鼻渊的辨证和选方。鼻塞，涕黄稠而量多，嗅觉差，鼻黏膜红肿，可伴头痛，发热，汗出，胸闷，咳嗽，痰多。舌红苔黄，脉浮数。辨证为风热蕴肺，治宜选用的方剂是</w:t>
      </w:r>
      <w:r>
        <w:rPr>
          <w:rFonts w:hint="eastAsia"/>
          <w:color w:val="auto"/>
          <w:lang w:eastAsia="zh-CN"/>
        </w:rPr>
        <w:t>泻白散合</w:t>
      </w:r>
      <w:r>
        <w:rPr>
          <w:rFonts w:hint="eastAsia"/>
          <w:color w:val="auto"/>
        </w:rPr>
        <w:t>辛夷清肺饮。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【答案】B。解析：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感冒的辨证论治。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患者受凉后出现恶寒发热、头身疼痛、鼻塞、咳嗽咯痰等症状，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辨病为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感冒；加之平素体弱，受凉后倦怠乏力，舌淡，脉浮无力，辨证当属体虚感冒。故选用参苏饮以益气解表，宣肺化痰。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【答案】B。解析：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积滞的辨证论治。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脾虚夹积之积滞的治法为健脾助运，消食化滞，治疗的中成药为健胃消食片、香砂枳术丸、香砂六君合剂、健脾丸、开胃健脾丸。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【答案】B。解析：本题主要考查胸痹的辨证论治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本题为气滞血瘀型胸痹。宜选用的方剂是血府逐瘀汤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.【答案】A。解析：本题主要考查中西药的联合应用。石菖蒲、地龙与苯妥英钠等抗癫痫药联用，能提高抗癫痫的效果；大山楂丸、灵芝片、癫痫宁与苯巴比妥联用，治疗癫痫有协同增效作用。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.【答案】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D。解析：本题主要考查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处方药品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的应付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。草乌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应付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制草乌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，骨碎补应付烫骨碎补，莱菔子应付炒莱菔子，黄精应付酒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炙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黄精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.【答案】B。解析：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本题主要考查处方应付。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龙牡所指为龙骨、牡蛎，处方一般付其煅制品。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  <w:lang w:val="en-US" w:eastAsia="zh-CN"/>
        </w:rPr>
        <w:t>26</w:t>
      </w:r>
      <w:r>
        <w:rPr>
          <w:color w:val="auto"/>
        </w:rPr>
        <w:t>.【答案】D。解析：本题主要考查蒙药的服药方法</w:t>
      </w:r>
      <w:r>
        <w:rPr>
          <w:rFonts w:hint="eastAsia"/>
          <w:color w:val="auto"/>
        </w:rPr>
        <w:t>。</w:t>
      </w:r>
      <w:r>
        <w:rPr>
          <w:color w:val="auto"/>
        </w:rPr>
        <w:t>蒙医理论中食</w:t>
      </w:r>
      <w:r>
        <w:rPr>
          <w:rFonts w:hint="eastAsia"/>
          <w:color w:val="auto"/>
          <w:lang w:eastAsia="zh-CN"/>
        </w:rPr>
        <w:t>药</w:t>
      </w:r>
      <w:r>
        <w:rPr>
          <w:color w:val="auto"/>
        </w:rPr>
        <w:t>交替服的是镇静药。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  <w:lang w:val="en-US" w:eastAsia="zh-CN"/>
        </w:rPr>
        <w:t>27</w:t>
      </w:r>
      <w:r>
        <w:rPr>
          <w:color w:val="auto"/>
        </w:rPr>
        <w:t>.</w:t>
      </w:r>
      <w:r>
        <w:rPr>
          <w:rFonts w:hint="eastAsia"/>
          <w:color w:val="auto"/>
        </w:rPr>
        <w:t>【答案】C。解析：本题主要考查</w:t>
      </w:r>
      <w:r>
        <w:rPr>
          <w:color w:val="auto"/>
        </w:rPr>
        <w:t>维医药理论。</w:t>
      </w:r>
      <w:r>
        <w:rPr>
          <w:rFonts w:hint="eastAsia"/>
          <w:color w:val="auto"/>
        </w:rPr>
        <w:t>密杂吉（气质）学说，包括8种正常气质、湿、寒、干、干热、湿热、湿寒、干寒）。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color w:val="auto"/>
        </w:rPr>
        <w:t>2</w:t>
      </w:r>
      <w:r>
        <w:rPr>
          <w:rFonts w:hint="eastAsia"/>
          <w:color w:val="auto"/>
          <w:lang w:val="en-US" w:eastAsia="zh-CN"/>
        </w:rPr>
        <w:t>8</w:t>
      </w:r>
      <w:r>
        <w:rPr>
          <w:color w:val="auto"/>
        </w:rPr>
        <w:t>.</w:t>
      </w:r>
      <w:r>
        <w:rPr>
          <w:rFonts w:hint="eastAsia"/>
          <w:color w:val="auto"/>
        </w:rPr>
        <w:t>【答案】A。解析：本题主要考查常用医学指标</w:t>
      </w:r>
      <w:r>
        <w:rPr>
          <w:color w:val="auto"/>
        </w:rPr>
        <w:t>。</w:t>
      </w:r>
      <w:r>
        <w:rPr>
          <w:rFonts w:hint="eastAsia"/>
          <w:color w:val="auto"/>
        </w:rPr>
        <w:t>糖化血红蛋白是红细胞内的血红蛋白与葡萄糖结合的产物，能反映采血前3个月的血糖水平，是目前反映血糖控制好坏最有效、最可靠的指标，故应选A。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.【答案】C。解析：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血清丙氨酸氨基转氨酶升高的意义。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导致血清丙氨酸氨基转移酶（ALT）升高的疾病最常见的是肝胆疾病及其他疾病。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  <w:lang w:val="en-US" w:eastAsia="zh-CN"/>
        </w:rPr>
        <w:t>30</w:t>
      </w:r>
      <w:r>
        <w:rPr>
          <w:rFonts w:hint="eastAsia"/>
          <w:color w:val="auto"/>
        </w:rPr>
        <w:t>.【答案】</w:t>
      </w:r>
      <w:r>
        <w:rPr>
          <w:color w:val="auto"/>
        </w:rPr>
        <w:t>B。</w:t>
      </w:r>
      <w:r>
        <w:rPr>
          <w:rFonts w:hint="eastAsia"/>
          <w:color w:val="auto"/>
        </w:rPr>
        <w:t>解析：本题主要考查</w:t>
      </w:r>
      <w:r>
        <w:rPr>
          <w:color w:val="auto"/>
        </w:rPr>
        <w:t>处方脚注。</w:t>
      </w:r>
      <w:r>
        <w:rPr>
          <w:rFonts w:hint="eastAsia"/>
          <w:color w:val="auto"/>
        </w:rPr>
        <w:t>卫生部《处方管理办法》规定：“对药物的产地、炮制有特殊要求，应在药名之前写出。”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.【答案】D。解析：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妊娠禁忌用药。妊娠禁忌用药分为两类：妊娠禁用药（多为剧毒或性能峻猛的中药，凡禁用的中药绝对不能使用）；妊娠慎用药（一般包括活血祛瘀、破气行滞、攻下通便、辛热及滑利类的中药）。斑蝥为妊娠禁用药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32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.【答案】A。解析：本题主要考查斗谱排列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质地较轻且用量较少的药物，如密蒙花、谷精草与木贼草；月季花、白梅花与佛手花；玫瑰花、代代花与厚朴花；地骨皮、千年健与五加皮；络石藤、青风藤与海风藤等放在斗谱的高层。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【答案】C。解析：本题主要考查五行的生克乘侮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木火土金水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对应无志为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怒喜思悲恐；金克木：悲克怒。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【答案】B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解析：本题主要考查气的生理功能。气的推动作用体现在推动人体生长发育。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.【答案】C。解析：本题主要考查服药时间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滋补药应饭前服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驱虫和泻下药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应空腹服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安眠药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睡前服，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抗疟药发作前1～2小时服用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健胃药和对胃肠刺激性较大的药物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应饭后服。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【答案】D。解析：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本题主要考查可造成肝损害的中药饮片。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鞣质广泛存在于各种植物中，一般分为缩合鞣质和可水解鞣质。研究表明，缩合鞣质的毒性较低，对肝脏无毒或只有轻度损害，而可水解鞣质的毒性较高，是直接肝脏毒，长期大量应用可引起肝小叶中央坏死、脂肪肝、肝硬化。包括五倍子、石榴皮、诃子等，其中五倍子中含有大量可水解鞣质，进入机体后几乎全部被分解成倍酸与焦酸，极大量时可引起灶性肝细胞坏死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3</w:t>
      </w:r>
      <w:r>
        <w:rPr>
          <w:rFonts w:hint="eastAsia"/>
          <w:color w:val="auto"/>
          <w:lang w:val="en-US" w:eastAsia="zh-CN"/>
        </w:rPr>
        <w:t>7</w:t>
      </w:r>
      <w:r>
        <w:rPr>
          <w:rFonts w:hint="eastAsia"/>
          <w:color w:val="auto"/>
        </w:rPr>
        <w:t>.</w:t>
      </w:r>
      <w:r>
        <w:rPr>
          <w:color w:val="auto"/>
        </w:rPr>
        <w:t>【答案】</w:t>
      </w:r>
      <w:r>
        <w:rPr>
          <w:rFonts w:hint="eastAsia"/>
          <w:color w:val="auto"/>
        </w:rPr>
        <w:t>B</w:t>
      </w:r>
      <w:r>
        <w:rPr>
          <w:color w:val="auto"/>
        </w:rPr>
        <w:t>。解析：本题主要考查</w:t>
      </w:r>
      <w:r>
        <w:rPr>
          <w:rFonts w:hint="eastAsia"/>
          <w:color w:val="auto"/>
        </w:rPr>
        <w:t>害虫繁殖的条件。害虫繁殖的条件为温度18</w:t>
      </w:r>
      <w:r>
        <w:rPr>
          <w:color w:val="auto"/>
        </w:rPr>
        <w:t>%</w:t>
      </w:r>
      <w:r>
        <w:rPr>
          <w:rFonts w:hint="eastAsia"/>
          <w:color w:val="auto"/>
        </w:rPr>
        <w:t>～35</w:t>
      </w:r>
      <w:r>
        <w:rPr>
          <w:color w:val="auto"/>
        </w:rPr>
        <w:t>%</w:t>
      </w:r>
      <w:r>
        <w:rPr>
          <w:rFonts w:hint="eastAsia"/>
          <w:color w:val="auto"/>
        </w:rPr>
        <w:t>、相对湿度70％、药材含水量13％以上</w:t>
      </w:r>
      <w:r>
        <w:rPr>
          <w:color w:val="auto"/>
        </w:rPr>
        <w:t>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3</w:t>
      </w:r>
      <w:r>
        <w:rPr>
          <w:rFonts w:hint="eastAsia"/>
          <w:color w:val="auto"/>
          <w:lang w:val="en-US" w:eastAsia="zh-CN"/>
        </w:rPr>
        <w:t>8</w:t>
      </w:r>
      <w:r>
        <w:rPr>
          <w:rFonts w:hint="eastAsia"/>
          <w:color w:val="auto"/>
        </w:rPr>
        <w:t>.</w:t>
      </w:r>
      <w:r>
        <w:rPr>
          <w:color w:val="auto"/>
        </w:rPr>
        <w:t>【答案】C。解析：本题主要考查中药饮片贮存中常见的质量变异现象。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.【答案】B。解析：本题主要考查中药饮片库房环境。中药饮片库房环境应保持通风、阴凉及干燥、避免日光直晒，室温25℃以下，相对湿度75%以下。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40.【答案】C。解析：本题主要考查与药名有关术语。金毛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狗脊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是对饮片品质类提出要求。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</w:pPr>
    </w:p>
    <w:p>
      <w:pPr>
        <w:pStyle w:val="141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color w:val="auto"/>
        </w:rPr>
        <w:t>二、配伍选择题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[41～42]【答案】AE。解析：本题主要考查</w:t>
      </w:r>
      <w:r>
        <w:rPr>
          <w:color w:val="auto"/>
        </w:rPr>
        <w:t>藏象。</w:t>
      </w:r>
      <w:r>
        <w:rPr>
          <w:rFonts w:hint="eastAsia"/>
          <w:color w:val="auto"/>
        </w:rPr>
        <w:t>肝主疏泄，主藏血；肾主藏精，主生长、发育与生殖；主水；主纳气。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[4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]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CDE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解析：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本题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主要考查五脏的生理功能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～4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]【答案】EBC。解析：本题主要考查脏腑辨证。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[4</w:t>
      </w:r>
      <w:r>
        <w:rPr>
          <w:rFonts w:hint="eastAsia"/>
          <w:color w:val="auto"/>
          <w:lang w:val="en-US" w:eastAsia="zh-CN"/>
        </w:rPr>
        <w:t>9</w:t>
      </w:r>
      <w:r>
        <w:rPr>
          <w:rFonts w:hint="eastAsia"/>
          <w:color w:val="auto"/>
        </w:rPr>
        <w:t>～</w:t>
      </w:r>
      <w:r>
        <w:rPr>
          <w:rFonts w:hint="eastAsia"/>
          <w:color w:val="auto"/>
          <w:lang w:val="en-US" w:eastAsia="zh-CN"/>
        </w:rPr>
        <w:t>50</w:t>
      </w:r>
      <w:r>
        <w:rPr>
          <w:rFonts w:hint="eastAsia"/>
          <w:color w:val="auto"/>
        </w:rPr>
        <w:t>]【答案】DB。解析：本题主要考查望神</w:t>
      </w:r>
      <w:r>
        <w:rPr>
          <w:color w:val="auto"/>
        </w:rPr>
        <w:t>。</w:t>
      </w:r>
      <w:r>
        <w:rPr>
          <w:rFonts w:hint="eastAsia"/>
          <w:color w:val="auto"/>
        </w:rPr>
        <w:t>失神可见精神萎靡、目光晦暗呆滞、晦暗无华、神识昏迷，循衣摸床，撮空理线，或卒倒而目闭口开，手撒、遗尿；假神可见原来意识不清，突然精神转佳，原来目光呆滞，突然目光转亮，原来面色晦暗，忽然两颧红赤如妆，原来不欲言语，语声低弱，时断时续，突然转为言语不休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[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51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～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53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]【答案】EAB。解析：本题主要考查望大便异常。大便稀溏如糜，色深黄而黏，多属肠中有湿热；便稀薄如水样，夹有不消化食物，多属寒湿；便如黏冻，夹有脓血，是为痢疾；色白者为病在气分；色赤者为病在血分；赤白相杂者多属气血俱病。先便后血，其色黑褐的是远血；先血后便，其色鲜红的是近血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[5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～5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]【答案】AB。解析：本题主要考查脏腑辨证中的肺病辨证。咳嗽，痰多色白，质稠易咳，舌淡，苔白腻，脉滑，辨证为痰湿阻肺；咳嗽，咳痰黄稠而量多，胸闷，气喘息粗，小便短黄，大便秘结，舌红苔黄腻，脉滑数，辨证为痰热壅肺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[5</w:t>
      </w:r>
      <w:r>
        <w:rPr>
          <w:rFonts w:hint="eastAsia"/>
          <w:color w:val="auto"/>
          <w:lang w:val="en-US" w:eastAsia="zh-CN"/>
        </w:rPr>
        <w:t>6</w:t>
      </w:r>
      <w:r>
        <w:rPr>
          <w:rFonts w:hint="eastAsia"/>
          <w:color w:val="auto"/>
        </w:rPr>
        <w:t>～5</w:t>
      </w:r>
      <w:r>
        <w:rPr>
          <w:rFonts w:hint="eastAsia"/>
          <w:color w:val="auto"/>
          <w:lang w:val="en-US" w:eastAsia="zh-CN"/>
        </w:rPr>
        <w:t>8</w:t>
      </w:r>
      <w:r>
        <w:rPr>
          <w:rFonts w:hint="eastAsia"/>
          <w:color w:val="auto"/>
        </w:rPr>
        <w:t>]【答案】BCE。解析：本题主要考查胸痹的选方。心肾阳虚之胸痹的临床表现为心悸而痛，胸闷，甚则胸痛彻背，畏寒肢冷，气短汗出，腰酸肢肿，面色苍白，唇甲淡暗，应选用的中成药为芪苈强心胶囊、参仙升脉口服液；痰瘀阻络之胸痹的临床表现为胸闷痛如窒，痛有定处，形体肥胖，肢体沉重，纳呆痰多。舌色暗，苔浊腻，脉滑，或有结、代，应选用的中成药为丹蒌片；气阴两虚之胸痹临床表现为胸闷隐痛，时作时止，心悸气短，倦怠懒言，头晕，失眠多梦。舌红少苔，脉弱而细数，应选用的中成药为生脉饮、黄芪生脉饮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[59～61]【答案】ADE。解析：本题主要考查头痛的辨证要点。肝阳上亢，其临床特点是头痛而眩，面红口苦；风寒头痛，其临床特点是恶寒畏风，遇风尤剧；瘀血头痛，其临床特点是头痛经久不愈，痛处固定不移。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[6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～6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]【答案】CA。解析：本题主要考查处方应付。琥珀属于贵细中药，宜冲服；葶苈子含黏液质较多，宜包煎。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[</w:t>
      </w:r>
      <w:r>
        <w:rPr>
          <w:rFonts w:hint="eastAsia"/>
          <w:color w:val="auto"/>
          <w:lang w:val="en-US" w:eastAsia="zh-CN"/>
        </w:rPr>
        <w:t>64</w:t>
      </w:r>
      <w:r>
        <w:rPr>
          <w:rFonts w:hint="eastAsia"/>
          <w:color w:val="auto"/>
        </w:rPr>
        <w:t>～6</w:t>
      </w:r>
      <w:r>
        <w:rPr>
          <w:rFonts w:hint="eastAsia"/>
          <w:color w:val="auto"/>
          <w:lang w:val="en-US" w:eastAsia="zh-CN"/>
        </w:rPr>
        <w:t>5</w:t>
      </w:r>
      <w:r>
        <w:rPr>
          <w:rFonts w:hint="eastAsia"/>
          <w:color w:val="auto"/>
        </w:rPr>
        <w:t>]【答案】AC。解析：本题主要考查绝</w:t>
      </w:r>
      <w:r>
        <w:rPr>
          <w:rFonts w:hint="eastAsia"/>
          <w:color w:val="auto"/>
          <w:lang w:eastAsia="zh-CN"/>
        </w:rPr>
        <w:t>经</w:t>
      </w:r>
      <w:r>
        <w:rPr>
          <w:rFonts w:hint="eastAsia"/>
          <w:color w:val="auto"/>
        </w:rPr>
        <w:t>前后诸病的选方。阴虚火旺的绝经前后诸症临床表现为绝经前后，头晕耳鸣，腰酸腿软，烘热汗出，五心烦热，失眠多梦，口燥咽干，月经周期紊乱。舌红苔少，脉细数，应选用的方剂为六味地黄丸；脾肾阳虚的绝经前后诸症临床表现为绝经前后，头晕耳鸣，腰酸膝软，腹冷阴坠，形寒肢冷，小便频数，带下量多，月经不调，倦怠乏力，精神萎靡，舌淡，苔白滑，脉沉细而迟，应选用的方剂为健固汤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[6</w:t>
      </w:r>
      <w:r>
        <w:rPr>
          <w:rFonts w:hint="eastAsia"/>
          <w:color w:val="auto"/>
          <w:lang w:val="en-US" w:eastAsia="zh-CN"/>
        </w:rPr>
        <w:t>6</w:t>
      </w:r>
      <w:r>
        <w:rPr>
          <w:rFonts w:hint="eastAsia"/>
          <w:color w:val="auto"/>
        </w:rPr>
        <w:t>～6</w:t>
      </w:r>
      <w:r>
        <w:rPr>
          <w:rFonts w:hint="eastAsia"/>
          <w:color w:val="auto"/>
          <w:lang w:val="en-US" w:eastAsia="zh-CN"/>
        </w:rPr>
        <w:t>9</w:t>
      </w:r>
      <w:r>
        <w:rPr>
          <w:rFonts w:hint="eastAsia"/>
          <w:color w:val="auto"/>
        </w:rPr>
        <w:t>]</w:t>
      </w:r>
      <w:r>
        <w:rPr>
          <w:color w:val="auto"/>
        </w:rPr>
        <w:t>【答案】</w:t>
      </w:r>
      <w:r>
        <w:rPr>
          <w:rFonts w:hint="eastAsia"/>
          <w:color w:val="auto"/>
        </w:rPr>
        <w:t>DBAE。解析：本题主要考查各种药物的煎煮方法。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[70～72]【答案】ACD。解析：本题主要考查毒性中药的用法用法用量。用量3～6g，中毒表现为针尖样瞳孔的中药是罂粟壳；内服，用量0.002～0.004g中药是砒石；只能外用的毒性中药是水银。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]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【答案】BE。解析：本题主要考查中药养护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冰片与灯心草同贮；土鳖虫与大蒜同贮。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[75～76]【答案】DC。解析：本题主要考查中药药引。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[</w:t>
      </w:r>
      <w:r>
        <w:rPr>
          <w:rFonts w:hint="eastAsia"/>
          <w:color w:val="auto"/>
          <w:lang w:val="en-US" w:eastAsia="zh-CN"/>
        </w:rPr>
        <w:t>77</w:t>
      </w:r>
      <w:r>
        <w:rPr>
          <w:rFonts w:hint="eastAsia"/>
          <w:color w:val="auto"/>
        </w:rPr>
        <w:t>～7</w:t>
      </w:r>
      <w:r>
        <w:rPr>
          <w:rFonts w:hint="eastAsia"/>
          <w:color w:val="auto"/>
          <w:lang w:val="en-US" w:eastAsia="zh-CN"/>
        </w:rPr>
        <w:t>9</w:t>
      </w:r>
      <w:r>
        <w:rPr>
          <w:rFonts w:hint="eastAsia"/>
          <w:color w:val="auto"/>
        </w:rPr>
        <w:t>]【答案】ABE。解析：本题主要考查有毒中药的运用</w:t>
      </w:r>
      <w:r>
        <w:rPr>
          <w:color w:val="auto"/>
        </w:rPr>
        <w:t>。</w:t>
      </w:r>
      <w:r>
        <w:rPr>
          <w:rFonts w:hint="eastAsia"/>
          <w:color w:val="auto"/>
        </w:rPr>
        <w:t>内服，0.06～0.6g，心脏病、心动过速、青光眼患者及孕妇禁用的中药为天仙子；内服0.002～0.004g，入丸散外用适量，研末撒、调敷或入膏药中贴之，不宜与水银同用，体虚及孕妇忌服的中药为砒石；内服研末，0.06～0.12g，或浸酒外用适量，酒磨敷，服药期间，忌食生冷、豆类及牛羊肉的中药为雪上一支蒿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[8</w:t>
      </w:r>
      <w:r>
        <w:rPr>
          <w:rFonts w:hint="eastAsia"/>
          <w:color w:val="auto"/>
          <w:lang w:val="en-US" w:eastAsia="zh-CN"/>
        </w:rPr>
        <w:t>0</w:t>
      </w:r>
      <w:r>
        <w:rPr>
          <w:rFonts w:hint="eastAsia"/>
          <w:color w:val="auto"/>
        </w:rPr>
        <w:t>～8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]【答案】BCDA。解析：本题主要考查中药药引。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[8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</w:rPr>
        <w:t>～</w:t>
      </w:r>
      <w:r>
        <w:rPr>
          <w:rFonts w:hint="eastAsia"/>
          <w:color w:val="auto"/>
          <w:lang w:val="en-US" w:eastAsia="zh-CN"/>
        </w:rPr>
        <w:t>86</w:t>
      </w:r>
      <w:r>
        <w:rPr>
          <w:rFonts w:hint="eastAsia"/>
          <w:color w:val="auto"/>
        </w:rPr>
        <w:t>]【答案】DEC。解析：本题主要考查医疗用毒药</w:t>
      </w:r>
      <w:r>
        <w:rPr>
          <w:color w:val="auto"/>
        </w:rPr>
        <w:t>的不良</w:t>
      </w:r>
      <w:r>
        <w:rPr>
          <w:rFonts w:hint="eastAsia"/>
          <w:color w:val="auto"/>
        </w:rPr>
        <w:t>反应</w:t>
      </w:r>
      <w:r>
        <w:rPr>
          <w:rFonts w:hint="eastAsia"/>
          <w:color w:val="auto"/>
          <w:lang w:eastAsia="zh-CN"/>
        </w:rPr>
        <w:t>的救治方法</w:t>
      </w:r>
      <w:r>
        <w:rPr>
          <w:color w:val="auto"/>
        </w:rPr>
        <w:t>。</w:t>
      </w:r>
      <w:r>
        <w:rPr>
          <w:rFonts w:hint="eastAsia"/>
          <w:color w:val="auto"/>
        </w:rPr>
        <w:t>马钱子中毒的主要临床表现为角弓反张，面部肌肉紧张，中毒的解救用阿托品。雄黄中毒的主要临床表现为口中有金属味以及各种出血症状，如吐血、咯血、眼结膜充血、鼻衄、便血、尿血等，中度的解救用二巯基丙醇。蟾酥中毒的主要临床表现为心电图显示房室传导阻滞，中毒的解救用阿托品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]【答案】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崩漏的辨证论治。患者症见经血非时而下，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量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多如崩，淋沥不断，色淡质稀，神疲体倦，气短懒言，四肢不温，面浮肢肿，舌淡胖，苔薄白，脉缓弱。证属脾不统血型崩漏，治宜选用固冲汤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患者症见经血非时而下，出血量多，淋沥不尽，色淡质稀，两目干涩，腰酸膝软，面色晦暗，舌淡暗，苔薄白，脉沉弱。证属肝肾不足型崩漏，治宜选用调肝汤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患者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经血非时而下，量多如崩，或淋漓不断，色淡质稀，神疲体倦，气少懒言，面色无华，唇舌色淡，苔薄白，脉细弱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。治宜选用圣愈汤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患者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经血非时而下，量多或少，淋漓不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尽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，血色紫黯有块，小腹疼痛拒按，舌紫黯或有瘀点，脉涩或弦涩有力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。治宜选用逐瘀止崩汤。</w:t>
      </w:r>
    </w:p>
    <w:p>
      <w:pPr>
        <w:pStyle w:val="141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三、综合分析选择题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[91～93]【答案】ACE。解析：本题主要考查脉诊的内容。浮脉脉象为</w:t>
      </w:r>
      <w:r>
        <w:rPr>
          <w:color w:val="auto"/>
        </w:rPr>
        <w:t>取即得，重按稍减而不空</w:t>
      </w:r>
      <w:r>
        <w:rPr>
          <w:rFonts w:hint="eastAsia"/>
          <w:color w:val="auto"/>
        </w:rPr>
        <w:t>，浮脉主</w:t>
      </w:r>
      <w:r>
        <w:rPr>
          <w:color w:val="auto"/>
        </w:rPr>
        <w:t>外感表证</w:t>
      </w:r>
      <w:r>
        <w:rPr>
          <w:rFonts w:hint="eastAsia"/>
          <w:color w:val="auto"/>
        </w:rPr>
        <w:t>；脉象按之有力为表实证。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jc w:val="both"/>
        <w:textAlignment w:val="center"/>
        <w:rPr>
          <w:rFonts w:ascii="Times New Roman" w:hAnsi="Times New Roman" w:eastAsia="宋体" w:cs="Times New Roman"/>
          <w:color w:val="00000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 w:bidi="ar-SA"/>
        </w:rPr>
        <w:t>[94～96]【答案】BDE。解析：本题主要考查的是月经不调患者的辨证治疗。患者</w:t>
      </w:r>
      <w:r>
        <w:rPr>
          <w:rFonts w:ascii="Times New Roman" w:hAnsi="Times New Roman" w:eastAsia="宋体" w:cs="Times New Roman"/>
          <w:color w:val="000000"/>
          <w:sz w:val="21"/>
          <w:szCs w:val="21"/>
          <w:lang w:val="en-US" w:eastAsia="zh-CN" w:bidi="ar-SA"/>
        </w:rPr>
        <w:t>经前乳房胀痛，烦躁易怒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 w:bidi="ar-SA"/>
        </w:rPr>
        <w:t>等症状，并伴有</w:t>
      </w:r>
      <w:r>
        <w:rPr>
          <w:rFonts w:ascii="Times New Roman" w:hAnsi="Times New Roman" w:eastAsia="宋体" w:cs="Times New Roman"/>
          <w:color w:val="000000"/>
          <w:sz w:val="21"/>
          <w:szCs w:val="21"/>
          <w:lang w:val="en-US" w:eastAsia="zh-CN" w:bidi="ar-SA"/>
        </w:rPr>
        <w:t>舌红，苔黄，脉弦数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 w:bidi="ar-SA"/>
        </w:rPr>
        <w:t>，可辨证为肝经郁热型月经先期。治当疏肝解郁，清热调经，方选丹栀逍遥散，中成药为加味逍遥丸。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[9</w:t>
      </w:r>
      <w:r>
        <w:rPr>
          <w:rFonts w:hint="eastAsia"/>
          <w:color w:val="auto"/>
          <w:lang w:val="en-US" w:eastAsia="zh-CN"/>
        </w:rPr>
        <w:t>7</w:t>
      </w:r>
      <w:r>
        <w:rPr>
          <w:rFonts w:hint="eastAsia"/>
          <w:color w:val="auto"/>
        </w:rPr>
        <w:t>～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]</w:t>
      </w:r>
      <w:r>
        <w:rPr>
          <w:color w:val="auto"/>
        </w:rPr>
        <w:t>【答案】</w:t>
      </w:r>
      <w:r>
        <w:rPr>
          <w:rFonts w:hint="eastAsia"/>
          <w:color w:val="auto"/>
        </w:rPr>
        <w:t>DB</w:t>
      </w:r>
      <w:r>
        <w:rPr>
          <w:color w:val="auto"/>
        </w:rPr>
        <w:t>C</w:t>
      </w:r>
      <w:r>
        <w:rPr>
          <w:rFonts w:hint="eastAsia"/>
          <w:color w:val="auto"/>
        </w:rPr>
        <w:t>A</w:t>
      </w:r>
      <w:r>
        <w:rPr>
          <w:color w:val="auto"/>
        </w:rPr>
        <w:t>。解析：本题</w:t>
      </w:r>
      <w:r>
        <w:rPr>
          <w:rFonts w:hint="eastAsia"/>
          <w:color w:val="auto"/>
        </w:rPr>
        <w:t>主要</w:t>
      </w:r>
      <w:r>
        <w:rPr>
          <w:color w:val="auto"/>
        </w:rPr>
        <w:t>考查</w:t>
      </w:r>
      <w:r>
        <w:rPr>
          <w:rFonts w:hint="eastAsia"/>
          <w:color w:val="auto"/>
        </w:rPr>
        <w:t>泄泻的辨证论治。</w:t>
      </w:r>
      <w:r>
        <w:rPr>
          <w:color w:val="auto"/>
        </w:rPr>
        <w:t>黎明之前，脐腹作痛，肠鸣即泻，泻后则安，腹部喜温，形寒肢冷，腰膝酸软。舌淡苔白，脉沉细</w:t>
      </w:r>
      <w:r>
        <w:rPr>
          <w:rFonts w:hint="eastAsia"/>
          <w:color w:val="auto"/>
          <w:lang w:eastAsia="zh-CN"/>
        </w:rPr>
        <w:t>。可</w:t>
      </w:r>
      <w:r>
        <w:rPr>
          <w:rFonts w:hint="eastAsia"/>
          <w:color w:val="auto"/>
        </w:rPr>
        <w:t>诊断为泄泻脾肾阳虚证，治法为</w:t>
      </w:r>
      <w:r>
        <w:rPr>
          <w:color w:val="auto"/>
        </w:rPr>
        <w:t>温肾健脾，固涩止泻</w:t>
      </w:r>
      <w:r>
        <w:rPr>
          <w:rFonts w:hint="eastAsia"/>
          <w:color w:val="auto"/>
        </w:rPr>
        <w:t>，选用方剂为</w:t>
      </w:r>
      <w:r>
        <w:rPr>
          <w:color w:val="auto"/>
        </w:rPr>
        <w:t>四神丸</w:t>
      </w:r>
      <w:r>
        <w:rPr>
          <w:rFonts w:hint="eastAsia"/>
          <w:color w:val="auto"/>
        </w:rPr>
        <w:t>，选用中成药为</w:t>
      </w:r>
      <w:r>
        <w:rPr>
          <w:color w:val="auto"/>
        </w:rPr>
        <w:t>四神丸、固本益肠丸</w:t>
      </w:r>
      <w:r>
        <w:rPr>
          <w:rFonts w:hint="eastAsia"/>
          <w:color w:val="auto"/>
        </w:rPr>
        <w:t>，</w:t>
      </w:r>
      <w:r>
        <w:rPr>
          <w:color w:val="auto"/>
        </w:rPr>
        <w:t>四神丸中使用的补骨脂应付规格为盐炙品</w:t>
      </w:r>
      <w:r>
        <w:rPr>
          <w:rFonts w:hint="eastAsia"/>
          <w:color w:val="auto"/>
        </w:rPr>
        <w:t>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[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～10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]【答案】BEDD。解析：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的是肝郁不舒型阳痿患者的辨证治疗。患者事业不顺导致情志抑郁，并伴有胁肋胀痛，胸闷不适，脉弦等典型肝郁表现。治当疏肝解郁，方选逍遥散，中成药为逍遥丸、加味逍遥丸、解郁安神颗粒。逍遥散与西药催眠镇静药联用可提高对失眠症的疗效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[105～107]【答案】BCA。</w:t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解析：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本题主要考查阴阳学说。面色红，语声高亢，多言不休，烦躁多动，舌红苔黄、脉数大有力，属实热证，阳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则热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应采用的治法为热者寒之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热者寒之运用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了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阴阳对立制约关系。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[108～110]【答案】DAB。解析：本题主要考查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医疗用毒性中药的中毒反应和基本救治原则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。含马钱子类药物中毒，出现痉挛，主要对症治疗方法是注射苯巴比妥钠。服用含马钱子组分的药物的中毒原因有服用过量。马钱子中士的宁成人的中毒量为5～10mg。</w:t>
      </w:r>
    </w:p>
    <w:p>
      <w:pPr>
        <w:pStyle w:val="141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color w:val="auto"/>
        </w:rPr>
        <w:t>四、多项选择题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111.</w:t>
      </w:r>
      <w:r>
        <w:rPr>
          <w:rFonts w:hint="eastAsia"/>
          <w:color w:val="auto"/>
          <w:lang w:val="zh-CN"/>
        </w:rPr>
        <w:t>【答案】</w:t>
      </w:r>
      <w:r>
        <w:rPr>
          <w:rFonts w:hint="eastAsia"/>
          <w:color w:val="auto"/>
        </w:rPr>
        <w:t>BDE。解析：本题主要考查五行在疾病诊断中的应用。根据五行相生相克的理论，肝克脾，脾克肾，肾克心，心克肺，肺克肝。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112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【答案】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ACDE。解析：本题主要考查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疾病的预防与康复。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消灭病邪，防止邪气侵害的方法有药物杀灭病邪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讲究卫生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避免病邪侵害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防范各种外伤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113.【答案】ACD。解析：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阴阳的关系在治疗上的应用。补其不足、损者益之、虚则补之都属于不足之虚性病症的治疗原则，故可用于阴阳偏衰所致病症的治疗。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  <w:lang w:val="zh-CN"/>
        </w:rPr>
      </w:pPr>
      <w:r>
        <w:rPr>
          <w:rFonts w:hint="eastAsia"/>
          <w:color w:val="auto"/>
        </w:rPr>
        <w:t>114.</w:t>
      </w:r>
      <w:r>
        <w:rPr>
          <w:rFonts w:hint="eastAsia"/>
          <w:color w:val="auto"/>
          <w:lang w:val="zh-CN"/>
        </w:rPr>
        <w:t>【答案】</w:t>
      </w:r>
      <w:r>
        <w:rPr>
          <w:rFonts w:hint="eastAsia"/>
          <w:color w:val="auto"/>
        </w:rPr>
        <w:t>AC</w:t>
      </w:r>
      <w:r>
        <w:rPr>
          <w:rFonts w:hint="eastAsia"/>
          <w:color w:val="auto"/>
          <w:lang w:val="zh-CN"/>
        </w:rPr>
        <w:t>。解析：本题主要考查异病同治的辨证论治。独活寄生丸的功能为养血舒筋，祛风除湿，可用于尪痹，风寒湿瘀所致的跌打损伤。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115.</w:t>
      </w:r>
      <w:r>
        <w:rPr>
          <w:rFonts w:hint="eastAsia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ABCDE。解析：本题主要考查需要执业药师特殊提醒的情形。主要包括：患者同时使用2种或以上含同一成分的药品；用药后出现不良反应；病情需要处方中配药剂量超过规定剂量；超越说明书范围的适应证或超过使用剂量；正在使用的药物中有配伍禁忌或配伍不当；第一次使用该药；近期药品说明书有修改；所用的药品近期发现严重或罕见的不良反应；使用含有毒中药或有毒成份药品的患者；同一种药品有多种适应证或用药剂量范围较大或剂量接近阈值；药品被重新分装，而包装的标识物不清晰；使用需特殊贮存条件的药品；或使用临近有效期药品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116.【答案】ABCD。解析：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本题主要考查津液失调的病机。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过用辛燥药物、感受燥热之邪、五志化火等，皆可耗伤津液，导致津液不足；气化不足，也可导致津液生成不足，故正确答案选择ABCD。寒性凝滞，通常不损伤津液。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117.【答案】AD。解析：本题主要考查中成药中的西药组份。含有吲哚美辛的中成药有盆炎清栓和新癀片。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118.【答案】ABCDE。解析：含钙、镁、铁等金属离子的中药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如石膏、瓦楞子、牡蛎、龙骨、海螵蛸、石决明、赭石、明矾等及其中成药与四环素类抗生素联用，因金属离子可与此类西药形成络合物，不易被胃肠道吸收而降低疗效。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119.【答案】AB。解析：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本题主要考查阳痿的辨证论治。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患者病为阳痿，见失眠多梦，神疲乏力，面色萎黄，食少纳呆，腹胀便溏，判断为心脾两虚所致阳痿，故选择健脾养心的归脾丸、刺五加脑灵合剂。</w:t>
      </w:r>
    </w:p>
    <w:p>
      <w:pPr>
        <w:pStyle w:val="11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120.【答案】BD。解析：本题主要考查含有朱砂的成药。有牛黄清心丸、牛黄抱龙丸、抱龙丸、朱砂安神丸、天王补心丸、安神补脑丸、苏合香丸、人参再造丸、安宫牛黄丸、牛黄千金散、牛黄镇惊丸、紫雪、梅花点舌丸、紫金锭（散）、磁朱丸、更衣丸、复方芦荟胶囊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00" w:lineRule="auto"/>
        <w:ind w:firstLine="480" w:firstLineChars="20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14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312" w:after="156" w:line="300" w:lineRule="auto"/>
        <w:ind w:firstLine="720" w:firstLineChars="200"/>
        <w:rPr>
          <w:color w:val="auto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0490" w:h="14742"/>
      <w:pgMar w:top="1474" w:right="1247" w:bottom="1077" w:left="1247" w:header="851" w:footer="680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粗宋简体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黑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韵动粗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  <w:r>
      <w:t>第</w:t>
    </w:r>
    <w:r>
      <w:fldChar w:fldCharType="begin"/>
    </w:r>
    <w:r>
      <w:instrText xml:space="preserve"> PAGE  \* Arabic  \* MERGEFORMAT </w:instrText>
    </w:r>
    <w:r>
      <w:fldChar w:fldCharType="separate"/>
    </w:r>
    <w:r>
      <w:t>7</w:t>
    </w:r>
    <w:r>
      <w:fldChar w:fldCharType="end"/>
    </w:r>
    <w:r>
      <w:t>页 共</w:t>
    </w:r>
    <w:r>
      <w:fldChar w:fldCharType="begin"/>
    </w:r>
    <w:r>
      <w:instrText xml:space="preserve"> NUMPAGES  \* Arabic  \* MERGEFORMAT </w:instrText>
    </w:r>
    <w:r>
      <w:fldChar w:fldCharType="separate"/>
    </w:r>
    <w:r>
      <w:t>8</w:t>
    </w:r>
    <w:r>
      <w:fldChar w:fldCharType="end"/>
    </w:r>
    <w: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  <w:r>
      <w:t>第</w:t>
    </w:r>
    <w:r>
      <w:fldChar w:fldCharType="begin"/>
    </w:r>
    <w:r>
      <w:instrText xml:space="preserve"> PAGE  \* Arabic  \* MERGEFORMAT </w:instrText>
    </w:r>
    <w:r>
      <w:fldChar w:fldCharType="separate"/>
    </w:r>
    <w:r>
      <w:t>8</w:t>
    </w:r>
    <w:r>
      <w:fldChar w:fldCharType="end"/>
    </w:r>
    <w:r>
      <w:t>页 共</w:t>
    </w:r>
    <w:r>
      <w:fldChar w:fldCharType="begin"/>
    </w:r>
    <w:r>
      <w:instrText xml:space="preserve"> NUMPAGES  \* Arabic  \* MERGEFORMAT </w:instrText>
    </w:r>
    <w:r>
      <w:fldChar w:fldCharType="separate"/>
    </w:r>
    <w:r>
      <w:t>8</w:t>
    </w:r>
    <w:r>
      <w:fldChar w:fldCharType="end"/>
    </w:r>
    <w: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-37465</wp:posOffset>
              </wp:positionH>
              <wp:positionV relativeFrom="paragraph">
                <wp:posOffset>-34925</wp:posOffset>
              </wp:positionV>
              <wp:extent cx="2143125" cy="294640"/>
              <wp:effectExtent l="0" t="0" r="0" b="0"/>
              <wp:wrapNone/>
              <wp:docPr id="39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3125" cy="2946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黑体" w:hAnsi="黑体" w:eastAsia="黑体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>学员专用 请勿外泄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-2.95pt;margin-top:-2.75pt;height:23.2pt;width:168.75pt;z-index:251658240;mso-width-relative:page;mso-height-relative:page;" filled="f" stroked="f" coordsize="21600,21600" o:gfxdata="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XL2JzNYAAAAIAQAADwAAAAAAAAAB&#10;ACAAAAAiAAAAZHJzL2Rvd25yZXYueG1sUEsBAhQAFAAAAAgAh07iQKcB9rygAQAAGAMAAA4AAAAA&#10;AAAAAQAgAAAAJQEAAGRycy9lMm9Eb2MueG1sUEsFBgAAAAAGAAYAWQEAADcFAAAAAA==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黑体" w:hAnsi="黑体" w:eastAsia="黑体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</w:rPr>
                      <w:t>学员专用 请勿外泄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635</wp:posOffset>
              </wp:positionH>
              <wp:positionV relativeFrom="paragraph">
                <wp:posOffset>183515</wp:posOffset>
              </wp:positionV>
              <wp:extent cx="3893820" cy="635"/>
              <wp:effectExtent l="0" t="0" r="0" b="0"/>
              <wp:wrapNone/>
              <wp:docPr id="2" name="直接箭头连接符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93820" cy="635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直接箭头连接符 18" o:spid="_x0000_s1026" o:spt="34" type="#_x0000_t34" style="position:absolute;left:0pt;margin-left:0.05pt;margin-top:14.45pt;height:0.05pt;width:306.6pt;z-index:251657216;mso-width-relative:page;mso-height-relative:page;" filled="f" stroked="t" coordsize="21600,21600" o:gfxdata="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lDOU+0gAAAAYBAAAPAAAAAAAAAAEAIAAAACIAAABkcnMvZG93bnJldi54bWxQSwEC&#10;FAAUAAAACACHTuJA2TZ/C/oBAADUAwAADgAAAAAAAAABACAAAAAhAQAAZHJzL2Uyb0RvYy54bWxQ&#10;SwUGAAAAAAYABgBZAQAAjQUAAAAA&#10;" adj="10800">
              <v:fill on="f" focussize="0,0"/>
              <v:stroke weight="0.5pt" color="#000000" joinstyle="miter"/>
              <v:imagedata o:title=""/>
              <o:lock v:ext="edit" aspectratio="f"/>
            </v:shape>
          </w:pict>
        </mc:Fallback>
      </mc:AlternateContent>
    </w:r>
    <w:r>
      <w:drawing>
        <wp:inline distT="0" distB="0" distL="0" distR="0">
          <wp:extent cx="1254760" cy="504825"/>
          <wp:effectExtent l="0" t="0" r="2540" b="9525"/>
          <wp:docPr id="3" name="图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760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1198880</wp:posOffset>
              </wp:positionH>
              <wp:positionV relativeFrom="paragraph">
                <wp:posOffset>164465</wp:posOffset>
              </wp:positionV>
              <wp:extent cx="3829050" cy="635"/>
              <wp:effectExtent l="0" t="0" r="0" b="0"/>
              <wp:wrapNone/>
              <wp:docPr id="1" name="直接箭头连接符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635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直接箭头连接符 20" o:spid="_x0000_s1026" o:spt="34" type="#_x0000_t34" style="position:absolute;left:0pt;margin-left:94.4pt;margin-top:12.95pt;height:0.05pt;width:301.5pt;z-index:251655168;mso-width-relative:page;mso-height-relative:page;" filled="f" stroked="t" coordsize="21600,21600" o:gfxdata="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5C5HO1QAAAAkBAAAPAAAAAAAAAAEAIAAAACIAAABkcnMvZG93bnJldi54bWxQSwEC&#10;FAAUAAAACACHTuJAWCdFh/cBAADUAwAADgAAAAAAAAABACAAAAAkAQAAZHJzL2Uyb0RvYy54bWxQ&#10;SwUGAAAAAAYABgBZAQAAjQUAAAAA&#10;" adj="10800">
              <v:fill on="f" focussize="0,0"/>
              <v:stroke weight="0.5pt" color="#000000" joinstyle="miter"/>
              <v:imagedata o:title=""/>
              <o:lock v:ext="edit" aspectratio="f"/>
            </v:shape>
          </w:pict>
        </mc:Fallback>
      </mc:AlternateContent>
    </w:r>
    <w:r>
      <w:drawing>
        <wp:inline distT="0" distB="0" distL="0" distR="0">
          <wp:extent cx="1254760" cy="504825"/>
          <wp:effectExtent l="0" t="0" r="2540" b="9525"/>
          <wp:docPr id="5" name="图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760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3839210</wp:posOffset>
              </wp:positionH>
              <wp:positionV relativeFrom="paragraph">
                <wp:posOffset>-35560</wp:posOffset>
              </wp:positionV>
              <wp:extent cx="1780540" cy="294640"/>
              <wp:effectExtent l="0" t="0" r="0" b="0"/>
              <wp:wrapNone/>
              <wp:docPr id="42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0540" cy="2946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黑体" w:hAnsi="黑体" w:eastAsia="黑体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>学员专用 请勿外泄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文本框 19" o:spid="_x0000_s1026" o:spt="202" type="#_x0000_t202" style="position:absolute;left:0pt;margin-left:302.3pt;margin-top:-2.8pt;height:23.2pt;width:140.2pt;z-index:251656192;mso-width-relative:page;mso-height-relative:page;" filled="f" stroked="f" coordsize="21600,21600" o:gfxdata="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Ai7ltq1gAAAAkBAAAPAAAAAAAAAAEA&#10;IAAAACIAAABkcnMvZG93bnJldi54bWxQSwECFAAUAAAACACHTuJAfogKtZ8BAAAZAwAADgAAAAAA&#10;AAABACAAAAAlAQAAZHJzL2Uyb0RvYy54bWxQSwUGAAAAAAYABgBZAQAANgUAAAAA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黑体" w:hAnsi="黑体" w:eastAsia="黑体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</w:rPr>
                      <w:t>学员专用 请勿外泄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  <w:r>
      <w:pict>
        <v:shape id="PowerPlusWaterMarkObject4865093" o:spid="_x0000_s3073" o:spt="136" type="#_x0000_t136" style="position:absolute;left:0pt;height:70.45pt;width:493.15pt;mso-position-horizontal:center;mso-position-horizontal-relative:margin;mso-position-vertical:center;mso-position-vertical-relative:margin;rotation:20643840f;z-index:-251658240;mso-width-relative:page;mso-height-relative:page;" fillcolor="#C0C0C0" filled="t" o:preferrelative="t" stroked="f" coordsize="21600,21600" o:allowincell="f">
          <v:path/>
          <v:fill on="t" opacity="32768f" focussize="0,0"/>
          <v:stroke on="f"/>
          <v:imagedata o:title=""/>
          <o:lock v:ext="edit" text="f"/>
          <v:textpath on="t" fitshape="t" fitpath="t" trim="t" xscale="f" string="www.cyikao.com" style="font-family:宋体;font-size:8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attachedTemplate r:id="rId1"/>
  <w:documentProtection w:enforcement="0"/>
  <w:defaultTabStop w:val="420"/>
  <w:evenAndOddHeaders w:val="1"/>
  <w:drawingGridHorizontalSpacing w:val="105"/>
  <w:drawingGridVerticalSpacing w:val="156"/>
  <w:doNotShadeFormData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28"/>
    <w:rsid w:val="00011BE3"/>
    <w:rsid w:val="00021509"/>
    <w:rsid w:val="0002646A"/>
    <w:rsid w:val="00033093"/>
    <w:rsid w:val="00044A09"/>
    <w:rsid w:val="00054712"/>
    <w:rsid w:val="000600D5"/>
    <w:rsid w:val="00061C5B"/>
    <w:rsid w:val="00064CFF"/>
    <w:rsid w:val="00071397"/>
    <w:rsid w:val="000713DF"/>
    <w:rsid w:val="000837B2"/>
    <w:rsid w:val="00084DF4"/>
    <w:rsid w:val="000854B4"/>
    <w:rsid w:val="0008742E"/>
    <w:rsid w:val="00090939"/>
    <w:rsid w:val="00090F77"/>
    <w:rsid w:val="0009281A"/>
    <w:rsid w:val="0009440E"/>
    <w:rsid w:val="0009482F"/>
    <w:rsid w:val="000C221A"/>
    <w:rsid w:val="000C6A67"/>
    <w:rsid w:val="000C7A55"/>
    <w:rsid w:val="000C7B5A"/>
    <w:rsid w:val="000D00A0"/>
    <w:rsid w:val="000D60E7"/>
    <w:rsid w:val="000D70A4"/>
    <w:rsid w:val="000E02B3"/>
    <w:rsid w:val="000F7354"/>
    <w:rsid w:val="00104E81"/>
    <w:rsid w:val="0010523C"/>
    <w:rsid w:val="0010627D"/>
    <w:rsid w:val="00112725"/>
    <w:rsid w:val="00113096"/>
    <w:rsid w:val="00117EC0"/>
    <w:rsid w:val="001229B1"/>
    <w:rsid w:val="00130E90"/>
    <w:rsid w:val="00133AAC"/>
    <w:rsid w:val="00137836"/>
    <w:rsid w:val="001406BA"/>
    <w:rsid w:val="0014489C"/>
    <w:rsid w:val="00151BDD"/>
    <w:rsid w:val="0016105A"/>
    <w:rsid w:val="00167B28"/>
    <w:rsid w:val="00171A8A"/>
    <w:rsid w:val="00172A27"/>
    <w:rsid w:val="00173EA3"/>
    <w:rsid w:val="001744EE"/>
    <w:rsid w:val="0017501F"/>
    <w:rsid w:val="00175DF4"/>
    <w:rsid w:val="0018471E"/>
    <w:rsid w:val="00184BFD"/>
    <w:rsid w:val="00191595"/>
    <w:rsid w:val="00193313"/>
    <w:rsid w:val="00196AFE"/>
    <w:rsid w:val="00196D54"/>
    <w:rsid w:val="001A70F4"/>
    <w:rsid w:val="001B1659"/>
    <w:rsid w:val="001B6E67"/>
    <w:rsid w:val="001C4D45"/>
    <w:rsid w:val="001D1E00"/>
    <w:rsid w:val="001D4987"/>
    <w:rsid w:val="001D5024"/>
    <w:rsid w:val="001E12DB"/>
    <w:rsid w:val="001E7FBA"/>
    <w:rsid w:val="001F3DAC"/>
    <w:rsid w:val="001F487C"/>
    <w:rsid w:val="001F5732"/>
    <w:rsid w:val="00204E0F"/>
    <w:rsid w:val="002050C1"/>
    <w:rsid w:val="00215DA5"/>
    <w:rsid w:val="00216AAC"/>
    <w:rsid w:val="00223D8B"/>
    <w:rsid w:val="002303D9"/>
    <w:rsid w:val="00232D13"/>
    <w:rsid w:val="00246D3E"/>
    <w:rsid w:val="00255048"/>
    <w:rsid w:val="00256CB7"/>
    <w:rsid w:val="002634CC"/>
    <w:rsid w:val="00263535"/>
    <w:rsid w:val="00293346"/>
    <w:rsid w:val="00293D4D"/>
    <w:rsid w:val="0029591C"/>
    <w:rsid w:val="002A4B31"/>
    <w:rsid w:val="002A5D25"/>
    <w:rsid w:val="002C3F3B"/>
    <w:rsid w:val="002C488D"/>
    <w:rsid w:val="002D3CC2"/>
    <w:rsid w:val="002D479A"/>
    <w:rsid w:val="002D6F7B"/>
    <w:rsid w:val="002E0246"/>
    <w:rsid w:val="002E7C17"/>
    <w:rsid w:val="002F0E92"/>
    <w:rsid w:val="002F3749"/>
    <w:rsid w:val="003177F3"/>
    <w:rsid w:val="003319FE"/>
    <w:rsid w:val="0033362E"/>
    <w:rsid w:val="00347EA3"/>
    <w:rsid w:val="00351ADC"/>
    <w:rsid w:val="00353AFB"/>
    <w:rsid w:val="00353F16"/>
    <w:rsid w:val="00357020"/>
    <w:rsid w:val="0035736C"/>
    <w:rsid w:val="00357C42"/>
    <w:rsid w:val="003637AA"/>
    <w:rsid w:val="00367C18"/>
    <w:rsid w:val="0037126E"/>
    <w:rsid w:val="00384B2A"/>
    <w:rsid w:val="00387CCA"/>
    <w:rsid w:val="00390CCB"/>
    <w:rsid w:val="003A101E"/>
    <w:rsid w:val="003A25A2"/>
    <w:rsid w:val="003A5D76"/>
    <w:rsid w:val="003B2372"/>
    <w:rsid w:val="003C44C5"/>
    <w:rsid w:val="003D10AE"/>
    <w:rsid w:val="003D25CE"/>
    <w:rsid w:val="003D6376"/>
    <w:rsid w:val="003E1C44"/>
    <w:rsid w:val="003E474C"/>
    <w:rsid w:val="003E4C3C"/>
    <w:rsid w:val="003E622A"/>
    <w:rsid w:val="003F59BE"/>
    <w:rsid w:val="003F5C18"/>
    <w:rsid w:val="00403256"/>
    <w:rsid w:val="00416BA7"/>
    <w:rsid w:val="00422293"/>
    <w:rsid w:val="00432FE7"/>
    <w:rsid w:val="004369C2"/>
    <w:rsid w:val="00450766"/>
    <w:rsid w:val="00451138"/>
    <w:rsid w:val="00455131"/>
    <w:rsid w:val="00455D9D"/>
    <w:rsid w:val="00456AF6"/>
    <w:rsid w:val="004579A2"/>
    <w:rsid w:val="00457A59"/>
    <w:rsid w:val="00470B40"/>
    <w:rsid w:val="0047455D"/>
    <w:rsid w:val="0048458B"/>
    <w:rsid w:val="00484718"/>
    <w:rsid w:val="004B4190"/>
    <w:rsid w:val="004B5523"/>
    <w:rsid w:val="004C074A"/>
    <w:rsid w:val="004C0BAE"/>
    <w:rsid w:val="004C3382"/>
    <w:rsid w:val="004C42E5"/>
    <w:rsid w:val="004C6C15"/>
    <w:rsid w:val="004C7E4F"/>
    <w:rsid w:val="004D1D0B"/>
    <w:rsid w:val="004D4715"/>
    <w:rsid w:val="004D4950"/>
    <w:rsid w:val="004E2B0B"/>
    <w:rsid w:val="004E662D"/>
    <w:rsid w:val="004F419D"/>
    <w:rsid w:val="00504355"/>
    <w:rsid w:val="00520794"/>
    <w:rsid w:val="005310A9"/>
    <w:rsid w:val="00537CF3"/>
    <w:rsid w:val="00545A6B"/>
    <w:rsid w:val="00555060"/>
    <w:rsid w:val="00556975"/>
    <w:rsid w:val="00562732"/>
    <w:rsid w:val="00562DA4"/>
    <w:rsid w:val="005636A9"/>
    <w:rsid w:val="0057068D"/>
    <w:rsid w:val="005730B2"/>
    <w:rsid w:val="0057540F"/>
    <w:rsid w:val="00593804"/>
    <w:rsid w:val="005960B6"/>
    <w:rsid w:val="005A2AB2"/>
    <w:rsid w:val="005A4524"/>
    <w:rsid w:val="005B06E4"/>
    <w:rsid w:val="005C1EE6"/>
    <w:rsid w:val="005C4D3C"/>
    <w:rsid w:val="005D0193"/>
    <w:rsid w:val="005D4C84"/>
    <w:rsid w:val="005E2478"/>
    <w:rsid w:val="005E3CED"/>
    <w:rsid w:val="005F0E8D"/>
    <w:rsid w:val="005F2CE2"/>
    <w:rsid w:val="006019DA"/>
    <w:rsid w:val="006020C6"/>
    <w:rsid w:val="00602675"/>
    <w:rsid w:val="006027F2"/>
    <w:rsid w:val="00610860"/>
    <w:rsid w:val="00622054"/>
    <w:rsid w:val="006232B3"/>
    <w:rsid w:val="00623B11"/>
    <w:rsid w:val="00630FB7"/>
    <w:rsid w:val="00633B8C"/>
    <w:rsid w:val="006349BB"/>
    <w:rsid w:val="00634BE3"/>
    <w:rsid w:val="00643236"/>
    <w:rsid w:val="00653EE5"/>
    <w:rsid w:val="00655511"/>
    <w:rsid w:val="00662C09"/>
    <w:rsid w:val="006630EE"/>
    <w:rsid w:val="0067272B"/>
    <w:rsid w:val="0067479E"/>
    <w:rsid w:val="00682665"/>
    <w:rsid w:val="006926B2"/>
    <w:rsid w:val="00693D63"/>
    <w:rsid w:val="00696BE4"/>
    <w:rsid w:val="006A1303"/>
    <w:rsid w:val="006A17B8"/>
    <w:rsid w:val="006B0FFA"/>
    <w:rsid w:val="006B2215"/>
    <w:rsid w:val="006C5E67"/>
    <w:rsid w:val="006D0D8C"/>
    <w:rsid w:val="006D2841"/>
    <w:rsid w:val="006D48D6"/>
    <w:rsid w:val="006E23BF"/>
    <w:rsid w:val="006E2629"/>
    <w:rsid w:val="006E6B42"/>
    <w:rsid w:val="0070033B"/>
    <w:rsid w:val="00700ECB"/>
    <w:rsid w:val="00701235"/>
    <w:rsid w:val="00702B8D"/>
    <w:rsid w:val="007048A7"/>
    <w:rsid w:val="00711378"/>
    <w:rsid w:val="00713F40"/>
    <w:rsid w:val="00717E40"/>
    <w:rsid w:val="00717EE2"/>
    <w:rsid w:val="007319C3"/>
    <w:rsid w:val="00740AF4"/>
    <w:rsid w:val="007411E4"/>
    <w:rsid w:val="00741D36"/>
    <w:rsid w:val="0074427E"/>
    <w:rsid w:val="00746038"/>
    <w:rsid w:val="007532BB"/>
    <w:rsid w:val="0076378A"/>
    <w:rsid w:val="00767361"/>
    <w:rsid w:val="00772485"/>
    <w:rsid w:val="00776CBE"/>
    <w:rsid w:val="0077779A"/>
    <w:rsid w:val="00780D95"/>
    <w:rsid w:val="00780DB4"/>
    <w:rsid w:val="007857AA"/>
    <w:rsid w:val="007A0DD4"/>
    <w:rsid w:val="007A2AF8"/>
    <w:rsid w:val="007B1BC9"/>
    <w:rsid w:val="007C012C"/>
    <w:rsid w:val="007C0E90"/>
    <w:rsid w:val="007C1050"/>
    <w:rsid w:val="007D2C07"/>
    <w:rsid w:val="007D6F54"/>
    <w:rsid w:val="007E0855"/>
    <w:rsid w:val="007E131E"/>
    <w:rsid w:val="007E7801"/>
    <w:rsid w:val="007F3C39"/>
    <w:rsid w:val="007F40E1"/>
    <w:rsid w:val="007F4BE8"/>
    <w:rsid w:val="00804189"/>
    <w:rsid w:val="008076F8"/>
    <w:rsid w:val="00812DCA"/>
    <w:rsid w:val="008147D2"/>
    <w:rsid w:val="0081543B"/>
    <w:rsid w:val="00824E32"/>
    <w:rsid w:val="008270BF"/>
    <w:rsid w:val="008319AF"/>
    <w:rsid w:val="00831ADE"/>
    <w:rsid w:val="00832EC1"/>
    <w:rsid w:val="00834060"/>
    <w:rsid w:val="00835014"/>
    <w:rsid w:val="00836EDE"/>
    <w:rsid w:val="008426A3"/>
    <w:rsid w:val="0085046D"/>
    <w:rsid w:val="0085687A"/>
    <w:rsid w:val="00863BA8"/>
    <w:rsid w:val="00874AFF"/>
    <w:rsid w:val="008846B8"/>
    <w:rsid w:val="00890FBA"/>
    <w:rsid w:val="00893EEB"/>
    <w:rsid w:val="008A1F4A"/>
    <w:rsid w:val="008A259B"/>
    <w:rsid w:val="008A5EDD"/>
    <w:rsid w:val="008B2A37"/>
    <w:rsid w:val="008C25DA"/>
    <w:rsid w:val="008C3A4F"/>
    <w:rsid w:val="008C4460"/>
    <w:rsid w:val="008C7DFE"/>
    <w:rsid w:val="008D2431"/>
    <w:rsid w:val="008D3CC8"/>
    <w:rsid w:val="008D6277"/>
    <w:rsid w:val="008D722B"/>
    <w:rsid w:val="008E0FB0"/>
    <w:rsid w:val="008E1D71"/>
    <w:rsid w:val="008E2EEE"/>
    <w:rsid w:val="008E2FBF"/>
    <w:rsid w:val="00906116"/>
    <w:rsid w:val="00920342"/>
    <w:rsid w:val="00944CB6"/>
    <w:rsid w:val="009456F9"/>
    <w:rsid w:val="00953C08"/>
    <w:rsid w:val="00964BD9"/>
    <w:rsid w:val="009654E2"/>
    <w:rsid w:val="009662D3"/>
    <w:rsid w:val="00967ECB"/>
    <w:rsid w:val="00967FAB"/>
    <w:rsid w:val="00972D6E"/>
    <w:rsid w:val="009775F3"/>
    <w:rsid w:val="009958E5"/>
    <w:rsid w:val="00995BAE"/>
    <w:rsid w:val="009B1A26"/>
    <w:rsid w:val="009C3ED8"/>
    <w:rsid w:val="009D01CE"/>
    <w:rsid w:val="009D2F7E"/>
    <w:rsid w:val="009D48AF"/>
    <w:rsid w:val="009D5422"/>
    <w:rsid w:val="009D5576"/>
    <w:rsid w:val="00A11341"/>
    <w:rsid w:val="00A11882"/>
    <w:rsid w:val="00A11BE5"/>
    <w:rsid w:val="00A11DA8"/>
    <w:rsid w:val="00A121E2"/>
    <w:rsid w:val="00A20B92"/>
    <w:rsid w:val="00A235AC"/>
    <w:rsid w:val="00A249CF"/>
    <w:rsid w:val="00A318AE"/>
    <w:rsid w:val="00A32B57"/>
    <w:rsid w:val="00A32DA7"/>
    <w:rsid w:val="00A344B5"/>
    <w:rsid w:val="00A41344"/>
    <w:rsid w:val="00A4201C"/>
    <w:rsid w:val="00A42ECE"/>
    <w:rsid w:val="00A43E6B"/>
    <w:rsid w:val="00A461DD"/>
    <w:rsid w:val="00A47CBE"/>
    <w:rsid w:val="00A54604"/>
    <w:rsid w:val="00A54D92"/>
    <w:rsid w:val="00A60C02"/>
    <w:rsid w:val="00A6484B"/>
    <w:rsid w:val="00A67FF6"/>
    <w:rsid w:val="00A76F34"/>
    <w:rsid w:val="00A848E4"/>
    <w:rsid w:val="00A86255"/>
    <w:rsid w:val="00AA348D"/>
    <w:rsid w:val="00AA430F"/>
    <w:rsid w:val="00AA47B6"/>
    <w:rsid w:val="00AA4B2F"/>
    <w:rsid w:val="00AB2360"/>
    <w:rsid w:val="00AB3503"/>
    <w:rsid w:val="00AB390B"/>
    <w:rsid w:val="00AC7BF2"/>
    <w:rsid w:val="00AD4DE7"/>
    <w:rsid w:val="00AD5BE3"/>
    <w:rsid w:val="00AD79B9"/>
    <w:rsid w:val="00AE1AC0"/>
    <w:rsid w:val="00AE6E26"/>
    <w:rsid w:val="00AF38F3"/>
    <w:rsid w:val="00B00424"/>
    <w:rsid w:val="00B073F8"/>
    <w:rsid w:val="00B07457"/>
    <w:rsid w:val="00B159D5"/>
    <w:rsid w:val="00B17077"/>
    <w:rsid w:val="00B34208"/>
    <w:rsid w:val="00B345F5"/>
    <w:rsid w:val="00B411ED"/>
    <w:rsid w:val="00B558B1"/>
    <w:rsid w:val="00B61A29"/>
    <w:rsid w:val="00B74339"/>
    <w:rsid w:val="00B85EE0"/>
    <w:rsid w:val="00B922D1"/>
    <w:rsid w:val="00B96814"/>
    <w:rsid w:val="00B97003"/>
    <w:rsid w:val="00B9778E"/>
    <w:rsid w:val="00BA4133"/>
    <w:rsid w:val="00BB2320"/>
    <w:rsid w:val="00BB24AD"/>
    <w:rsid w:val="00BB561F"/>
    <w:rsid w:val="00BB60FE"/>
    <w:rsid w:val="00BC0176"/>
    <w:rsid w:val="00BD7A1D"/>
    <w:rsid w:val="00BE23DA"/>
    <w:rsid w:val="00BE422F"/>
    <w:rsid w:val="00BF3CB0"/>
    <w:rsid w:val="00BF4D32"/>
    <w:rsid w:val="00BF5833"/>
    <w:rsid w:val="00C12625"/>
    <w:rsid w:val="00C13498"/>
    <w:rsid w:val="00C15395"/>
    <w:rsid w:val="00C250E9"/>
    <w:rsid w:val="00C266C6"/>
    <w:rsid w:val="00C31410"/>
    <w:rsid w:val="00C35247"/>
    <w:rsid w:val="00C37703"/>
    <w:rsid w:val="00C464F9"/>
    <w:rsid w:val="00C52209"/>
    <w:rsid w:val="00C85692"/>
    <w:rsid w:val="00C86B22"/>
    <w:rsid w:val="00CA0524"/>
    <w:rsid w:val="00CA3426"/>
    <w:rsid w:val="00CA4E6D"/>
    <w:rsid w:val="00CC0187"/>
    <w:rsid w:val="00CC2695"/>
    <w:rsid w:val="00CC4A94"/>
    <w:rsid w:val="00CC5088"/>
    <w:rsid w:val="00CC52C3"/>
    <w:rsid w:val="00CD4BE0"/>
    <w:rsid w:val="00CE057D"/>
    <w:rsid w:val="00CE0FC2"/>
    <w:rsid w:val="00CF10B8"/>
    <w:rsid w:val="00CF3BD3"/>
    <w:rsid w:val="00CF44B1"/>
    <w:rsid w:val="00D0287D"/>
    <w:rsid w:val="00D13977"/>
    <w:rsid w:val="00D13D48"/>
    <w:rsid w:val="00D143F4"/>
    <w:rsid w:val="00D21A4B"/>
    <w:rsid w:val="00D2225C"/>
    <w:rsid w:val="00D256A0"/>
    <w:rsid w:val="00D31528"/>
    <w:rsid w:val="00D53BC7"/>
    <w:rsid w:val="00D620F4"/>
    <w:rsid w:val="00D64779"/>
    <w:rsid w:val="00D6561F"/>
    <w:rsid w:val="00D65F9F"/>
    <w:rsid w:val="00D715C4"/>
    <w:rsid w:val="00D71F6C"/>
    <w:rsid w:val="00D72FF7"/>
    <w:rsid w:val="00D81F4B"/>
    <w:rsid w:val="00D838FB"/>
    <w:rsid w:val="00D846AC"/>
    <w:rsid w:val="00D84EF8"/>
    <w:rsid w:val="00D900E8"/>
    <w:rsid w:val="00D92137"/>
    <w:rsid w:val="00D94E13"/>
    <w:rsid w:val="00DA4A24"/>
    <w:rsid w:val="00DB3679"/>
    <w:rsid w:val="00DB3F03"/>
    <w:rsid w:val="00DC14A4"/>
    <w:rsid w:val="00DC2F17"/>
    <w:rsid w:val="00DC6A05"/>
    <w:rsid w:val="00DF1DF5"/>
    <w:rsid w:val="00DF29C2"/>
    <w:rsid w:val="00E01B91"/>
    <w:rsid w:val="00E1565D"/>
    <w:rsid w:val="00E231E9"/>
    <w:rsid w:val="00E320FC"/>
    <w:rsid w:val="00E34365"/>
    <w:rsid w:val="00E35190"/>
    <w:rsid w:val="00E517DD"/>
    <w:rsid w:val="00E544FE"/>
    <w:rsid w:val="00E62051"/>
    <w:rsid w:val="00E62675"/>
    <w:rsid w:val="00E841A8"/>
    <w:rsid w:val="00E86651"/>
    <w:rsid w:val="00E86A32"/>
    <w:rsid w:val="00E87CD6"/>
    <w:rsid w:val="00E93CE6"/>
    <w:rsid w:val="00EA0884"/>
    <w:rsid w:val="00EA4975"/>
    <w:rsid w:val="00EA5852"/>
    <w:rsid w:val="00EB20F0"/>
    <w:rsid w:val="00EB3E3C"/>
    <w:rsid w:val="00EC3B77"/>
    <w:rsid w:val="00ED057C"/>
    <w:rsid w:val="00ED4E74"/>
    <w:rsid w:val="00ED78C8"/>
    <w:rsid w:val="00EE0149"/>
    <w:rsid w:val="00EE5D1B"/>
    <w:rsid w:val="00EF117C"/>
    <w:rsid w:val="00EF1A99"/>
    <w:rsid w:val="00EF669D"/>
    <w:rsid w:val="00F01EFF"/>
    <w:rsid w:val="00F12A80"/>
    <w:rsid w:val="00F142C7"/>
    <w:rsid w:val="00F147EF"/>
    <w:rsid w:val="00F25400"/>
    <w:rsid w:val="00F3110E"/>
    <w:rsid w:val="00F360B7"/>
    <w:rsid w:val="00F43BC8"/>
    <w:rsid w:val="00F5258F"/>
    <w:rsid w:val="00F5687D"/>
    <w:rsid w:val="00F65849"/>
    <w:rsid w:val="00F7099A"/>
    <w:rsid w:val="00F710C5"/>
    <w:rsid w:val="00F71AB0"/>
    <w:rsid w:val="00F73D38"/>
    <w:rsid w:val="00F75132"/>
    <w:rsid w:val="00F8185D"/>
    <w:rsid w:val="00F84885"/>
    <w:rsid w:val="00F90503"/>
    <w:rsid w:val="00F91C98"/>
    <w:rsid w:val="00F97797"/>
    <w:rsid w:val="00FA5351"/>
    <w:rsid w:val="00FA6A21"/>
    <w:rsid w:val="00FC152C"/>
    <w:rsid w:val="00FD0392"/>
    <w:rsid w:val="00FD22C8"/>
    <w:rsid w:val="00FD3247"/>
    <w:rsid w:val="00FD715C"/>
    <w:rsid w:val="00FE30A7"/>
    <w:rsid w:val="00FF2D26"/>
    <w:rsid w:val="01E61D73"/>
    <w:rsid w:val="024170D4"/>
    <w:rsid w:val="026C3111"/>
    <w:rsid w:val="03EC61BA"/>
    <w:rsid w:val="04562CDC"/>
    <w:rsid w:val="048170D5"/>
    <w:rsid w:val="064809A0"/>
    <w:rsid w:val="06827A89"/>
    <w:rsid w:val="076B43C5"/>
    <w:rsid w:val="07B51F67"/>
    <w:rsid w:val="08D65171"/>
    <w:rsid w:val="091D0E49"/>
    <w:rsid w:val="095C49EA"/>
    <w:rsid w:val="09F31253"/>
    <w:rsid w:val="0BCC29FE"/>
    <w:rsid w:val="0BFD462F"/>
    <w:rsid w:val="0C82453A"/>
    <w:rsid w:val="0CED0CC0"/>
    <w:rsid w:val="0DBD6359"/>
    <w:rsid w:val="0E1A2652"/>
    <w:rsid w:val="0F094C9B"/>
    <w:rsid w:val="0F28292F"/>
    <w:rsid w:val="0FA92C71"/>
    <w:rsid w:val="0FB5235F"/>
    <w:rsid w:val="0FFD1497"/>
    <w:rsid w:val="10210E5F"/>
    <w:rsid w:val="10C60102"/>
    <w:rsid w:val="11325CA0"/>
    <w:rsid w:val="1182145A"/>
    <w:rsid w:val="118A6066"/>
    <w:rsid w:val="11DA56CD"/>
    <w:rsid w:val="11F13204"/>
    <w:rsid w:val="12D832C5"/>
    <w:rsid w:val="13BF20E4"/>
    <w:rsid w:val="140250BA"/>
    <w:rsid w:val="149808D4"/>
    <w:rsid w:val="14A66315"/>
    <w:rsid w:val="14B21B05"/>
    <w:rsid w:val="14E102B8"/>
    <w:rsid w:val="14E93577"/>
    <w:rsid w:val="14EA09F0"/>
    <w:rsid w:val="15D76164"/>
    <w:rsid w:val="15DD4A73"/>
    <w:rsid w:val="160431EA"/>
    <w:rsid w:val="164D2DFA"/>
    <w:rsid w:val="16582F39"/>
    <w:rsid w:val="165D3450"/>
    <w:rsid w:val="170D30F4"/>
    <w:rsid w:val="175704C2"/>
    <w:rsid w:val="176C070A"/>
    <w:rsid w:val="17864A44"/>
    <w:rsid w:val="180137E4"/>
    <w:rsid w:val="188D0467"/>
    <w:rsid w:val="19BA58BA"/>
    <w:rsid w:val="19E61B6D"/>
    <w:rsid w:val="1A010FD8"/>
    <w:rsid w:val="1AA35140"/>
    <w:rsid w:val="1ABA6DB2"/>
    <w:rsid w:val="1B8B4DF5"/>
    <w:rsid w:val="1CA56AFC"/>
    <w:rsid w:val="1CFB0368"/>
    <w:rsid w:val="1D2962A9"/>
    <w:rsid w:val="1E477868"/>
    <w:rsid w:val="1E531F20"/>
    <w:rsid w:val="1ECC4C80"/>
    <w:rsid w:val="1F0B4B6E"/>
    <w:rsid w:val="1F3C6CA2"/>
    <w:rsid w:val="1FD20E1B"/>
    <w:rsid w:val="20BB6B12"/>
    <w:rsid w:val="211D1D23"/>
    <w:rsid w:val="2135737B"/>
    <w:rsid w:val="215B27F0"/>
    <w:rsid w:val="216C0421"/>
    <w:rsid w:val="2192180E"/>
    <w:rsid w:val="233F41BF"/>
    <w:rsid w:val="236603F3"/>
    <w:rsid w:val="23B20580"/>
    <w:rsid w:val="23F67C8E"/>
    <w:rsid w:val="243C13D1"/>
    <w:rsid w:val="2579478B"/>
    <w:rsid w:val="26150538"/>
    <w:rsid w:val="265B5BDC"/>
    <w:rsid w:val="2781695F"/>
    <w:rsid w:val="27FC28CB"/>
    <w:rsid w:val="281A7F94"/>
    <w:rsid w:val="282E1BFE"/>
    <w:rsid w:val="283D2115"/>
    <w:rsid w:val="2900636C"/>
    <w:rsid w:val="29446D02"/>
    <w:rsid w:val="2A541A7F"/>
    <w:rsid w:val="2B396842"/>
    <w:rsid w:val="2C425D39"/>
    <w:rsid w:val="2C5A556F"/>
    <w:rsid w:val="2C5E423F"/>
    <w:rsid w:val="2CFC0307"/>
    <w:rsid w:val="2D9822A3"/>
    <w:rsid w:val="2E521054"/>
    <w:rsid w:val="2E5B3160"/>
    <w:rsid w:val="2F802974"/>
    <w:rsid w:val="2F985FE7"/>
    <w:rsid w:val="2FCD7299"/>
    <w:rsid w:val="2FE1172F"/>
    <w:rsid w:val="3016186C"/>
    <w:rsid w:val="309644B7"/>
    <w:rsid w:val="30CF0178"/>
    <w:rsid w:val="31CC426D"/>
    <w:rsid w:val="31F40B12"/>
    <w:rsid w:val="322270FE"/>
    <w:rsid w:val="33005608"/>
    <w:rsid w:val="33123198"/>
    <w:rsid w:val="332B3069"/>
    <w:rsid w:val="343F4C44"/>
    <w:rsid w:val="34840A2A"/>
    <w:rsid w:val="3530018C"/>
    <w:rsid w:val="369E2426"/>
    <w:rsid w:val="36B46EA4"/>
    <w:rsid w:val="36BF521F"/>
    <w:rsid w:val="375E7B22"/>
    <w:rsid w:val="3790773C"/>
    <w:rsid w:val="37FB573F"/>
    <w:rsid w:val="38D9489B"/>
    <w:rsid w:val="39AF70CB"/>
    <w:rsid w:val="39DA288B"/>
    <w:rsid w:val="39EC3622"/>
    <w:rsid w:val="3AFA1588"/>
    <w:rsid w:val="3C510B6B"/>
    <w:rsid w:val="3C7D6413"/>
    <w:rsid w:val="3CA45243"/>
    <w:rsid w:val="3DDA2350"/>
    <w:rsid w:val="3E196A00"/>
    <w:rsid w:val="3E8570E2"/>
    <w:rsid w:val="3E8B0E39"/>
    <w:rsid w:val="3F936BEB"/>
    <w:rsid w:val="40511E97"/>
    <w:rsid w:val="410647C4"/>
    <w:rsid w:val="415A2416"/>
    <w:rsid w:val="416F0970"/>
    <w:rsid w:val="41F3200F"/>
    <w:rsid w:val="43274CB6"/>
    <w:rsid w:val="43391BDA"/>
    <w:rsid w:val="43701BA3"/>
    <w:rsid w:val="43D67922"/>
    <w:rsid w:val="44FF55A5"/>
    <w:rsid w:val="45504A20"/>
    <w:rsid w:val="4609782D"/>
    <w:rsid w:val="479E111B"/>
    <w:rsid w:val="47FB0682"/>
    <w:rsid w:val="4946182B"/>
    <w:rsid w:val="4952486C"/>
    <w:rsid w:val="4A1C285A"/>
    <w:rsid w:val="4A4816CF"/>
    <w:rsid w:val="4B0663EE"/>
    <w:rsid w:val="4B8D2890"/>
    <w:rsid w:val="4B902A71"/>
    <w:rsid w:val="4BB8131B"/>
    <w:rsid w:val="4BC9454D"/>
    <w:rsid w:val="4C387149"/>
    <w:rsid w:val="4C484820"/>
    <w:rsid w:val="4C5F543E"/>
    <w:rsid w:val="4CA5755E"/>
    <w:rsid w:val="4CFB4CC4"/>
    <w:rsid w:val="4DEC507B"/>
    <w:rsid w:val="4E5C4A31"/>
    <w:rsid w:val="4E9F59B3"/>
    <w:rsid w:val="4F9C3C21"/>
    <w:rsid w:val="4FA57F05"/>
    <w:rsid w:val="4FDA2ED5"/>
    <w:rsid w:val="50141BE2"/>
    <w:rsid w:val="5048581A"/>
    <w:rsid w:val="51F32C8C"/>
    <w:rsid w:val="52072B37"/>
    <w:rsid w:val="52096870"/>
    <w:rsid w:val="52272391"/>
    <w:rsid w:val="522D3B18"/>
    <w:rsid w:val="52643E0C"/>
    <w:rsid w:val="5345648B"/>
    <w:rsid w:val="539F0E72"/>
    <w:rsid w:val="53AD6FE7"/>
    <w:rsid w:val="54375391"/>
    <w:rsid w:val="54A94BF5"/>
    <w:rsid w:val="55250141"/>
    <w:rsid w:val="55AF18CE"/>
    <w:rsid w:val="56E95AA1"/>
    <w:rsid w:val="573B6D1B"/>
    <w:rsid w:val="57610A78"/>
    <w:rsid w:val="57647B16"/>
    <w:rsid w:val="579A2DFB"/>
    <w:rsid w:val="57C55FFE"/>
    <w:rsid w:val="57D919D5"/>
    <w:rsid w:val="57EA1E75"/>
    <w:rsid w:val="57EB3115"/>
    <w:rsid w:val="58DB3117"/>
    <w:rsid w:val="5A3F33B7"/>
    <w:rsid w:val="5A9C08A8"/>
    <w:rsid w:val="5AC34736"/>
    <w:rsid w:val="5ACC4D78"/>
    <w:rsid w:val="5B094E72"/>
    <w:rsid w:val="5B3B5000"/>
    <w:rsid w:val="5B5818BC"/>
    <w:rsid w:val="5CB307BC"/>
    <w:rsid w:val="5CE7188C"/>
    <w:rsid w:val="5DB6481F"/>
    <w:rsid w:val="5DBD202B"/>
    <w:rsid w:val="5E4244B0"/>
    <w:rsid w:val="5E692546"/>
    <w:rsid w:val="5EF66122"/>
    <w:rsid w:val="5F2D6DB9"/>
    <w:rsid w:val="5F794444"/>
    <w:rsid w:val="6008278D"/>
    <w:rsid w:val="602E5F06"/>
    <w:rsid w:val="60AC386D"/>
    <w:rsid w:val="614A53AC"/>
    <w:rsid w:val="61545AEC"/>
    <w:rsid w:val="61AA1B5D"/>
    <w:rsid w:val="61E62D3C"/>
    <w:rsid w:val="620C1A36"/>
    <w:rsid w:val="6217721C"/>
    <w:rsid w:val="621C29F1"/>
    <w:rsid w:val="626D2E17"/>
    <w:rsid w:val="62724331"/>
    <w:rsid w:val="62A86E93"/>
    <w:rsid w:val="62DA6A19"/>
    <w:rsid w:val="63EF48A3"/>
    <w:rsid w:val="641A6DB5"/>
    <w:rsid w:val="641C5189"/>
    <w:rsid w:val="64912182"/>
    <w:rsid w:val="65B3216E"/>
    <w:rsid w:val="66596637"/>
    <w:rsid w:val="668C3220"/>
    <w:rsid w:val="674373F0"/>
    <w:rsid w:val="674611D7"/>
    <w:rsid w:val="67F64F17"/>
    <w:rsid w:val="687C44A9"/>
    <w:rsid w:val="68DB3F1F"/>
    <w:rsid w:val="6AD72262"/>
    <w:rsid w:val="6AF20EB7"/>
    <w:rsid w:val="6B6431EB"/>
    <w:rsid w:val="6B64361E"/>
    <w:rsid w:val="6BE568A8"/>
    <w:rsid w:val="6C1432FA"/>
    <w:rsid w:val="6C2063C3"/>
    <w:rsid w:val="6C2957A9"/>
    <w:rsid w:val="6C83547E"/>
    <w:rsid w:val="6C881180"/>
    <w:rsid w:val="6D140CD9"/>
    <w:rsid w:val="6D87168C"/>
    <w:rsid w:val="6D98184E"/>
    <w:rsid w:val="6D9837DA"/>
    <w:rsid w:val="6DB93C68"/>
    <w:rsid w:val="6DF515FF"/>
    <w:rsid w:val="6E581C79"/>
    <w:rsid w:val="6E6D19DD"/>
    <w:rsid w:val="6F2122C6"/>
    <w:rsid w:val="6F416D2E"/>
    <w:rsid w:val="6F4D0A6A"/>
    <w:rsid w:val="6F775DD7"/>
    <w:rsid w:val="6F9E63E8"/>
    <w:rsid w:val="70183C3C"/>
    <w:rsid w:val="70967CD4"/>
    <w:rsid w:val="71354452"/>
    <w:rsid w:val="71900C9B"/>
    <w:rsid w:val="724A71AA"/>
    <w:rsid w:val="72AD76A1"/>
    <w:rsid w:val="72FB3394"/>
    <w:rsid w:val="73DF0665"/>
    <w:rsid w:val="74897AE0"/>
    <w:rsid w:val="74F24122"/>
    <w:rsid w:val="756A4542"/>
    <w:rsid w:val="76075367"/>
    <w:rsid w:val="761D6301"/>
    <w:rsid w:val="76465A70"/>
    <w:rsid w:val="76933F03"/>
    <w:rsid w:val="76BA61B0"/>
    <w:rsid w:val="77814006"/>
    <w:rsid w:val="782630DF"/>
    <w:rsid w:val="78B87F4E"/>
    <w:rsid w:val="78D42FCF"/>
    <w:rsid w:val="7949005C"/>
    <w:rsid w:val="795621AC"/>
    <w:rsid w:val="79877814"/>
    <w:rsid w:val="7A4E7573"/>
    <w:rsid w:val="7A90116C"/>
    <w:rsid w:val="7AA23B5A"/>
    <w:rsid w:val="7AE359F3"/>
    <w:rsid w:val="7AE50572"/>
    <w:rsid w:val="7AE75D2B"/>
    <w:rsid w:val="7B8A2FF8"/>
    <w:rsid w:val="7BA8341E"/>
    <w:rsid w:val="7BD94133"/>
    <w:rsid w:val="7C46089E"/>
    <w:rsid w:val="7C684712"/>
    <w:rsid w:val="7CC44D28"/>
    <w:rsid w:val="7DFB274A"/>
    <w:rsid w:val="7E1411FE"/>
    <w:rsid w:val="7E3F2851"/>
    <w:rsid w:val="7E427539"/>
    <w:rsid w:val="7EA74C48"/>
    <w:rsid w:val="7EF30CF4"/>
    <w:rsid w:val="7F34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name="heading 1"/>
    <w:lsdException w:qFormat="1" w:unhideWhenUsed="0" w:uiPriority="0" w:name="heading 2"/>
    <w:lsdException w:qFormat="1" w:unhideWhenUsed="0" w:uiPriority="0" w:name="heading 3"/>
    <w:lsdException w:qFormat="1" w:unhideWhenUsed="0" w:uiPriority="0" w:name="heading 4"/>
    <w:lsdException w:qFormat="1" w:unhideWhenUsed="0" w:uiPriority="0" w:name="heading 5"/>
    <w:lsdException w:qFormat="1" w:unhideWhenUsed="0" w:uiPriority="0" w:name="heading 6"/>
    <w:lsdException w:qFormat="1" w:unhideWhenUsed="0" w:uiPriority="0" w:name="heading 7"/>
    <w:lsdException w:qFormat="1" w:unhideWhenUsed="0" w:uiPriority="0" w:name="heading 8"/>
    <w:lsdException w:qFormat="1" w:unhideWhenUsed="0" w:uiPriority="0" w:name="heading 9"/>
    <w:lsdException w:unhideWhenUsed="0" w:uiPriority="99" w:name="index 1"/>
    <w:lsdException w:unhideWhenUsed="0" w:uiPriority="99" w:name="index 2"/>
    <w:lsdException w:unhideWhenUsed="0" w:uiPriority="99" w:name="index 3"/>
    <w:lsdException w:unhideWhenUsed="0" w:uiPriority="99" w:name="index 4"/>
    <w:lsdException w:unhideWhenUsed="0" w:uiPriority="99" w:name="index 5"/>
    <w:lsdException w:unhideWhenUsed="0" w:uiPriority="99" w:name="index 6"/>
    <w:lsdException w:unhideWhenUsed="0" w:uiPriority="99" w:name="index 7"/>
    <w:lsdException w:unhideWhenUsed="0" w:uiPriority="99" w:name="index 8"/>
    <w:lsdException w:unhideWhenUsed="0" w:uiPriority="99" w:name="index 9"/>
    <w:lsdException w:qFormat="1" w:unhideWhenUsed="0" w:uiPriority="39" w:name="toc 1"/>
    <w:lsdException w:qFormat="1" w:unhideWhenUsed="0" w:uiPriority="39" w:name="toc 2"/>
    <w:lsdException w:qFormat="1" w:unhideWhenUsed="0" w:uiPriority="39" w:name="toc 3"/>
    <w:lsdException w:qFormat="1" w:unhideWhenUsed="0" w:uiPriority="39" w:name="toc 4"/>
    <w:lsdException w:unhideWhenUsed="0" w:uiPriority="39" w:name="toc 5"/>
    <w:lsdException w:unhideWhenUsed="0" w:uiPriority="39" w:name="toc 6"/>
    <w:lsdException w:unhideWhenUsed="0" w:uiPriority="39" w:name="toc 7"/>
    <w:lsdException w:unhideWhenUsed="0" w:uiPriority="39" w:name="toc 8"/>
    <w:lsdException w:unhideWhenUsed="0" w:uiPriority="39" w:name="toc 9"/>
    <w:lsdException w:unhideWhenUsed="0" w:uiPriority="99" w:name="Normal Indent"/>
    <w:lsdException w:unhideWhenUsed="0" w:uiPriority="99" w:name="footnote text"/>
    <w:lsdException w:unhideWhenUsed="0" w:uiPriority="99" w:name="annotation text"/>
    <w:lsdException w:qFormat="1" w:unhideWhenUsed="0" w:uiPriority="0" w:semiHidden="0" w:name="header"/>
    <w:lsdException w:qFormat="1" w:unhideWhenUsed="0" w:uiPriority="99" w:name="footer"/>
    <w:lsdException w:unhideWhenUsed="0" w:uiPriority="99" w:name="index heading"/>
    <w:lsdException w:qFormat="1" w:unhideWhenUsed="0" w:uiPriority="0" w:name="caption"/>
    <w:lsdException w:unhideWhenUsed="0" w:uiPriority="99" w:name="table of figures"/>
    <w:lsdException w:unhideWhenUsed="0" w:uiPriority="99" w:name="envelope address"/>
    <w:lsdException w:unhideWhenUsed="0" w:uiPriority="99" w:name="envelope return"/>
    <w:lsdException w:unhideWhenUsed="0" w:uiPriority="99" w:name="footnote reference"/>
    <w:lsdException w:qFormat="1" w:unhideWhenUsed="0" w:uiPriority="99" w:name="annotation reference"/>
    <w:lsdException w:unhideWhenUsed="0" w:uiPriority="99" w:name="line number"/>
    <w:lsdException w:qFormat="1" w:unhideWhenUsed="0" w:uiPriority="0" w:name="page number"/>
    <w:lsdException w:unhideWhenUsed="0" w:uiPriority="99" w:name="endnote reference"/>
    <w:lsdException w:unhideWhenUsed="0" w:uiPriority="99" w:name="endnote text"/>
    <w:lsdException w:unhideWhenUsed="0" w:uiPriority="99" w:name="table of authorities"/>
    <w:lsdException w:unhideWhenUsed="0" w:uiPriority="99" w:name="macro"/>
    <w:lsdException w:unhideWhenUsed="0" w:uiPriority="99" w:name="toa heading"/>
    <w:lsdException w:unhideWhenUsed="0" w:uiPriority="99" w:name="List"/>
    <w:lsdException w:unhideWhenUsed="0" w:uiPriority="99" w:name="List Bullet"/>
    <w:lsdException w:unhideWhenUsed="0" w:uiPriority="99" w:name="List Number"/>
    <w:lsdException w:unhideWhenUsed="0" w:uiPriority="99" w:name="List 2"/>
    <w:lsdException w:unhideWhenUsed="0" w:uiPriority="99" w:name="List 3"/>
    <w:lsdException w:unhideWhenUsed="0" w:uiPriority="99" w:name="List 4"/>
    <w:lsdException w:unhideWhenUsed="0" w:uiPriority="99" w:name="List 5"/>
    <w:lsdException w:unhideWhenUsed="0" w:uiPriority="99" w:name="List Bullet 2"/>
    <w:lsdException w:unhideWhenUsed="0" w:uiPriority="99" w:name="List Bullet 3"/>
    <w:lsdException w:unhideWhenUsed="0" w:uiPriority="99" w:name="List Bullet 4"/>
    <w:lsdException w:unhideWhenUsed="0" w:uiPriority="99" w:name="List Bullet 5"/>
    <w:lsdException w:unhideWhenUsed="0" w:uiPriority="99" w:name="List Number 2"/>
    <w:lsdException w:unhideWhenUsed="0" w:uiPriority="99" w:name="List Number 3"/>
    <w:lsdException w:unhideWhenUsed="0" w:uiPriority="99" w:name="List Number 4"/>
    <w:lsdException w:unhideWhenUsed="0" w:uiPriority="99" w:name="List Number 5"/>
    <w:lsdException w:unhideWhenUsed="0" w:uiPriority="10" w:semiHidden="0" w:name="Title"/>
    <w:lsdException w:unhideWhenUsed="0" w:uiPriority="99" w:name="Closing"/>
    <w:lsdException w:unhideWhenUsed="0" w:uiPriority="99" w:name="Signature"/>
    <w:lsdException w:qFormat="1" w:uiPriority="1" w:name="Default Paragraph Font"/>
    <w:lsdException w:qFormat="1" w:unhideWhenUsed="0" w:uiPriority="0" w:name="Body Text"/>
    <w:lsdException w:unhideWhenUsed="0" w:uiPriority="99" w:name="Body Text Indent"/>
    <w:lsdException w:unhideWhenUsed="0" w:uiPriority="99" w:name="List Continue"/>
    <w:lsdException w:unhideWhenUsed="0" w:uiPriority="99" w:name="List Continue 2"/>
    <w:lsdException w:unhideWhenUsed="0" w:uiPriority="99" w:name="List Continue 3"/>
    <w:lsdException w:unhideWhenUsed="0" w:uiPriority="99" w:name="List Continue 4"/>
    <w:lsdException w:unhideWhenUsed="0" w:uiPriority="99" w:name="List Continue 5"/>
    <w:lsdException w:unhideWhenUsed="0" w:uiPriority="99" w:name="Message Header"/>
    <w:lsdException w:qFormat="1" w:unhideWhenUsed="0" w:uiPriority="0" w:semiHidden="0" w:name="Subtitle"/>
    <w:lsdException w:unhideWhenUsed="0" w:uiPriority="99" w:name="Salutation"/>
    <w:lsdException w:unhideWhenUsed="0" w:uiPriority="99" w:name="Date"/>
    <w:lsdException w:qFormat="1" w:unhideWhenUsed="0" w:uiPriority="0" w:name="Body Text First Indent"/>
    <w:lsdException w:unhideWhenUsed="0" w:uiPriority="99" w:name="Body Text First Indent 2"/>
    <w:lsdException w:unhideWhenUsed="0" w:uiPriority="99" w:name="Note Heading"/>
    <w:lsdException w:unhideWhenUsed="0" w:uiPriority="99" w:name="Body Text 2"/>
    <w:lsdException w:unhideWhenUsed="0" w:uiPriority="99" w:name="Body Text 3"/>
    <w:lsdException w:unhideWhenUsed="0" w:uiPriority="99" w:name="Body Text Indent 2"/>
    <w:lsdException w:unhideWhenUsed="0" w:uiPriority="99" w:name="Body Text Indent 3"/>
    <w:lsdException w:unhideWhenUsed="0" w:uiPriority="99" w:name="Block Text"/>
    <w:lsdException w:qFormat="1" w:unhideWhenUsed="0" w:uiPriority="0" w:name="Hyperlink"/>
    <w:lsdException w:unhideWhenUsed="0" w:uiPriority="99" w:name="FollowedHyperlink"/>
    <w:lsdException w:qFormat="1" w:unhideWhenUsed="0" w:uiPriority="22" w:name="Strong"/>
    <w:lsdException w:qFormat="1" w:unhideWhenUsed="0" w:uiPriority="20" w:name="Emphasis"/>
    <w:lsdException w:qFormat="1" w:unhideWhenUsed="0" w:uiPriority="99" w:name="Document Map"/>
    <w:lsdException w:unhideWhenUsed="0" w:uiPriority="99" w:name="Plain Text"/>
    <w:lsdException w:unhideWhenUsed="0" w:uiPriority="99" w:name="E-mail Signature"/>
    <w:lsdException w:qFormat="1" w:unhideWhenUsed="0" w:uiPriority="0" w:semiHidden="0" w:name="Normal (Web)"/>
    <w:lsdException w:unhideWhenUsed="0" w:uiPriority="99" w:name="HTML Acronym"/>
    <w:lsdException w:unhideWhenUsed="0" w:uiPriority="99" w:name="HTML Address"/>
    <w:lsdException w:unhideWhenUsed="0" w:uiPriority="99" w:name="HTML Cite"/>
    <w:lsdException w:unhideWhenUsed="0" w:uiPriority="99" w:name="HTML Code"/>
    <w:lsdException w:unhideWhenUsed="0" w:uiPriority="99" w:name="HTML Definition"/>
    <w:lsdException w:unhideWhenUsed="0" w:uiPriority="99" w:name="HTML Keyboard"/>
    <w:lsdException w:unhideWhenUsed="0" w:uiPriority="99" w:name="HTML Preformatted"/>
    <w:lsdException w:unhideWhenUsed="0" w:uiPriority="99" w:name="HTML Sample"/>
    <w:lsdException w:unhideWhenUsed="0" w:uiPriority="99" w:name="HTML Typewriter"/>
    <w:lsdException w:unhideWhenUsed="0" w:uiPriority="99" w:name="HTML Variable"/>
    <w:lsdException w:qFormat="1"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widowControl w:val="0"/>
      <w:spacing w:line="30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47"/>
    <w:semiHidden/>
    <w:qFormat/>
    <w:uiPriority w:val="0"/>
    <w:pPr>
      <w:widowControl/>
      <w:outlineLvl w:val="0"/>
    </w:pPr>
    <w:rPr>
      <w:kern w:val="0"/>
      <w:szCs w:val="21"/>
    </w:rPr>
  </w:style>
  <w:style w:type="paragraph" w:styleId="4">
    <w:name w:val="heading 2"/>
    <w:basedOn w:val="1"/>
    <w:next w:val="1"/>
    <w:link w:val="148"/>
    <w:semiHidden/>
    <w:qFormat/>
    <w:uiPriority w:val="0"/>
    <w:pPr>
      <w:widowControl/>
      <w:spacing w:before="100" w:beforeAutospacing="1" w:after="100" w:afterAutospacing="1"/>
      <w:jc w:val="center"/>
      <w:outlineLvl w:val="1"/>
    </w:pPr>
    <w:rPr>
      <w:rFonts w:ascii="黑体" w:eastAsia="黑体"/>
      <w:kern w:val="0"/>
      <w:sz w:val="36"/>
      <w:szCs w:val="36"/>
    </w:rPr>
  </w:style>
  <w:style w:type="paragraph" w:styleId="5">
    <w:name w:val="heading 3"/>
    <w:basedOn w:val="1"/>
    <w:next w:val="1"/>
    <w:link w:val="149"/>
    <w:semiHidden/>
    <w:qFormat/>
    <w:uiPriority w:val="0"/>
    <w:pPr>
      <w:keepNext/>
      <w:keepLines/>
      <w:widowControl/>
      <w:spacing w:before="100" w:beforeAutospacing="1" w:after="100" w:afterAutospacing="1"/>
      <w:jc w:val="center"/>
      <w:outlineLvl w:val="2"/>
    </w:pPr>
    <w:rPr>
      <w:rFonts w:eastAsia="黑体"/>
      <w:bCs/>
      <w:kern w:val="0"/>
      <w:sz w:val="32"/>
      <w:szCs w:val="32"/>
    </w:rPr>
  </w:style>
  <w:style w:type="paragraph" w:styleId="6">
    <w:name w:val="heading 4"/>
    <w:basedOn w:val="1"/>
    <w:next w:val="1"/>
    <w:link w:val="150"/>
    <w:semiHidden/>
    <w:qFormat/>
    <w:uiPriority w:val="0"/>
    <w:pPr>
      <w:keepNext/>
      <w:keepLines/>
      <w:widowControl/>
      <w:spacing w:before="280" w:after="290" w:line="372" w:lineRule="auto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paragraph" w:styleId="7">
    <w:name w:val="heading 5"/>
    <w:basedOn w:val="1"/>
    <w:next w:val="1"/>
    <w:link w:val="151"/>
    <w:semiHidden/>
    <w:qFormat/>
    <w:uiPriority w:val="0"/>
    <w:pPr>
      <w:keepNext/>
      <w:keepLines/>
      <w:widowControl/>
      <w:spacing w:before="280" w:after="290" w:line="372" w:lineRule="auto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152"/>
    <w:semiHidden/>
    <w:qFormat/>
    <w:uiPriority w:val="0"/>
    <w:pPr>
      <w:keepNext/>
      <w:keepLines/>
      <w:widowControl/>
      <w:spacing w:before="240" w:after="64" w:line="317" w:lineRule="auto"/>
      <w:outlineLvl w:val="5"/>
    </w:pPr>
    <w:rPr>
      <w:rFonts w:ascii="Arial" w:hAnsi="Arial" w:eastAsia="黑体"/>
      <w:b/>
      <w:bCs/>
      <w:kern w:val="0"/>
      <w:sz w:val="24"/>
      <w:szCs w:val="20"/>
    </w:rPr>
  </w:style>
  <w:style w:type="paragraph" w:styleId="9">
    <w:name w:val="heading 7"/>
    <w:basedOn w:val="1"/>
    <w:next w:val="1"/>
    <w:link w:val="202"/>
    <w:semiHidden/>
    <w:qFormat/>
    <w:uiPriority w:val="0"/>
    <w:pPr>
      <w:keepNext/>
      <w:keepLines/>
      <w:widowControl/>
      <w:spacing w:before="240" w:after="64" w:line="320" w:lineRule="auto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203"/>
    <w:semiHidden/>
    <w:qFormat/>
    <w:uiPriority w:val="0"/>
    <w:pPr>
      <w:keepNext/>
      <w:keepLines/>
      <w:widowControl/>
      <w:spacing w:before="240" w:after="64" w:line="320" w:lineRule="auto"/>
      <w:outlineLvl w:val="7"/>
    </w:pPr>
    <w:rPr>
      <w:rFonts w:ascii="Cambria" w:hAnsi="Cambria" w:cs="黑体"/>
      <w:kern w:val="0"/>
      <w:sz w:val="24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[No paragraph style]"/>
    <w:qFormat/>
    <w:uiPriority w:val="0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宋体" w:hAnsi="Times New Roman" w:eastAsia="宋体" w:cs="宋体"/>
      <w:color w:val="000000"/>
      <w:sz w:val="24"/>
      <w:szCs w:val="24"/>
      <w:lang w:val="zh-CN" w:eastAsia="zh-CN" w:bidi="ar-SA"/>
    </w:rPr>
  </w:style>
  <w:style w:type="paragraph" w:styleId="11">
    <w:name w:val="Document Map"/>
    <w:basedOn w:val="1"/>
    <w:link w:val="153"/>
    <w:semiHidden/>
    <w:qFormat/>
    <w:uiPriority w:val="99"/>
    <w:rPr>
      <w:rFonts w:ascii="宋体"/>
      <w:sz w:val="18"/>
      <w:szCs w:val="18"/>
    </w:rPr>
  </w:style>
  <w:style w:type="paragraph" w:styleId="12">
    <w:name w:val="Body Text"/>
    <w:basedOn w:val="1"/>
    <w:link w:val="182"/>
    <w:semiHidden/>
    <w:qFormat/>
    <w:uiPriority w:val="0"/>
    <w:pPr>
      <w:spacing w:after="120"/>
    </w:pPr>
  </w:style>
  <w:style w:type="paragraph" w:styleId="13">
    <w:name w:val="toc 3"/>
    <w:basedOn w:val="1"/>
    <w:next w:val="1"/>
    <w:semiHidden/>
    <w:qFormat/>
    <w:uiPriority w:val="39"/>
    <w:pPr>
      <w:spacing w:line="360" w:lineRule="auto"/>
      <w:ind w:left="400" w:leftChars="400"/>
    </w:pPr>
    <w:rPr>
      <w:sz w:val="24"/>
    </w:rPr>
  </w:style>
  <w:style w:type="paragraph" w:styleId="14">
    <w:name w:val="Balloon Text"/>
    <w:basedOn w:val="1"/>
    <w:link w:val="160"/>
    <w:semiHidden/>
    <w:qFormat/>
    <w:uiPriority w:val="99"/>
    <w:rPr>
      <w:sz w:val="18"/>
      <w:szCs w:val="18"/>
    </w:rPr>
  </w:style>
  <w:style w:type="paragraph" w:styleId="15">
    <w:name w:val="footer"/>
    <w:basedOn w:val="1"/>
    <w:link w:val="159"/>
    <w:semiHidden/>
    <w:qFormat/>
    <w:uiPriority w:val="99"/>
    <w:pPr>
      <w:widowControl/>
      <w:jc w:val="center"/>
    </w:pPr>
  </w:style>
  <w:style w:type="paragraph" w:styleId="16">
    <w:name w:val="header"/>
    <w:basedOn w:val="1"/>
    <w:link w:val="15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toc 1"/>
    <w:basedOn w:val="1"/>
    <w:next w:val="1"/>
    <w:semiHidden/>
    <w:qFormat/>
    <w:uiPriority w:val="39"/>
    <w:pPr>
      <w:spacing w:line="360" w:lineRule="auto"/>
    </w:pPr>
    <w:rPr>
      <w:rFonts w:eastAsia="黑体"/>
      <w:b/>
      <w:sz w:val="30"/>
    </w:rPr>
  </w:style>
  <w:style w:type="paragraph" w:styleId="18">
    <w:name w:val="toc 4"/>
    <w:basedOn w:val="1"/>
    <w:next w:val="1"/>
    <w:semiHidden/>
    <w:qFormat/>
    <w:uiPriority w:val="39"/>
    <w:pPr>
      <w:spacing w:line="360" w:lineRule="auto"/>
      <w:ind w:left="600" w:leftChars="600"/>
    </w:pPr>
    <w:rPr>
      <w:sz w:val="24"/>
    </w:rPr>
  </w:style>
  <w:style w:type="paragraph" w:styleId="19">
    <w:name w:val="toc 2"/>
    <w:basedOn w:val="1"/>
    <w:next w:val="1"/>
    <w:semiHidden/>
    <w:qFormat/>
    <w:uiPriority w:val="39"/>
    <w:pPr>
      <w:widowControl/>
      <w:spacing w:line="360" w:lineRule="auto"/>
      <w:ind w:left="150" w:leftChars="150"/>
    </w:pPr>
    <w:rPr>
      <w:rFonts w:eastAsia="仿宋_GB2312"/>
      <w:kern w:val="0"/>
      <w:sz w:val="23"/>
      <w:szCs w:val="21"/>
    </w:rPr>
  </w:style>
  <w:style w:type="paragraph" w:styleId="20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21">
    <w:name w:val="Body Text First Indent"/>
    <w:basedOn w:val="12"/>
    <w:link w:val="183"/>
    <w:semiHidden/>
    <w:qFormat/>
    <w:uiPriority w:val="0"/>
    <w:pPr>
      <w:spacing w:after="0"/>
      <w:ind w:firstLine="216" w:firstLineChars="103"/>
    </w:pPr>
    <w:rPr>
      <w:szCs w:val="20"/>
    </w:rPr>
  </w:style>
  <w:style w:type="table" w:styleId="23">
    <w:name w:val="Table Grid"/>
    <w:basedOn w:val="2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Strong"/>
    <w:basedOn w:val="24"/>
    <w:semiHidden/>
    <w:qFormat/>
    <w:uiPriority w:val="22"/>
    <w:rPr>
      <w:b/>
    </w:rPr>
  </w:style>
  <w:style w:type="character" w:styleId="26">
    <w:name w:val="page number"/>
    <w:basedOn w:val="24"/>
    <w:semiHidden/>
    <w:qFormat/>
    <w:uiPriority w:val="0"/>
  </w:style>
  <w:style w:type="character" w:styleId="27">
    <w:name w:val="Emphasis"/>
    <w:basedOn w:val="24"/>
    <w:semiHidden/>
    <w:qFormat/>
    <w:uiPriority w:val="20"/>
    <w:rPr>
      <w:color w:val="CC0000"/>
    </w:rPr>
  </w:style>
  <w:style w:type="character" w:styleId="28">
    <w:name w:val="Hyperlink"/>
    <w:basedOn w:val="24"/>
    <w:semiHidden/>
    <w:qFormat/>
    <w:uiPriority w:val="0"/>
    <w:rPr>
      <w:color w:val="0000FF"/>
      <w:u w:val="single"/>
    </w:rPr>
  </w:style>
  <w:style w:type="character" w:styleId="29">
    <w:name w:val="annotation reference"/>
    <w:basedOn w:val="24"/>
    <w:semiHidden/>
    <w:qFormat/>
    <w:uiPriority w:val="99"/>
    <w:rPr>
      <w:sz w:val="21"/>
      <w:szCs w:val="21"/>
    </w:rPr>
  </w:style>
  <w:style w:type="paragraph" w:customStyle="1" w:styleId="30">
    <w:name w:val="H-5级标题 （一）"/>
    <w:basedOn w:val="7"/>
    <w:next w:val="31"/>
    <w:link w:val="155"/>
    <w:semiHidden/>
    <w:qFormat/>
    <w:uiPriority w:val="0"/>
    <w:pPr>
      <w:spacing w:beforeLines="50" w:afterLines="50" w:line="240" w:lineRule="auto"/>
      <w:ind w:firstLine="200" w:firstLineChars="200"/>
      <w:textAlignment w:val="center"/>
    </w:pPr>
    <w:rPr>
      <w:rFonts w:eastAsia="黑体"/>
      <w:b w:val="0"/>
      <w:sz w:val="24"/>
    </w:rPr>
  </w:style>
  <w:style w:type="paragraph" w:customStyle="1" w:styleId="31">
    <w:name w:val="H-6级标题 1．(注：此标题序号后的点为英文全角输入或者汉字状态下半角第二次输入)"/>
    <w:basedOn w:val="32"/>
    <w:next w:val="1"/>
    <w:semiHidden/>
    <w:qFormat/>
    <w:uiPriority w:val="0"/>
    <w:pPr>
      <w:ind w:left="525" w:hanging="525"/>
    </w:pPr>
    <w:rPr>
      <w:rFonts w:eastAsia="宋体"/>
    </w:rPr>
  </w:style>
  <w:style w:type="paragraph" w:customStyle="1" w:styleId="32">
    <w:name w:val="H-题目题干"/>
    <w:basedOn w:val="1"/>
    <w:semiHidden/>
    <w:qFormat/>
    <w:uiPriority w:val="0"/>
    <w:pPr>
      <w:widowControl/>
      <w:spacing w:line="360" w:lineRule="auto"/>
      <w:ind w:left="250" w:hanging="250" w:hangingChars="250"/>
      <w:textAlignment w:val="center"/>
    </w:pPr>
    <w:rPr>
      <w:rFonts w:eastAsia="仿宋_GB2312"/>
      <w:kern w:val="0"/>
      <w:szCs w:val="20"/>
    </w:rPr>
  </w:style>
  <w:style w:type="paragraph" w:customStyle="1" w:styleId="33">
    <w:name w:val="W-题目来源、题目说明"/>
    <w:next w:val="1"/>
    <w:link w:val="156"/>
    <w:semiHidden/>
    <w:qFormat/>
    <w:uiPriority w:val="0"/>
    <w:pPr>
      <w:spacing w:line="300" w:lineRule="auto"/>
      <w:jc w:val="both"/>
      <w:textAlignment w:val="center"/>
    </w:pPr>
    <w:rPr>
      <w:rFonts w:ascii="Times New Roman" w:hAnsi="Times New Roman" w:eastAsia="宋体" w:cs="Times New Roman"/>
      <w:color w:val="0000FF"/>
      <w:lang w:val="en-US" w:eastAsia="zh-CN" w:bidi="ar-SA"/>
    </w:rPr>
  </w:style>
  <w:style w:type="paragraph" w:customStyle="1" w:styleId="34">
    <w:name w:val="H-4级标题 一、"/>
    <w:basedOn w:val="6"/>
    <w:next w:val="30"/>
    <w:link w:val="157"/>
    <w:semiHidden/>
    <w:qFormat/>
    <w:uiPriority w:val="0"/>
    <w:pPr>
      <w:spacing w:beforeLines="50" w:afterLines="50" w:line="240" w:lineRule="auto"/>
      <w:textAlignment w:val="center"/>
    </w:pPr>
    <w:rPr>
      <w:rFonts w:ascii="Times New Roman" w:hAnsi="Times New Roman"/>
      <w:b w:val="0"/>
    </w:rPr>
  </w:style>
  <w:style w:type="paragraph" w:customStyle="1" w:styleId="35">
    <w:name w:val="W-讲义答案和解析"/>
    <w:next w:val="1"/>
    <w:link w:val="158"/>
    <w:semiHidden/>
    <w:qFormat/>
    <w:uiPriority w:val="99"/>
    <w:pPr>
      <w:ind w:firstLine="200" w:firstLineChars="200"/>
      <w:jc w:val="both"/>
      <w:textAlignment w:val="center"/>
    </w:pPr>
    <w:rPr>
      <w:rFonts w:ascii="Times New Roman" w:hAnsi="Times New Roman" w:eastAsia="宋体" w:cs="Times New Roman"/>
      <w:color w:val="FF0000"/>
      <w:szCs w:val="22"/>
      <w:lang w:val="en-US" w:eastAsia="zh-CN" w:bidi="ar-SA"/>
    </w:rPr>
  </w:style>
  <w:style w:type="paragraph" w:customStyle="1" w:styleId="36">
    <w:name w:val="H-请开始答题："/>
    <w:basedOn w:val="1"/>
    <w:next w:val="32"/>
    <w:semiHidden/>
    <w:qFormat/>
    <w:uiPriority w:val="0"/>
    <w:pPr>
      <w:spacing w:beforeLines="100"/>
    </w:pPr>
    <w:rPr>
      <w:rFonts w:eastAsia="黑体"/>
      <w:b/>
    </w:rPr>
  </w:style>
  <w:style w:type="paragraph" w:customStyle="1" w:styleId="37">
    <w:name w:val="H-结束语"/>
    <w:semiHidden/>
    <w:qFormat/>
    <w:uiPriority w:val="0"/>
    <w:pPr>
      <w:spacing w:beforeLines="100" w:line="300" w:lineRule="auto"/>
      <w:jc w:val="center"/>
    </w:pPr>
    <w:rPr>
      <w:rFonts w:ascii="Times New Roman" w:hAnsi="Times New Roman" w:eastAsia="黑体" w:cs="Times New Roman"/>
      <w:sz w:val="28"/>
      <w:szCs w:val="21"/>
      <w:lang w:val="en-US" w:eastAsia="zh-CN" w:bidi="ar-SA"/>
    </w:rPr>
  </w:style>
  <w:style w:type="paragraph" w:customStyle="1" w:styleId="38">
    <w:name w:val="H-1级标题 部分"/>
    <w:basedOn w:val="3"/>
    <w:next w:val="39"/>
    <w:semiHidden/>
    <w:qFormat/>
    <w:uiPriority w:val="0"/>
    <w:pPr>
      <w:spacing w:beforeLines="50" w:afterLines="50"/>
      <w:textAlignment w:val="center"/>
    </w:pPr>
    <w:rPr>
      <w:rFonts w:eastAsia="黑体"/>
      <w:b/>
    </w:rPr>
  </w:style>
  <w:style w:type="paragraph" w:customStyle="1" w:styleId="39">
    <w:name w:val="H-2级标题 章"/>
    <w:basedOn w:val="4"/>
    <w:next w:val="40"/>
    <w:semiHidden/>
    <w:qFormat/>
    <w:uiPriority w:val="0"/>
    <w:pPr>
      <w:spacing w:beforeLines="50" w:beforeAutospacing="0" w:afterLines="50" w:afterAutospacing="0" w:line="600" w:lineRule="auto"/>
      <w:textAlignment w:val="center"/>
    </w:pPr>
    <w:rPr>
      <w:rFonts w:ascii="Times New Roman"/>
      <w:sz w:val="32"/>
    </w:rPr>
  </w:style>
  <w:style w:type="paragraph" w:customStyle="1" w:styleId="40">
    <w:name w:val="H-3级标题 节"/>
    <w:basedOn w:val="5"/>
    <w:next w:val="34"/>
    <w:link w:val="209"/>
    <w:semiHidden/>
    <w:qFormat/>
    <w:uiPriority w:val="0"/>
    <w:pPr>
      <w:spacing w:beforeLines="50" w:beforeAutospacing="0" w:afterLines="50" w:afterAutospacing="0" w:line="480" w:lineRule="auto"/>
      <w:textAlignment w:val="center"/>
    </w:pPr>
    <w:rPr>
      <w:sz w:val="30"/>
    </w:rPr>
  </w:style>
  <w:style w:type="paragraph" w:customStyle="1" w:styleId="41">
    <w:name w:val="W-考情分析"/>
    <w:basedOn w:val="40"/>
    <w:semiHidden/>
    <w:qFormat/>
    <w:uiPriority w:val="0"/>
    <w:pPr>
      <w:outlineLvl w:val="9"/>
    </w:pPr>
    <w:rPr>
      <w:rFonts w:eastAsia="楷体_GB2312"/>
    </w:rPr>
  </w:style>
  <w:style w:type="paragraph" w:customStyle="1" w:styleId="42">
    <w:name w:val="H-？、题型说明"/>
    <w:next w:val="1"/>
    <w:link w:val="214"/>
    <w:semiHidden/>
    <w:qFormat/>
    <w:uiPriority w:val="0"/>
    <w:pPr>
      <w:spacing w:beforeLines="100" w:afterLines="100" w:line="300" w:lineRule="auto"/>
      <w:ind w:firstLine="200" w:firstLineChars="200"/>
      <w:jc w:val="both"/>
      <w:outlineLvl w:val="1"/>
    </w:pPr>
    <w:rPr>
      <w:rFonts w:ascii="Times New Roman" w:hAnsi="Times New Roman" w:eastAsia="黑体" w:cs="Times New Roman"/>
      <w:b/>
      <w:sz w:val="21"/>
      <w:szCs w:val="21"/>
      <w:lang w:val="en-US" w:eastAsia="zh-CN" w:bidi="ar-SA"/>
    </w:rPr>
  </w:style>
  <w:style w:type="paragraph" w:customStyle="1" w:styleId="43">
    <w:name w:val="H-？、题前说明"/>
    <w:basedOn w:val="42"/>
    <w:next w:val="36"/>
    <w:link w:val="215"/>
    <w:semiHidden/>
    <w:qFormat/>
    <w:uiPriority w:val="0"/>
    <w:pPr>
      <w:spacing w:afterLines="0"/>
      <w:outlineLvl w:val="9"/>
    </w:pPr>
  </w:style>
  <w:style w:type="paragraph" w:customStyle="1" w:styleId="44">
    <w:name w:val="H-共？题共分？钟"/>
    <w:basedOn w:val="4"/>
    <w:next w:val="42"/>
    <w:link w:val="212"/>
    <w:semiHidden/>
    <w:qFormat/>
    <w:uiPriority w:val="0"/>
    <w:pPr>
      <w:spacing w:before="0" w:beforeAutospacing="0" w:afterLines="150" w:afterAutospacing="0"/>
      <w:outlineLvl w:val="9"/>
    </w:pPr>
    <w:rPr>
      <w:rFonts w:ascii="Times New Roman"/>
      <w:sz w:val="21"/>
    </w:rPr>
  </w:style>
  <w:style w:type="paragraph" w:customStyle="1" w:styleId="45">
    <w:name w:val="H-第？部分"/>
    <w:basedOn w:val="40"/>
    <w:next w:val="44"/>
    <w:link w:val="210"/>
    <w:semiHidden/>
    <w:qFormat/>
    <w:uiPriority w:val="0"/>
    <w:pPr>
      <w:spacing w:beforeLines="100" w:afterLines="0" w:line="240" w:lineRule="auto"/>
      <w:outlineLvl w:val="0"/>
    </w:pPr>
    <w:rPr>
      <w:sz w:val="28"/>
    </w:rPr>
  </w:style>
  <w:style w:type="paragraph" w:customStyle="1" w:styleId="46">
    <w:name w:val="W-考情分析正文"/>
    <w:basedOn w:val="1"/>
    <w:semiHidden/>
    <w:qFormat/>
    <w:uiPriority w:val="0"/>
    <w:pPr>
      <w:widowControl/>
      <w:ind w:firstLine="200" w:firstLineChars="200"/>
      <w:textAlignment w:val="center"/>
    </w:pPr>
    <w:rPr>
      <w:rFonts w:eastAsia="楷体_GB2312"/>
      <w:kern w:val="0"/>
      <w:szCs w:val="20"/>
    </w:rPr>
  </w:style>
  <w:style w:type="paragraph" w:customStyle="1" w:styleId="47">
    <w:name w:val="H-7级标题 （1）(注：此处括号为汉字状态)"/>
    <w:basedOn w:val="1"/>
    <w:semiHidden/>
    <w:qFormat/>
    <w:uiPriority w:val="0"/>
    <w:pPr>
      <w:widowControl/>
      <w:ind w:firstLine="200" w:firstLineChars="200"/>
      <w:textAlignment w:val="center"/>
    </w:pPr>
    <w:rPr>
      <w:kern w:val="0"/>
      <w:szCs w:val="20"/>
    </w:rPr>
  </w:style>
  <w:style w:type="paragraph" w:customStyle="1" w:styleId="48">
    <w:name w:val="H-8级标题 ①"/>
    <w:basedOn w:val="1"/>
    <w:semiHidden/>
    <w:qFormat/>
    <w:uiPriority w:val="0"/>
  </w:style>
  <w:style w:type="paragraph" w:customStyle="1" w:styleId="49">
    <w:name w:val="H-题目提问方式、选项"/>
    <w:basedOn w:val="1"/>
    <w:semiHidden/>
    <w:qFormat/>
    <w:uiPriority w:val="0"/>
    <w:pPr>
      <w:widowControl/>
      <w:spacing w:line="360" w:lineRule="auto"/>
      <w:ind w:left="350" w:leftChars="250" w:hanging="100" w:hangingChars="100"/>
      <w:textAlignment w:val="center"/>
    </w:pPr>
    <w:rPr>
      <w:rFonts w:eastAsia="仿宋_GB2312"/>
      <w:kern w:val="0"/>
      <w:szCs w:val="20"/>
    </w:rPr>
  </w:style>
  <w:style w:type="paragraph" w:customStyle="1" w:styleId="50">
    <w:name w:val="H-题目答案"/>
    <w:basedOn w:val="35"/>
    <w:semiHidden/>
    <w:qFormat/>
    <w:uiPriority w:val="0"/>
    <w:pPr>
      <w:ind w:left="250" w:hanging="250" w:hangingChars="250"/>
    </w:pPr>
    <w:rPr>
      <w:rFonts w:eastAsia="仿宋_GB2312"/>
    </w:rPr>
  </w:style>
  <w:style w:type="paragraph" w:customStyle="1" w:styleId="51">
    <w:name w:val="W-讲义5级（一）"/>
    <w:basedOn w:val="7"/>
    <w:next w:val="52"/>
    <w:link w:val="161"/>
    <w:semiHidden/>
    <w:qFormat/>
    <w:uiPriority w:val="0"/>
    <w:pPr>
      <w:spacing w:beforeLines="50" w:afterLines="50" w:line="240" w:lineRule="auto"/>
      <w:ind w:firstLine="420" w:firstLineChars="200"/>
    </w:pPr>
    <w:rPr>
      <w:sz w:val="24"/>
    </w:rPr>
  </w:style>
  <w:style w:type="paragraph" w:customStyle="1" w:styleId="52">
    <w:name w:val="W-讲义6级1."/>
    <w:basedOn w:val="8"/>
    <w:next w:val="1"/>
    <w:semiHidden/>
    <w:qFormat/>
    <w:uiPriority w:val="0"/>
    <w:pPr>
      <w:spacing w:before="0" w:after="0" w:line="240" w:lineRule="auto"/>
      <w:ind w:firstLine="420" w:firstLineChars="200"/>
    </w:pPr>
    <w:rPr>
      <w:rFonts w:ascii="Times New Roman" w:hAnsi="Times New Roman" w:eastAsia="宋体"/>
      <w:sz w:val="21"/>
    </w:rPr>
  </w:style>
  <w:style w:type="paragraph" w:customStyle="1" w:styleId="53">
    <w:name w:val="W-标题后说明信息和题目来源"/>
    <w:next w:val="1"/>
    <w:link w:val="162"/>
    <w:semiHidden/>
    <w:qFormat/>
    <w:uiPriority w:val="0"/>
    <w:pPr>
      <w:spacing w:line="300" w:lineRule="auto"/>
      <w:jc w:val="both"/>
    </w:pPr>
    <w:rPr>
      <w:rFonts w:ascii="Times New Roman" w:hAnsi="Times New Roman" w:eastAsia="宋体" w:cs="Times New Roman"/>
      <w:color w:val="0000FF"/>
      <w:lang w:val="en-US" w:eastAsia="zh-CN" w:bidi="ar-SA"/>
    </w:rPr>
  </w:style>
  <w:style w:type="paragraph" w:customStyle="1" w:styleId="54">
    <w:name w:val="W-讲义4级一、"/>
    <w:basedOn w:val="6"/>
    <w:next w:val="51"/>
    <w:link w:val="163"/>
    <w:semiHidden/>
    <w:qFormat/>
    <w:uiPriority w:val="99"/>
    <w:pPr>
      <w:widowControl w:val="0"/>
      <w:spacing w:beforeLines="50" w:afterLines="50" w:line="240" w:lineRule="auto"/>
      <w:ind w:firstLine="200" w:firstLineChars="200"/>
      <w:textAlignment w:val="center"/>
    </w:pPr>
    <w:rPr>
      <w:rFonts w:ascii="Times New Roman" w:hAnsi="Times New Roman" w:eastAsia="宋体"/>
      <w:bCs w:val="0"/>
      <w:kern w:val="2"/>
      <w:szCs w:val="20"/>
    </w:rPr>
  </w:style>
  <w:style w:type="paragraph" w:customStyle="1" w:styleId="55">
    <w:name w:val="W-讲义1级部分"/>
    <w:basedOn w:val="3"/>
    <w:next w:val="56"/>
    <w:link w:val="204"/>
    <w:semiHidden/>
    <w:qFormat/>
    <w:uiPriority w:val="99"/>
    <w:pPr>
      <w:spacing w:beforeLines="100" w:afterLines="100" w:line="240" w:lineRule="auto"/>
      <w:jc w:val="center"/>
      <w:textAlignment w:val="center"/>
    </w:pPr>
    <w:rPr>
      <w:rFonts w:ascii="宋体" w:hAnsi="宋体"/>
      <w:b/>
      <w:kern w:val="2"/>
      <w:sz w:val="44"/>
      <w:szCs w:val="24"/>
    </w:rPr>
  </w:style>
  <w:style w:type="paragraph" w:customStyle="1" w:styleId="56">
    <w:name w:val="W-讲义2级章"/>
    <w:basedOn w:val="4"/>
    <w:next w:val="57"/>
    <w:link w:val="201"/>
    <w:semiHidden/>
    <w:qFormat/>
    <w:uiPriority w:val="99"/>
    <w:pPr>
      <w:widowControl w:val="0"/>
      <w:spacing w:beforeLines="100" w:beforeAutospacing="0" w:afterLines="100" w:afterAutospacing="0" w:line="240" w:lineRule="auto"/>
      <w:textAlignment w:val="center"/>
    </w:pPr>
    <w:rPr>
      <w:kern w:val="2"/>
    </w:rPr>
  </w:style>
  <w:style w:type="paragraph" w:customStyle="1" w:styleId="57">
    <w:name w:val="W-讲义3级节"/>
    <w:basedOn w:val="5"/>
    <w:next w:val="54"/>
    <w:link w:val="205"/>
    <w:semiHidden/>
    <w:qFormat/>
    <w:uiPriority w:val="0"/>
    <w:pPr>
      <w:widowControl w:val="0"/>
      <w:spacing w:beforeLines="100" w:beforeAutospacing="0" w:afterLines="100" w:afterAutospacing="0" w:line="240" w:lineRule="auto"/>
      <w:textAlignment w:val="center"/>
    </w:pPr>
    <w:rPr>
      <w:bCs w:val="0"/>
      <w:kern w:val="2"/>
      <w:szCs w:val="20"/>
    </w:rPr>
  </w:style>
  <w:style w:type="paragraph" w:customStyle="1" w:styleId="58">
    <w:name w:val="W-考情分析、目录标题"/>
    <w:basedOn w:val="57"/>
    <w:semiHidden/>
    <w:qFormat/>
    <w:uiPriority w:val="0"/>
    <w:pPr>
      <w:outlineLvl w:val="9"/>
    </w:pPr>
    <w:rPr>
      <w:rFonts w:eastAsia="楷体_GB2312"/>
      <w:b/>
    </w:rPr>
  </w:style>
  <w:style w:type="paragraph" w:customStyle="1" w:styleId="59">
    <w:name w:val="W-？、题干"/>
    <w:next w:val="1"/>
    <w:semiHidden/>
    <w:qFormat/>
    <w:uiPriority w:val="0"/>
    <w:pPr>
      <w:spacing w:beforeLines="50" w:line="300" w:lineRule="auto"/>
      <w:ind w:firstLine="560" w:firstLineChars="200"/>
      <w:jc w:val="both"/>
      <w:outlineLvl w:val="1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60">
    <w:name w:val="W-蓝色首行缩进"/>
    <w:next w:val="1"/>
    <w:semiHidden/>
    <w:qFormat/>
    <w:uiPriority w:val="0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color w:val="0000FF"/>
      <w:sz w:val="21"/>
      <w:szCs w:val="21"/>
      <w:lang w:val="en-US" w:eastAsia="zh-CN" w:bidi="ar-SA"/>
    </w:rPr>
  </w:style>
  <w:style w:type="paragraph" w:customStyle="1" w:styleId="61">
    <w:name w:val="W-目录标题“部分”（加粗）"/>
    <w:basedOn w:val="1"/>
    <w:semiHidden/>
    <w:qFormat/>
    <w:uiPriority w:val="0"/>
    <w:pPr>
      <w:spacing w:line="137" w:lineRule="auto"/>
    </w:pPr>
    <w:rPr>
      <w:b/>
    </w:rPr>
  </w:style>
  <w:style w:type="paragraph" w:customStyle="1" w:styleId="62">
    <w:name w:val="W-共？题共分？钟"/>
    <w:basedOn w:val="4"/>
    <w:next w:val="59"/>
    <w:semiHidden/>
    <w:qFormat/>
    <w:uiPriority w:val="0"/>
    <w:pPr>
      <w:spacing w:beforeLines="50" w:beforeAutospacing="0" w:afterLines="50" w:afterAutospacing="0"/>
      <w:outlineLvl w:val="9"/>
    </w:pPr>
    <w:rPr>
      <w:rFonts w:ascii="Times New Roman" w:eastAsia="宋体"/>
      <w:b/>
      <w:sz w:val="21"/>
    </w:rPr>
  </w:style>
  <w:style w:type="paragraph" w:customStyle="1" w:styleId="63">
    <w:name w:val="W-资料分析、言语材料前标题"/>
    <w:next w:val="1"/>
    <w:semiHidden/>
    <w:qFormat/>
    <w:uiPriority w:val="0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64">
    <w:name w:val="W-第？部分"/>
    <w:basedOn w:val="3"/>
    <w:next w:val="62"/>
    <w:semiHidden/>
    <w:qFormat/>
    <w:uiPriority w:val="0"/>
    <w:pPr>
      <w:spacing w:beforeLines="50" w:afterLines="50"/>
    </w:pPr>
    <w:rPr>
      <w:sz w:val="28"/>
    </w:rPr>
  </w:style>
  <w:style w:type="paragraph" w:customStyle="1" w:styleId="65">
    <w:name w:val="W-考勤分析正文"/>
    <w:basedOn w:val="1"/>
    <w:semiHidden/>
    <w:qFormat/>
    <w:uiPriority w:val="0"/>
    <w:pPr>
      <w:widowControl/>
      <w:ind w:firstLine="420" w:firstLineChars="200"/>
    </w:pPr>
    <w:rPr>
      <w:rFonts w:eastAsia="楷体_GB2312"/>
      <w:kern w:val="0"/>
      <w:szCs w:val="20"/>
    </w:rPr>
  </w:style>
  <w:style w:type="paragraph" w:customStyle="1" w:styleId="66">
    <w:name w:val="讲义答案和解析"/>
    <w:next w:val="1"/>
    <w:semiHidden/>
    <w:qFormat/>
    <w:uiPriority w:val="0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color w:val="FF0000"/>
      <w:sz w:val="21"/>
      <w:szCs w:val="21"/>
      <w:lang w:val="en-US" w:eastAsia="zh-CN" w:bidi="ar-SA"/>
    </w:rPr>
  </w:style>
  <w:style w:type="paragraph" w:customStyle="1" w:styleId="67">
    <w:name w:val="样式 W-请开始答题、题目、选项 + Arial 小五 黑色 居中 首行缩进:  2 字符"/>
    <w:basedOn w:val="1"/>
    <w:semiHidden/>
    <w:qFormat/>
    <w:uiPriority w:val="0"/>
    <w:pPr>
      <w:widowControl/>
      <w:ind w:firstLine="200" w:firstLineChars="200"/>
      <w:jc w:val="left"/>
    </w:pPr>
    <w:rPr>
      <w:rFonts w:ascii="Arial" w:hAnsi="Arial" w:cs="宋体"/>
      <w:color w:val="000000"/>
      <w:kern w:val="0"/>
      <w:szCs w:val="20"/>
    </w:rPr>
  </w:style>
  <w:style w:type="paragraph" w:customStyle="1" w:styleId="68">
    <w:name w:val="讲义题目、选项"/>
    <w:next w:val="1"/>
    <w:link w:val="164"/>
    <w:semiHidden/>
    <w:qFormat/>
    <w:uiPriority w:val="0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69">
    <w:name w:val="p0"/>
    <w:basedOn w:val="1"/>
    <w:semiHidden/>
    <w:qFormat/>
    <w:uiPriority w:val="0"/>
    <w:pPr>
      <w:widowControl/>
    </w:pPr>
    <w:rPr>
      <w:kern w:val="0"/>
      <w:szCs w:val="21"/>
    </w:rPr>
  </w:style>
  <w:style w:type="paragraph" w:customStyle="1" w:styleId="70">
    <w:name w:val="p16"/>
    <w:basedOn w:val="1"/>
    <w:semiHidden/>
    <w:qFormat/>
    <w:uiPriority w:val="0"/>
    <w:pPr>
      <w:widowControl/>
    </w:pPr>
    <w:rPr>
      <w:kern w:val="0"/>
      <w:szCs w:val="21"/>
    </w:rPr>
  </w:style>
  <w:style w:type="paragraph" w:customStyle="1" w:styleId="71">
    <w:name w:val="p17"/>
    <w:basedOn w:val="1"/>
    <w:semiHidden/>
    <w:qFormat/>
    <w:uiPriority w:val="99"/>
    <w:pPr>
      <w:widowControl/>
      <w:ind w:firstLine="420"/>
    </w:pPr>
    <w:rPr>
      <w:kern w:val="0"/>
      <w:szCs w:val="21"/>
    </w:rPr>
  </w:style>
  <w:style w:type="paragraph" w:customStyle="1" w:styleId="72">
    <w:name w:val="请开始答题、题目、选项"/>
    <w:link w:val="165"/>
    <w:semiHidden/>
    <w:qFormat/>
    <w:uiPriority w:val="0"/>
    <w:pPr>
      <w:spacing w:line="300" w:lineRule="auto"/>
      <w:ind w:firstLine="420" w:firstLineChars="200"/>
      <w:jc w:val="both"/>
    </w:pPr>
    <w:rPr>
      <w:rFonts w:ascii="Times New Roman" w:hAnsi="Times New Roman" w:eastAsia="Times New Roman" w:cs="Times New Roman"/>
      <w:lang w:val="en-US" w:eastAsia="zh-CN" w:bidi="ar-SA"/>
    </w:rPr>
  </w:style>
  <w:style w:type="paragraph" w:customStyle="1" w:styleId="73">
    <w:name w:val="样式 W-？、题前说明 + (中文) 黑体 首行缩进:  2 字符 段前: 1 行 段后: 1 行"/>
    <w:basedOn w:val="43"/>
    <w:semiHidden/>
    <w:qFormat/>
    <w:uiPriority w:val="0"/>
    <w:pPr>
      <w:spacing w:before="312" w:after="312"/>
      <w:ind w:firstLine="422"/>
    </w:pPr>
    <w:rPr>
      <w:rFonts w:cs="宋体"/>
      <w:bCs/>
    </w:rPr>
  </w:style>
  <w:style w:type="paragraph" w:customStyle="1" w:styleId="74">
    <w:name w:val="样式 H-？、题型说明 + 首行缩进:  2 字符 段前: 1 行 段后: 1 行"/>
    <w:basedOn w:val="42"/>
    <w:semiHidden/>
    <w:qFormat/>
    <w:uiPriority w:val="0"/>
    <w:pPr>
      <w:spacing w:before="312" w:after="312"/>
      <w:ind w:firstLine="422"/>
    </w:pPr>
    <w:rPr>
      <w:rFonts w:cs="宋体"/>
      <w:bCs/>
    </w:rPr>
  </w:style>
  <w:style w:type="paragraph" w:customStyle="1" w:styleId="75">
    <w:name w:val="W-请开始答题、题目、选项"/>
    <w:link w:val="166"/>
    <w:qFormat/>
    <w:uiPriority w:val="0"/>
    <w:pPr>
      <w:ind w:firstLine="200" w:firstLineChars="200"/>
      <w:jc w:val="both"/>
      <w:textAlignment w:val="center"/>
    </w:pPr>
    <w:rPr>
      <w:rFonts w:ascii="Times New Roman" w:hAnsi="Times New Roman" w:eastAsia="宋体" w:cs="Times New Roman"/>
      <w:szCs w:val="22"/>
      <w:lang w:val="en-US" w:eastAsia="zh-CN" w:bidi="ar-SA"/>
    </w:rPr>
  </w:style>
  <w:style w:type="paragraph" w:customStyle="1" w:styleId="76">
    <w:name w:val="W-？、题型说明"/>
    <w:next w:val="1"/>
    <w:semiHidden/>
    <w:qFormat/>
    <w:uiPriority w:val="0"/>
    <w:pPr>
      <w:spacing w:beforeLines="100" w:line="300" w:lineRule="auto"/>
      <w:ind w:firstLine="200" w:firstLineChars="200"/>
      <w:jc w:val="both"/>
      <w:outlineLvl w:val="1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77">
    <w:name w:val="H-文字材料"/>
    <w:basedOn w:val="1"/>
    <w:semiHidden/>
    <w:qFormat/>
    <w:uiPriority w:val="0"/>
    <w:pPr>
      <w:spacing w:line="360" w:lineRule="auto"/>
      <w:ind w:firstLine="200" w:firstLineChars="200"/>
    </w:pPr>
    <w:rPr>
      <w:rFonts w:hAnsi="宋体" w:eastAsia="仿宋_GB2312"/>
    </w:rPr>
  </w:style>
  <w:style w:type="paragraph" w:customStyle="1" w:styleId="78">
    <w:name w:val="14讲义题目来源、题目说明"/>
    <w:next w:val="79"/>
    <w:link w:val="167"/>
    <w:semiHidden/>
    <w:qFormat/>
    <w:uiPriority w:val="0"/>
    <w:pPr>
      <w:spacing w:line="300" w:lineRule="auto"/>
      <w:jc w:val="both"/>
      <w:textAlignment w:val="center"/>
    </w:pPr>
    <w:rPr>
      <w:rFonts w:ascii="Times New Roman" w:hAnsi="Times New Roman" w:eastAsia="宋体" w:cs="Times New Roman"/>
      <w:color w:val="0000FF"/>
      <w:lang w:val="en-US" w:eastAsia="zh-CN" w:bidi="ar-SA"/>
    </w:rPr>
  </w:style>
  <w:style w:type="paragraph" w:customStyle="1" w:styleId="79">
    <w:name w:val="14讲义题目、选项、请开始答题"/>
    <w:link w:val="168"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80">
    <w:name w:val="14讲义题目答案和解析"/>
    <w:next w:val="1"/>
    <w:link w:val="169"/>
    <w:semiHidden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color w:val="FF0000"/>
      <w:sz w:val="21"/>
      <w:szCs w:val="21"/>
      <w:lang w:val="en-US" w:eastAsia="zh-CN" w:bidi="ar-SA"/>
    </w:rPr>
  </w:style>
  <w:style w:type="paragraph" w:customStyle="1" w:styleId="81">
    <w:name w:val="2014讲义 考情分析"/>
    <w:basedOn w:val="1"/>
    <w:semiHidden/>
    <w:qFormat/>
    <w:uiPriority w:val="0"/>
    <w:pPr>
      <w:keepNext/>
      <w:keepLines/>
      <w:spacing w:beforeLines="50" w:afterLines="50" w:line="480" w:lineRule="auto"/>
      <w:jc w:val="center"/>
      <w:textAlignment w:val="center"/>
    </w:pPr>
    <w:rPr>
      <w:rFonts w:eastAsia="楷体_GB2312"/>
      <w:b/>
      <w:bCs/>
      <w:sz w:val="30"/>
      <w:szCs w:val="32"/>
    </w:rPr>
  </w:style>
  <w:style w:type="paragraph" w:customStyle="1" w:styleId="82">
    <w:name w:val="2014讲义 题型说明"/>
    <w:next w:val="79"/>
    <w:qFormat/>
    <w:uiPriority w:val="0"/>
    <w:pPr>
      <w:spacing w:beforeLines="100" w:line="300" w:lineRule="auto"/>
      <w:ind w:firstLine="200" w:firstLineChars="200"/>
      <w:jc w:val="both"/>
      <w:outlineLvl w:val="1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83">
    <w:name w:val="2014讲义 题前说明"/>
    <w:basedOn w:val="82"/>
    <w:semiHidden/>
    <w:qFormat/>
    <w:uiPriority w:val="0"/>
    <w:pPr>
      <w:outlineLvl w:val="9"/>
    </w:pPr>
  </w:style>
  <w:style w:type="paragraph" w:customStyle="1" w:styleId="84">
    <w:name w:val="2014讲义 共？题共分？钟"/>
    <w:basedOn w:val="4"/>
    <w:next w:val="82"/>
    <w:semiHidden/>
    <w:qFormat/>
    <w:uiPriority w:val="0"/>
    <w:pPr>
      <w:spacing w:beforeLines="50" w:beforeAutospacing="0" w:afterLines="50" w:afterAutospacing="0"/>
      <w:outlineLvl w:val="9"/>
    </w:pPr>
    <w:rPr>
      <w:rFonts w:ascii="Times New Roman" w:eastAsia="宋体"/>
      <w:b/>
      <w:sz w:val="21"/>
    </w:rPr>
  </w:style>
  <w:style w:type="paragraph" w:customStyle="1" w:styleId="85">
    <w:name w:val="2014讲义 第？部分"/>
    <w:basedOn w:val="3"/>
    <w:next w:val="84"/>
    <w:semiHidden/>
    <w:qFormat/>
    <w:uiPriority w:val="0"/>
    <w:pPr>
      <w:spacing w:beforeLines="100" w:afterLines="100"/>
    </w:pPr>
    <w:rPr>
      <w:sz w:val="28"/>
    </w:rPr>
  </w:style>
  <w:style w:type="paragraph" w:customStyle="1" w:styleId="86">
    <w:name w:val="2014讲义 考情分析正文"/>
    <w:basedOn w:val="79"/>
    <w:semiHidden/>
    <w:qFormat/>
    <w:uiPriority w:val="0"/>
    <w:rPr>
      <w:rFonts w:eastAsia="楷体_GB2312"/>
    </w:rPr>
  </w:style>
  <w:style w:type="paragraph" w:customStyle="1" w:styleId="87">
    <w:name w:val="14讲义1级标题 部分、篇"/>
    <w:basedOn w:val="1"/>
    <w:link w:val="170"/>
    <w:semiHidden/>
    <w:qFormat/>
    <w:uiPriority w:val="0"/>
    <w:pPr>
      <w:spacing w:beforeLines="50" w:afterLines="50" w:line="600" w:lineRule="auto"/>
      <w:jc w:val="center"/>
      <w:outlineLvl w:val="0"/>
    </w:pPr>
    <w:rPr>
      <w:rFonts w:ascii="黑体" w:eastAsia="黑体"/>
      <w:sz w:val="44"/>
      <w:szCs w:val="44"/>
    </w:rPr>
  </w:style>
  <w:style w:type="paragraph" w:customStyle="1" w:styleId="88">
    <w:name w:val="14讲义2级标题 章"/>
    <w:basedOn w:val="1"/>
    <w:link w:val="171"/>
    <w:semiHidden/>
    <w:qFormat/>
    <w:uiPriority w:val="0"/>
    <w:pPr>
      <w:spacing w:beforeLines="50" w:afterLines="50" w:line="600" w:lineRule="auto"/>
      <w:jc w:val="center"/>
      <w:outlineLvl w:val="1"/>
    </w:pPr>
    <w:rPr>
      <w:rFonts w:ascii="黑体" w:eastAsia="黑体"/>
      <w:sz w:val="32"/>
      <w:szCs w:val="32"/>
    </w:rPr>
  </w:style>
  <w:style w:type="paragraph" w:customStyle="1" w:styleId="89">
    <w:name w:val="14讲义3级标题 节"/>
    <w:basedOn w:val="1"/>
    <w:link w:val="172"/>
    <w:semiHidden/>
    <w:qFormat/>
    <w:uiPriority w:val="0"/>
    <w:pPr>
      <w:spacing w:beforeLines="50" w:afterLines="50" w:line="480" w:lineRule="auto"/>
      <w:jc w:val="center"/>
      <w:outlineLvl w:val="2"/>
    </w:pPr>
    <w:rPr>
      <w:rFonts w:ascii="黑体" w:eastAsia="黑体"/>
      <w:sz w:val="30"/>
      <w:szCs w:val="30"/>
    </w:rPr>
  </w:style>
  <w:style w:type="paragraph" w:customStyle="1" w:styleId="90">
    <w:name w:val="14讲义4级标题 一、"/>
    <w:basedOn w:val="1"/>
    <w:link w:val="173"/>
    <w:semiHidden/>
    <w:qFormat/>
    <w:uiPriority w:val="0"/>
    <w:pPr>
      <w:spacing w:line="240" w:lineRule="auto"/>
      <w:outlineLvl w:val="3"/>
    </w:pPr>
    <w:rPr>
      <w:rFonts w:ascii="黑体" w:eastAsia="黑体"/>
      <w:sz w:val="28"/>
      <w:szCs w:val="28"/>
    </w:rPr>
  </w:style>
  <w:style w:type="paragraph" w:customStyle="1" w:styleId="91">
    <w:name w:val="14讲义5级标题 （五）"/>
    <w:basedOn w:val="1"/>
    <w:link w:val="174"/>
    <w:semiHidden/>
    <w:qFormat/>
    <w:uiPriority w:val="0"/>
    <w:pPr>
      <w:spacing w:line="240" w:lineRule="auto"/>
      <w:ind w:firstLine="200" w:firstLineChars="200"/>
      <w:outlineLvl w:val="4"/>
    </w:pPr>
    <w:rPr>
      <w:rFonts w:ascii="黑体" w:eastAsia="黑体"/>
      <w:sz w:val="24"/>
    </w:rPr>
  </w:style>
  <w:style w:type="paragraph" w:customStyle="1" w:styleId="92">
    <w:name w:val="14讲义6级标题 1．"/>
    <w:basedOn w:val="1"/>
    <w:link w:val="175"/>
    <w:semiHidden/>
    <w:qFormat/>
    <w:uiPriority w:val="0"/>
    <w:pPr>
      <w:ind w:firstLine="200" w:firstLineChars="200"/>
      <w:outlineLvl w:val="5"/>
    </w:pPr>
  </w:style>
  <w:style w:type="paragraph" w:customStyle="1" w:styleId="93">
    <w:name w:val="14讲义7级标题 （1）"/>
    <w:basedOn w:val="1"/>
    <w:link w:val="176"/>
    <w:semiHidden/>
    <w:qFormat/>
    <w:uiPriority w:val="0"/>
    <w:pPr>
      <w:ind w:firstLine="200" w:firstLineChars="200"/>
      <w:outlineLvl w:val="6"/>
    </w:pPr>
  </w:style>
  <w:style w:type="paragraph" w:customStyle="1" w:styleId="94">
    <w:name w:val="14讲义8级标题 ①"/>
    <w:basedOn w:val="1"/>
    <w:link w:val="177"/>
    <w:semiHidden/>
    <w:qFormat/>
    <w:uiPriority w:val="0"/>
    <w:pPr>
      <w:ind w:firstLine="200" w:firstLineChars="200"/>
      <w:outlineLvl w:val="7"/>
    </w:pPr>
  </w:style>
  <w:style w:type="paragraph" w:customStyle="1" w:styleId="95">
    <w:name w:val="2014讲义 正文"/>
    <w:basedOn w:val="1"/>
    <w:link w:val="178"/>
    <w:semiHidden/>
    <w:qFormat/>
    <w:uiPriority w:val="0"/>
    <w:pPr>
      <w:ind w:firstLine="420" w:firstLineChars="200"/>
    </w:pPr>
  </w:style>
  <w:style w:type="paragraph" w:customStyle="1" w:styleId="96">
    <w:name w:val="2014讲义 表题"/>
    <w:basedOn w:val="1"/>
    <w:link w:val="179"/>
    <w:semiHidden/>
    <w:qFormat/>
    <w:uiPriority w:val="0"/>
    <w:pPr>
      <w:adjustRightInd w:val="0"/>
      <w:snapToGrid w:val="0"/>
      <w:spacing w:line="336" w:lineRule="auto"/>
      <w:jc w:val="center"/>
    </w:pPr>
    <w:rPr>
      <w:rFonts w:ascii="宋体" w:hAnsi="宋体"/>
      <w:sz w:val="18"/>
      <w:szCs w:val="18"/>
    </w:rPr>
  </w:style>
  <w:style w:type="paragraph" w:customStyle="1" w:styleId="97">
    <w:name w:val="2014讲义 图题"/>
    <w:basedOn w:val="95"/>
    <w:link w:val="180"/>
    <w:semiHidden/>
    <w:qFormat/>
    <w:uiPriority w:val="0"/>
    <w:pPr>
      <w:ind w:firstLine="360"/>
      <w:jc w:val="center"/>
    </w:pPr>
    <w:rPr>
      <w:sz w:val="18"/>
      <w:szCs w:val="18"/>
    </w:rPr>
  </w:style>
  <w:style w:type="paragraph" w:customStyle="1" w:styleId="98">
    <w:name w:val="2014讲义目录标题  目  录"/>
    <w:next w:val="17"/>
    <w:semiHidden/>
    <w:qFormat/>
    <w:uiPriority w:val="0"/>
    <w:pPr>
      <w:spacing w:beforeLines="50" w:afterLines="100" w:line="360" w:lineRule="auto"/>
      <w:jc w:val="center"/>
    </w:pPr>
    <w:rPr>
      <w:rFonts w:ascii="Times New Roman" w:hAnsi="Times New Roman" w:eastAsia="方正大标宋简体" w:cs="Times New Roman"/>
      <w:kern w:val="2"/>
      <w:sz w:val="48"/>
      <w:szCs w:val="32"/>
      <w:lang w:val="en-US" w:eastAsia="zh-CN" w:bidi="ar-SA"/>
    </w:rPr>
  </w:style>
  <w:style w:type="paragraph" w:customStyle="1" w:styleId="99">
    <w:name w:val="W-？、题前说明"/>
    <w:basedOn w:val="76"/>
    <w:semiHidden/>
    <w:qFormat/>
    <w:uiPriority w:val="0"/>
    <w:pPr>
      <w:outlineLvl w:val="9"/>
    </w:pPr>
  </w:style>
  <w:style w:type="paragraph" w:customStyle="1" w:styleId="100">
    <w:name w:val="W-讲义7级1）"/>
    <w:basedOn w:val="1"/>
    <w:semiHidden/>
    <w:qFormat/>
    <w:uiPriority w:val="0"/>
    <w:pPr>
      <w:widowControl/>
      <w:spacing w:line="240" w:lineRule="auto"/>
      <w:ind w:firstLine="200" w:firstLineChars="200"/>
      <w:textAlignment w:val="center"/>
    </w:pPr>
    <w:rPr>
      <w:kern w:val="0"/>
      <w:szCs w:val="22"/>
    </w:rPr>
  </w:style>
  <w:style w:type="paragraph" w:customStyle="1" w:styleId="101">
    <w:name w:val="首行悬挂"/>
    <w:basedOn w:val="1"/>
    <w:link w:val="181"/>
    <w:semiHidden/>
    <w:qFormat/>
    <w:uiPriority w:val="0"/>
    <w:pPr>
      <w:ind w:left="210" w:hanging="210" w:hangingChars="100"/>
    </w:pPr>
    <w:rPr>
      <w:kern w:val="0"/>
      <w:sz w:val="20"/>
      <w:szCs w:val="20"/>
    </w:rPr>
  </w:style>
  <w:style w:type="paragraph" w:customStyle="1" w:styleId="102">
    <w:name w:val="蓝色悬挂"/>
    <w:basedOn w:val="1"/>
    <w:semiHidden/>
    <w:qFormat/>
    <w:uiPriority w:val="0"/>
    <w:rPr>
      <w:color w:val="0000FF"/>
      <w:szCs w:val="20"/>
    </w:rPr>
  </w:style>
  <w:style w:type="paragraph" w:customStyle="1" w:styleId="103">
    <w:name w:val="蓝色答案悬挂"/>
    <w:basedOn w:val="1"/>
    <w:semiHidden/>
    <w:qFormat/>
    <w:uiPriority w:val="0"/>
    <w:pPr>
      <w:ind w:left="420" w:hanging="420" w:hangingChars="200"/>
    </w:pPr>
    <w:rPr>
      <w:color w:val="0000FF"/>
      <w:szCs w:val="20"/>
    </w:rPr>
  </w:style>
  <w:style w:type="paragraph" w:customStyle="1" w:styleId="104">
    <w:name w:val="W-题前说明"/>
    <w:basedOn w:val="76"/>
    <w:semiHidden/>
    <w:qFormat/>
    <w:uiPriority w:val="0"/>
    <w:pPr>
      <w:outlineLvl w:val="9"/>
    </w:pPr>
  </w:style>
  <w:style w:type="paragraph" w:customStyle="1" w:styleId="105">
    <w:name w:val="p15"/>
    <w:basedOn w:val="1"/>
    <w:semiHidden/>
    <w:qFormat/>
    <w:uiPriority w:val="0"/>
    <w:pPr>
      <w:widowControl/>
      <w:ind w:firstLine="420"/>
    </w:pPr>
    <w:rPr>
      <w:kern w:val="0"/>
      <w:szCs w:val="21"/>
    </w:rPr>
  </w:style>
  <w:style w:type="paragraph" w:customStyle="1" w:styleId="106">
    <w:name w:val="W-试题"/>
    <w:basedOn w:val="1"/>
    <w:semiHidden/>
    <w:qFormat/>
    <w:uiPriority w:val="0"/>
    <w:pPr>
      <w:tabs>
        <w:tab w:val="left" w:pos="2100"/>
        <w:tab w:val="left" w:pos="3780"/>
        <w:tab w:val="left" w:pos="5460"/>
      </w:tabs>
      <w:ind w:firstLine="200" w:firstLineChars="200"/>
    </w:pPr>
  </w:style>
  <w:style w:type="paragraph" w:customStyle="1" w:styleId="107">
    <w:name w:val="TOC 标题1"/>
    <w:basedOn w:val="3"/>
    <w:next w:val="1"/>
    <w:link w:val="189"/>
    <w:semiHidden/>
    <w:qFormat/>
    <w:uiPriority w:val="99"/>
    <w:pPr>
      <w:keepNext/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customStyle="1" w:styleId="108">
    <w:name w:val="017讲义1级标题 篇"/>
    <w:basedOn w:val="109"/>
    <w:link w:val="190"/>
    <w:semiHidden/>
    <w:qFormat/>
    <w:uiPriority w:val="0"/>
  </w:style>
  <w:style w:type="paragraph" w:customStyle="1" w:styleId="109">
    <w:name w:val="017试卷 题前说明"/>
    <w:basedOn w:val="43"/>
    <w:link w:val="216"/>
    <w:qFormat/>
    <w:uiPriority w:val="0"/>
    <w:pPr>
      <w:spacing w:before="312"/>
      <w:ind w:firstLine="422"/>
    </w:pPr>
  </w:style>
  <w:style w:type="paragraph" w:customStyle="1" w:styleId="110">
    <w:name w:val="017讲义2级标题 章"/>
    <w:basedOn w:val="4"/>
    <w:link w:val="191"/>
    <w:semiHidden/>
    <w:qFormat/>
    <w:uiPriority w:val="0"/>
    <w:pPr>
      <w:spacing w:beforeLines="50" w:beforeAutospacing="0" w:afterLines="50" w:afterAutospacing="0" w:line="240" w:lineRule="auto"/>
      <w:textAlignment w:val="center"/>
    </w:pPr>
    <w:rPr>
      <w:rFonts w:ascii="Times New Roman" w:eastAsia="方正粗宋简体"/>
      <w:sz w:val="32"/>
      <w:szCs w:val="29"/>
    </w:rPr>
  </w:style>
  <w:style w:type="paragraph" w:customStyle="1" w:styleId="111">
    <w:name w:val="017讲义3级标题 节"/>
    <w:basedOn w:val="5"/>
    <w:link w:val="192"/>
    <w:semiHidden/>
    <w:qFormat/>
    <w:uiPriority w:val="0"/>
    <w:pPr>
      <w:spacing w:beforeLines="100" w:beforeAutospacing="0" w:afterLines="100" w:afterAutospacing="0"/>
      <w:textAlignment w:val="center"/>
    </w:pPr>
    <w:rPr>
      <w:sz w:val="29"/>
      <w:szCs w:val="27"/>
    </w:rPr>
  </w:style>
  <w:style w:type="paragraph" w:customStyle="1" w:styleId="112">
    <w:name w:val="017讲义4级标题 一、"/>
    <w:basedOn w:val="6"/>
    <w:link w:val="193"/>
    <w:semiHidden/>
    <w:qFormat/>
    <w:uiPriority w:val="0"/>
    <w:pPr>
      <w:spacing w:beforeLines="50" w:afterLines="50" w:line="240" w:lineRule="auto"/>
      <w:jc w:val="left"/>
      <w:textAlignment w:val="center"/>
    </w:pPr>
    <w:rPr>
      <w:rFonts w:ascii="Times New Roman" w:hAnsi="Times New Roman"/>
      <w:b w:val="0"/>
      <w:sz w:val="25"/>
      <w:szCs w:val="25"/>
    </w:rPr>
  </w:style>
  <w:style w:type="paragraph" w:customStyle="1" w:styleId="113">
    <w:name w:val="017讲义5级标题 （一）"/>
    <w:basedOn w:val="7"/>
    <w:link w:val="194"/>
    <w:semiHidden/>
    <w:qFormat/>
    <w:uiPriority w:val="0"/>
    <w:pPr>
      <w:spacing w:beforeLines="20" w:afterLines="20" w:line="240" w:lineRule="auto"/>
      <w:ind w:firstLine="200" w:firstLineChars="200"/>
      <w:jc w:val="left"/>
      <w:textAlignment w:val="center"/>
    </w:pPr>
    <w:rPr>
      <w:rFonts w:eastAsia="方正小标宋简体"/>
      <w:b w:val="0"/>
      <w:sz w:val="23"/>
      <w:szCs w:val="23"/>
    </w:rPr>
  </w:style>
  <w:style w:type="paragraph" w:customStyle="1" w:styleId="114">
    <w:name w:val="017讲义题目、选项、请开始答题"/>
    <w:link w:val="195"/>
    <w:semiHidden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115">
    <w:name w:val="017试卷 答案及解析"/>
    <w:next w:val="1"/>
    <w:link w:val="196"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color w:val="FF0000"/>
      <w:sz w:val="21"/>
      <w:szCs w:val="21"/>
      <w:lang w:val="en-US" w:eastAsia="zh-CN" w:bidi="ar-SA"/>
    </w:rPr>
  </w:style>
  <w:style w:type="paragraph" w:customStyle="1" w:styleId="116">
    <w:name w:val="017讲义图片"/>
    <w:basedOn w:val="1"/>
    <w:link w:val="197"/>
    <w:semiHidden/>
    <w:qFormat/>
    <w:uiPriority w:val="0"/>
    <w:pPr>
      <w:widowControl/>
      <w:jc w:val="center"/>
    </w:pPr>
    <w:rPr>
      <w:kern w:val="0"/>
      <w:szCs w:val="21"/>
    </w:rPr>
  </w:style>
  <w:style w:type="paragraph" w:customStyle="1" w:styleId="117">
    <w:name w:val="一"/>
    <w:basedOn w:val="1"/>
    <w:link w:val="198"/>
    <w:semiHidden/>
    <w:qFormat/>
    <w:uiPriority w:val="0"/>
    <w:pPr>
      <w:keepNext/>
      <w:keepLines/>
      <w:adjustRightInd w:val="0"/>
      <w:snapToGrid w:val="0"/>
      <w:spacing w:beforeLines="100" w:after="50" w:line="240" w:lineRule="auto"/>
      <w:outlineLvl w:val="3"/>
    </w:pPr>
    <w:rPr>
      <w:rFonts w:ascii="方正大黑简体" w:hAnsi="Arial" w:eastAsia="方正大黑简体"/>
      <w:b/>
      <w:sz w:val="28"/>
      <w:szCs w:val="20"/>
    </w:rPr>
  </w:style>
  <w:style w:type="paragraph" w:customStyle="1" w:styleId="118">
    <w:name w:val="列出段落1"/>
    <w:basedOn w:val="1"/>
    <w:semiHidden/>
    <w:qFormat/>
    <w:uiPriority w:val="0"/>
    <w:pPr>
      <w:spacing w:line="240" w:lineRule="auto"/>
      <w:ind w:firstLine="420" w:firstLineChars="200"/>
    </w:pPr>
  </w:style>
  <w:style w:type="paragraph" w:customStyle="1" w:styleId="119">
    <w:name w:val="题目"/>
    <w:link w:val="199"/>
    <w:semiHidden/>
    <w:qFormat/>
    <w:uiPriority w:val="0"/>
    <w:pPr>
      <w:ind w:firstLine="720" w:firstLineChars="200"/>
    </w:pPr>
    <w:rPr>
      <w:rFonts w:ascii="Times New Roman" w:hAnsi="Times New Roman" w:eastAsia="宋体" w:cs="Times New Roman"/>
      <w:szCs w:val="22"/>
      <w:lang w:val="en-US" w:eastAsia="zh-CN" w:bidi="ar-SA"/>
    </w:rPr>
  </w:style>
  <w:style w:type="paragraph" w:customStyle="1" w:styleId="120">
    <w:name w:val="部分"/>
    <w:basedOn w:val="4"/>
    <w:semiHidden/>
    <w:qFormat/>
    <w:uiPriority w:val="0"/>
    <w:pPr>
      <w:keepNext/>
      <w:keepLines/>
      <w:widowControl w:val="0"/>
      <w:adjustRightInd w:val="0"/>
      <w:snapToGrid w:val="0"/>
      <w:spacing w:beforeLines="50" w:beforeAutospacing="0" w:afterLines="50" w:afterAutospacing="0" w:line="360" w:lineRule="auto"/>
    </w:pPr>
    <w:rPr>
      <w:rFonts w:eastAsia="方正韵动粗黑简体"/>
      <w:kern w:val="2"/>
      <w:sz w:val="60"/>
    </w:rPr>
  </w:style>
  <w:style w:type="paragraph" w:customStyle="1" w:styleId="121">
    <w:name w:val="章"/>
    <w:basedOn w:val="56"/>
    <w:link w:val="200"/>
    <w:semiHidden/>
    <w:qFormat/>
    <w:uiPriority w:val="0"/>
    <w:pPr>
      <w:spacing w:before="312" w:after="312" w:line="360" w:lineRule="auto"/>
      <w:textAlignment w:val="auto"/>
    </w:pPr>
    <w:rPr>
      <w:rFonts w:ascii="方正大黑简体" w:eastAsia="方正大黑简体"/>
      <w:sz w:val="48"/>
      <w:szCs w:val="48"/>
    </w:rPr>
  </w:style>
  <w:style w:type="paragraph" w:customStyle="1" w:styleId="122">
    <w:name w:val="TOC 标题2"/>
    <w:basedOn w:val="3"/>
    <w:next w:val="1"/>
    <w:semiHidden/>
    <w:qFormat/>
    <w:uiPriority w:val="39"/>
    <w:pPr>
      <w:keepNext/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123">
    <w:name w:val="列出段落2"/>
    <w:basedOn w:val="1"/>
    <w:semiHidden/>
    <w:qFormat/>
    <w:uiPriority w:val="34"/>
    <w:pPr>
      <w:spacing w:line="240" w:lineRule="auto"/>
      <w:ind w:firstLine="420" w:firstLineChars="200"/>
    </w:pPr>
    <w:rPr>
      <w:rFonts w:ascii="Calibri" w:hAnsi="Calibri"/>
      <w:szCs w:val="22"/>
    </w:rPr>
  </w:style>
  <w:style w:type="paragraph" w:customStyle="1" w:styleId="124">
    <w:name w:val="TOC 标题3"/>
    <w:basedOn w:val="3"/>
    <w:next w:val="1"/>
    <w:semiHidden/>
    <w:qFormat/>
    <w:uiPriority w:val="39"/>
    <w:pPr>
      <w:keepNext/>
      <w:keepLines/>
      <w:spacing w:before="480" w:line="276" w:lineRule="auto"/>
      <w:jc w:val="left"/>
      <w:outlineLvl w:val="9"/>
    </w:pPr>
    <w:rPr>
      <w:rFonts w:ascii="Cambria" w:hAnsi="Cambria" w:cs="黑体"/>
      <w:b/>
      <w:bCs/>
      <w:color w:val="365F90"/>
      <w:sz w:val="28"/>
      <w:szCs w:val="28"/>
    </w:rPr>
  </w:style>
  <w:style w:type="paragraph" w:customStyle="1" w:styleId="125">
    <w:name w:val="017讲义题目来源、题目说明"/>
    <w:next w:val="1"/>
    <w:link w:val="206"/>
    <w:semiHidden/>
    <w:qFormat/>
    <w:uiPriority w:val="0"/>
    <w:pPr>
      <w:spacing w:line="300" w:lineRule="auto"/>
      <w:jc w:val="both"/>
    </w:pPr>
    <w:rPr>
      <w:rFonts w:ascii="Times New Roman" w:hAnsi="Times New Roman" w:eastAsia="宋体" w:cs="Times New Roman"/>
      <w:color w:val="0000FF"/>
      <w:lang w:val="en-US" w:eastAsia="zh-CN" w:bidi="ar-SA"/>
    </w:rPr>
  </w:style>
  <w:style w:type="paragraph" w:customStyle="1" w:styleId="126">
    <w:name w:val="0第五部分"/>
    <w:basedOn w:val="1"/>
    <w:semiHidden/>
    <w:qFormat/>
    <w:uiPriority w:val="0"/>
    <w:pPr>
      <w:keepNext/>
      <w:keepLines/>
      <w:spacing w:beforeLines="100" w:after="100" w:line="240" w:lineRule="auto"/>
      <w:jc w:val="center"/>
      <w:outlineLvl w:val="0"/>
    </w:pPr>
    <w:rPr>
      <w:rFonts w:eastAsia="黑体" w:cs="宋体"/>
      <w:sz w:val="28"/>
      <w:szCs w:val="20"/>
    </w:rPr>
  </w:style>
  <w:style w:type="paragraph" w:customStyle="1" w:styleId="127">
    <w:name w:val="0参考时限"/>
    <w:basedOn w:val="1"/>
    <w:semiHidden/>
    <w:qFormat/>
    <w:uiPriority w:val="0"/>
    <w:pPr>
      <w:spacing w:afterLines="150" w:line="240" w:lineRule="auto"/>
      <w:jc w:val="center"/>
    </w:pPr>
    <w:rPr>
      <w:rFonts w:eastAsia="黑体" w:cs="宋体"/>
      <w:szCs w:val="20"/>
    </w:rPr>
  </w:style>
  <w:style w:type="paragraph" w:customStyle="1" w:styleId="128">
    <w:name w:val="0题前说明"/>
    <w:basedOn w:val="1"/>
    <w:semiHidden/>
    <w:qFormat/>
    <w:uiPriority w:val="0"/>
    <w:pPr>
      <w:widowControl/>
      <w:spacing w:beforeLines="100" w:line="240" w:lineRule="auto"/>
      <w:ind w:firstLine="422" w:firstLineChars="200"/>
    </w:pPr>
    <w:rPr>
      <w:rFonts w:eastAsia="黑体" w:cs="宋体"/>
      <w:b/>
      <w:bCs/>
      <w:kern w:val="0"/>
      <w:szCs w:val="20"/>
    </w:rPr>
  </w:style>
  <w:style w:type="paragraph" w:customStyle="1" w:styleId="129">
    <w:name w:val="0正文"/>
    <w:basedOn w:val="1"/>
    <w:link w:val="221"/>
    <w:semiHidden/>
    <w:qFormat/>
    <w:uiPriority w:val="0"/>
    <w:pPr>
      <w:spacing w:line="360" w:lineRule="auto"/>
      <w:ind w:firstLine="420" w:firstLineChars="200"/>
    </w:pPr>
    <w:rPr>
      <w:rFonts w:hAnsi="宋体" w:eastAsia="仿宋_GB2312" w:cs="宋体"/>
      <w:szCs w:val="20"/>
    </w:rPr>
  </w:style>
  <w:style w:type="paragraph" w:customStyle="1" w:styleId="130">
    <w:name w:val="0表题"/>
    <w:basedOn w:val="1"/>
    <w:link w:val="219"/>
    <w:semiHidden/>
    <w:qFormat/>
    <w:uiPriority w:val="0"/>
    <w:pPr>
      <w:spacing w:line="360" w:lineRule="auto"/>
      <w:jc w:val="center"/>
    </w:pPr>
    <w:rPr>
      <w:rFonts w:ascii="仿宋_GB2312" w:hAnsi="宋体" w:eastAsia="仿宋_GB2312" w:cs="宋体"/>
      <w:b/>
      <w:bCs/>
      <w:szCs w:val="20"/>
    </w:rPr>
  </w:style>
  <w:style w:type="paragraph" w:customStyle="1" w:styleId="131">
    <w:name w:val="0题干"/>
    <w:basedOn w:val="1"/>
    <w:semiHidden/>
    <w:qFormat/>
    <w:uiPriority w:val="0"/>
    <w:pPr>
      <w:widowControl/>
      <w:spacing w:line="360" w:lineRule="auto"/>
      <w:ind w:left="525" w:hanging="525" w:hangingChars="250"/>
    </w:pPr>
    <w:rPr>
      <w:rFonts w:eastAsia="仿宋_GB2312" w:cs="宋体"/>
      <w:kern w:val="0"/>
      <w:szCs w:val="20"/>
    </w:rPr>
  </w:style>
  <w:style w:type="paragraph" w:customStyle="1" w:styleId="132">
    <w:name w:val="0选项"/>
    <w:basedOn w:val="1"/>
    <w:semiHidden/>
    <w:qFormat/>
    <w:uiPriority w:val="0"/>
    <w:pPr>
      <w:widowControl/>
      <w:spacing w:line="360" w:lineRule="auto"/>
      <w:ind w:left="735" w:leftChars="250" w:hanging="210" w:hangingChars="100"/>
    </w:pPr>
    <w:rPr>
      <w:rFonts w:eastAsia="仿宋_GB2312" w:cs="宋体"/>
      <w:kern w:val="0"/>
      <w:szCs w:val="20"/>
    </w:rPr>
  </w:style>
  <w:style w:type="paragraph" w:customStyle="1" w:styleId="133">
    <w:name w:val="017试卷 第？部分"/>
    <w:basedOn w:val="45"/>
    <w:link w:val="211"/>
    <w:qFormat/>
    <w:uiPriority w:val="0"/>
    <w:pPr>
      <w:spacing w:before="312"/>
    </w:pPr>
  </w:style>
  <w:style w:type="paragraph" w:customStyle="1" w:styleId="134">
    <w:name w:val="017试卷 第？题 参考时限？分钟"/>
    <w:basedOn w:val="44"/>
    <w:link w:val="213"/>
    <w:qFormat/>
    <w:uiPriority w:val="0"/>
    <w:pPr>
      <w:spacing w:after="468"/>
    </w:pPr>
  </w:style>
  <w:style w:type="paragraph" w:customStyle="1" w:styleId="135">
    <w:name w:val="017试卷 题干（第一个回车前）"/>
    <w:basedOn w:val="131"/>
    <w:qFormat/>
    <w:uiPriority w:val="0"/>
    <w:pPr>
      <w:ind w:left="0" w:hanging="527"/>
    </w:pPr>
  </w:style>
  <w:style w:type="paragraph" w:customStyle="1" w:styleId="136">
    <w:name w:val="017试卷 选项（以及题干第一个回车后）"/>
    <w:basedOn w:val="132"/>
    <w:qFormat/>
    <w:uiPriority w:val="0"/>
    <w:pPr>
      <w:ind w:left="250"/>
    </w:pPr>
  </w:style>
  <w:style w:type="paragraph" w:customStyle="1" w:styleId="137">
    <w:name w:val="017试卷 注释"/>
    <w:basedOn w:val="129"/>
    <w:qFormat/>
    <w:uiPriority w:val="0"/>
    <w:pPr>
      <w:ind w:firstLine="360"/>
    </w:pPr>
    <w:rPr>
      <w:sz w:val="18"/>
    </w:rPr>
  </w:style>
  <w:style w:type="paragraph" w:customStyle="1" w:styleId="138">
    <w:name w:val="017试卷 表内标题"/>
    <w:basedOn w:val="1"/>
    <w:link w:val="217"/>
    <w:qFormat/>
    <w:uiPriority w:val="0"/>
    <w:pPr>
      <w:widowControl/>
      <w:spacing w:line="240" w:lineRule="auto"/>
      <w:jc w:val="center"/>
      <w:textAlignment w:val="center"/>
    </w:pPr>
    <w:rPr>
      <w:rFonts w:eastAsia="楷体_GB2312"/>
      <w:b/>
      <w:sz w:val="18"/>
      <w:szCs w:val="18"/>
    </w:rPr>
  </w:style>
  <w:style w:type="paragraph" w:customStyle="1" w:styleId="139">
    <w:name w:val="017试卷 表内正文"/>
    <w:basedOn w:val="1"/>
    <w:link w:val="218"/>
    <w:qFormat/>
    <w:uiPriority w:val="0"/>
    <w:pPr>
      <w:widowControl/>
      <w:jc w:val="center"/>
    </w:pPr>
    <w:rPr>
      <w:rFonts w:eastAsia="楷体_GB2312"/>
      <w:kern w:val="0"/>
      <w:sz w:val="18"/>
      <w:szCs w:val="18"/>
    </w:rPr>
  </w:style>
  <w:style w:type="paragraph" w:customStyle="1" w:styleId="140">
    <w:name w:val="017试卷 图（表）题"/>
    <w:basedOn w:val="130"/>
    <w:link w:val="220"/>
    <w:qFormat/>
    <w:uiPriority w:val="0"/>
    <w:rPr>
      <w:rFonts w:ascii="Times New Roman" w:hAnsi="Times New Roman" w:cs="Times New Roman"/>
    </w:rPr>
  </w:style>
  <w:style w:type="paragraph" w:customStyle="1" w:styleId="141">
    <w:name w:val="017试卷 题型说明"/>
    <w:basedOn w:val="42"/>
    <w:qFormat/>
    <w:uiPriority w:val="99"/>
    <w:pPr>
      <w:spacing w:before="312" w:after="312"/>
      <w:ind w:firstLine="422"/>
    </w:pPr>
    <w:rPr>
      <w:rFonts w:cs="宋体"/>
      <w:bCs/>
      <w:szCs w:val="20"/>
    </w:rPr>
  </w:style>
  <w:style w:type="paragraph" w:customStyle="1" w:styleId="142">
    <w:name w:val="017试卷 “请开始答题”五字"/>
    <w:basedOn w:val="36"/>
    <w:qFormat/>
    <w:uiPriority w:val="0"/>
    <w:pPr>
      <w:spacing w:before="312"/>
    </w:pPr>
    <w:rPr>
      <w:rFonts w:cs="宋体"/>
      <w:bCs/>
      <w:szCs w:val="20"/>
    </w:rPr>
  </w:style>
  <w:style w:type="paragraph" w:customStyle="1" w:styleId="143">
    <w:name w:val="017试卷 结束语"/>
    <w:basedOn w:val="37"/>
    <w:qFormat/>
    <w:uiPriority w:val="0"/>
    <w:rPr>
      <w:rFonts w:ascii="宋体" w:hAnsi="宋体"/>
    </w:rPr>
  </w:style>
  <w:style w:type="paragraph" w:customStyle="1" w:styleId="144">
    <w:name w:val="017试卷 图形及表格"/>
    <w:basedOn w:val="1"/>
    <w:qFormat/>
    <w:uiPriority w:val="0"/>
    <w:pPr>
      <w:jc w:val="center"/>
    </w:pPr>
    <w:rPr>
      <w:rFonts w:cs="宋体"/>
      <w:szCs w:val="20"/>
    </w:rPr>
  </w:style>
  <w:style w:type="paragraph" w:customStyle="1" w:styleId="145">
    <w:name w:val="017试卷 题目材料"/>
    <w:basedOn w:val="129"/>
    <w:link w:val="222"/>
    <w:qFormat/>
    <w:uiPriority w:val="0"/>
  </w:style>
  <w:style w:type="paragraph" w:customStyle="1" w:styleId="146">
    <w:name w:val="样式 方正小标宋_GBK (符号) 黑体 小二 居中 首行缩进:  1.18 字符"/>
    <w:basedOn w:val="1"/>
    <w:qFormat/>
    <w:uiPriority w:val="0"/>
    <w:pPr>
      <w:spacing w:beforeLines="100" w:afterLines="50" w:line="360" w:lineRule="auto"/>
      <w:ind w:firstLine="118" w:firstLineChars="118"/>
      <w:jc w:val="center"/>
    </w:pPr>
    <w:rPr>
      <w:rFonts w:ascii="方正小标宋_GBK" w:hAnsi="黑体" w:eastAsia="方正小标宋_GBK" w:cs="宋体"/>
      <w:sz w:val="36"/>
      <w:szCs w:val="20"/>
    </w:rPr>
  </w:style>
  <w:style w:type="character" w:customStyle="1" w:styleId="147">
    <w:name w:val="标题 1 Char"/>
    <w:link w:val="3"/>
    <w:semiHidden/>
    <w:qFormat/>
    <w:uiPriority w:val="0"/>
  </w:style>
  <w:style w:type="character" w:customStyle="1" w:styleId="148">
    <w:name w:val="标题 2 Char"/>
    <w:link w:val="4"/>
    <w:semiHidden/>
    <w:qFormat/>
    <w:uiPriority w:val="0"/>
    <w:rPr>
      <w:rFonts w:ascii="黑体" w:eastAsia="黑体"/>
      <w:sz w:val="36"/>
      <w:szCs w:val="36"/>
    </w:rPr>
  </w:style>
  <w:style w:type="character" w:customStyle="1" w:styleId="149">
    <w:name w:val="标题 3 Char"/>
    <w:link w:val="5"/>
    <w:semiHidden/>
    <w:qFormat/>
    <w:uiPriority w:val="0"/>
    <w:rPr>
      <w:rFonts w:eastAsia="黑体"/>
      <w:bCs/>
      <w:sz w:val="32"/>
      <w:szCs w:val="32"/>
    </w:rPr>
  </w:style>
  <w:style w:type="character" w:customStyle="1" w:styleId="150">
    <w:name w:val="标题 4 Char"/>
    <w:link w:val="6"/>
    <w:semiHidden/>
    <w:qFormat/>
    <w:uiPriority w:val="0"/>
    <w:rPr>
      <w:rFonts w:ascii="Arial" w:hAnsi="Arial" w:eastAsia="黑体"/>
      <w:b/>
      <w:bCs/>
      <w:sz w:val="28"/>
      <w:szCs w:val="28"/>
    </w:rPr>
  </w:style>
  <w:style w:type="character" w:customStyle="1" w:styleId="151">
    <w:name w:val="标题 5 Char"/>
    <w:link w:val="7"/>
    <w:semiHidden/>
    <w:qFormat/>
    <w:uiPriority w:val="0"/>
    <w:rPr>
      <w:b/>
      <w:bCs/>
      <w:sz w:val="28"/>
      <w:szCs w:val="28"/>
    </w:rPr>
  </w:style>
  <w:style w:type="character" w:customStyle="1" w:styleId="152">
    <w:name w:val="标题 6 Char"/>
    <w:link w:val="8"/>
    <w:semiHidden/>
    <w:qFormat/>
    <w:uiPriority w:val="0"/>
    <w:rPr>
      <w:rFonts w:ascii="Arial" w:hAnsi="Arial" w:eastAsia="黑体"/>
      <w:b/>
      <w:bCs/>
      <w:sz w:val="24"/>
    </w:rPr>
  </w:style>
  <w:style w:type="character" w:customStyle="1" w:styleId="153">
    <w:name w:val="文档结构图 Char"/>
    <w:basedOn w:val="24"/>
    <w:link w:val="11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154">
    <w:name w:val="页眉 Char"/>
    <w:basedOn w:val="24"/>
    <w:link w:val="16"/>
    <w:qFormat/>
    <w:uiPriority w:val="0"/>
    <w:rPr>
      <w:kern w:val="2"/>
      <w:sz w:val="18"/>
      <w:szCs w:val="18"/>
    </w:rPr>
  </w:style>
  <w:style w:type="character" w:customStyle="1" w:styleId="155">
    <w:name w:val="H-5级标题 （一） Char"/>
    <w:link w:val="30"/>
    <w:semiHidden/>
    <w:qFormat/>
    <w:uiPriority w:val="0"/>
    <w:rPr>
      <w:rFonts w:eastAsia="黑体"/>
      <w:bCs/>
      <w:sz w:val="24"/>
      <w:szCs w:val="28"/>
    </w:rPr>
  </w:style>
  <w:style w:type="character" w:customStyle="1" w:styleId="156">
    <w:name w:val="W-题目来源、题目说明 Char"/>
    <w:link w:val="33"/>
    <w:semiHidden/>
    <w:qFormat/>
    <w:uiPriority w:val="0"/>
    <w:rPr>
      <w:color w:val="0000FF"/>
      <w:lang w:val="en-US" w:eastAsia="zh-CN" w:bidi="ar-SA"/>
    </w:rPr>
  </w:style>
  <w:style w:type="character" w:customStyle="1" w:styleId="157">
    <w:name w:val="H-4级标题 一、 Char"/>
    <w:link w:val="34"/>
    <w:semiHidden/>
    <w:qFormat/>
    <w:uiPriority w:val="0"/>
    <w:rPr>
      <w:rFonts w:eastAsia="黑体"/>
      <w:bCs/>
      <w:sz w:val="28"/>
      <w:szCs w:val="28"/>
    </w:rPr>
  </w:style>
  <w:style w:type="character" w:customStyle="1" w:styleId="158">
    <w:name w:val="W-讲义答案和解析 Char Char Char"/>
    <w:link w:val="35"/>
    <w:semiHidden/>
    <w:qFormat/>
    <w:uiPriority w:val="99"/>
    <w:rPr>
      <w:color w:val="FF0000"/>
      <w:szCs w:val="22"/>
      <w:lang w:bidi="ar-SA"/>
    </w:rPr>
  </w:style>
  <w:style w:type="character" w:customStyle="1" w:styleId="159">
    <w:name w:val="页脚 Char"/>
    <w:basedOn w:val="24"/>
    <w:link w:val="15"/>
    <w:semiHidden/>
    <w:qFormat/>
    <w:uiPriority w:val="99"/>
    <w:rPr>
      <w:kern w:val="2"/>
      <w:szCs w:val="24"/>
    </w:rPr>
  </w:style>
  <w:style w:type="character" w:customStyle="1" w:styleId="160">
    <w:name w:val="批注框文本 Char"/>
    <w:basedOn w:val="24"/>
    <w:link w:val="14"/>
    <w:semiHidden/>
    <w:qFormat/>
    <w:uiPriority w:val="99"/>
    <w:rPr>
      <w:kern w:val="2"/>
      <w:sz w:val="18"/>
      <w:szCs w:val="18"/>
    </w:rPr>
  </w:style>
  <w:style w:type="character" w:customStyle="1" w:styleId="161">
    <w:name w:val="W-讲义5级（一） Char Char"/>
    <w:link w:val="51"/>
    <w:semiHidden/>
    <w:qFormat/>
    <w:uiPriority w:val="0"/>
    <w:rPr>
      <w:b/>
      <w:bCs/>
      <w:sz w:val="24"/>
      <w:szCs w:val="28"/>
    </w:rPr>
  </w:style>
  <w:style w:type="character" w:customStyle="1" w:styleId="162">
    <w:name w:val="W-标题后说明信息和题目来源 Char Char"/>
    <w:link w:val="53"/>
    <w:semiHidden/>
    <w:qFormat/>
    <w:uiPriority w:val="0"/>
    <w:rPr>
      <w:color w:val="0000FF"/>
      <w:lang w:val="en-US" w:eastAsia="zh-CN" w:bidi="ar-SA"/>
    </w:rPr>
  </w:style>
  <w:style w:type="character" w:customStyle="1" w:styleId="163">
    <w:name w:val="W-讲义4级一、 Char Char"/>
    <w:link w:val="54"/>
    <w:semiHidden/>
    <w:qFormat/>
    <w:uiPriority w:val="99"/>
    <w:rPr>
      <w:b/>
      <w:kern w:val="2"/>
      <w:sz w:val="28"/>
      <w:szCs w:val="20"/>
    </w:rPr>
  </w:style>
  <w:style w:type="character" w:customStyle="1" w:styleId="164">
    <w:name w:val="讲义题目、选项{858D7CFB-ED40-4347-BF05-701D383B685F}"/>
    <w:link w:val="68"/>
    <w:semiHidden/>
    <w:qFormat/>
    <w:uiPriority w:val="0"/>
    <w:rPr>
      <w:sz w:val="21"/>
      <w:szCs w:val="21"/>
      <w:lang w:val="en-US" w:eastAsia="zh-CN" w:bidi="ar-SA"/>
    </w:rPr>
  </w:style>
  <w:style w:type="character" w:customStyle="1" w:styleId="165">
    <w:name w:val="请开始答题、题目、选项{858D7CFB-ED40-4347-BF05-701D383B685F}"/>
    <w:link w:val="72"/>
    <w:semiHidden/>
    <w:qFormat/>
    <w:uiPriority w:val="0"/>
    <w:rPr>
      <w:rFonts w:eastAsia="Times New Roman"/>
      <w:lang w:val="en-US" w:eastAsia="zh-CN" w:bidi="ar-SA"/>
    </w:rPr>
  </w:style>
  <w:style w:type="character" w:customStyle="1" w:styleId="166">
    <w:name w:val="W-请开始答题、题目、选项 Char Char"/>
    <w:link w:val="75"/>
    <w:qFormat/>
    <w:uiPriority w:val="0"/>
    <w:rPr>
      <w:szCs w:val="22"/>
      <w:lang w:bidi="ar-SA"/>
    </w:rPr>
  </w:style>
  <w:style w:type="character" w:customStyle="1" w:styleId="167">
    <w:name w:val="14讲义题目来源、题目说明 Char"/>
    <w:link w:val="78"/>
    <w:semiHidden/>
    <w:qFormat/>
    <w:uiPriority w:val="0"/>
    <w:rPr>
      <w:color w:val="0000FF"/>
      <w:lang w:val="en-US" w:eastAsia="zh-CN" w:bidi="ar-SA"/>
    </w:rPr>
  </w:style>
  <w:style w:type="character" w:customStyle="1" w:styleId="168">
    <w:name w:val="14讲义题目、选项、请开始答题 Char"/>
    <w:link w:val="79"/>
    <w:qFormat/>
    <w:uiPriority w:val="0"/>
    <w:rPr>
      <w:sz w:val="21"/>
      <w:szCs w:val="21"/>
      <w:lang w:val="en-US" w:eastAsia="zh-CN" w:bidi="ar-SA"/>
    </w:rPr>
  </w:style>
  <w:style w:type="character" w:customStyle="1" w:styleId="169">
    <w:name w:val="14讲义题目答案和解析 Char"/>
    <w:basedOn w:val="24"/>
    <w:link w:val="80"/>
    <w:semiHidden/>
    <w:qFormat/>
    <w:uiPriority w:val="0"/>
    <w:rPr>
      <w:color w:val="FF0000"/>
      <w:sz w:val="21"/>
      <w:szCs w:val="21"/>
      <w:lang w:val="en-US" w:eastAsia="zh-CN" w:bidi="ar-SA"/>
    </w:rPr>
  </w:style>
  <w:style w:type="character" w:customStyle="1" w:styleId="170">
    <w:name w:val="14讲义1级标题 部分、篇 Char"/>
    <w:basedOn w:val="24"/>
    <w:link w:val="87"/>
    <w:semiHidden/>
    <w:qFormat/>
    <w:uiPriority w:val="0"/>
    <w:rPr>
      <w:rFonts w:ascii="黑体" w:eastAsia="黑体"/>
      <w:kern w:val="2"/>
      <w:sz w:val="44"/>
      <w:szCs w:val="44"/>
    </w:rPr>
  </w:style>
  <w:style w:type="character" w:customStyle="1" w:styleId="171">
    <w:name w:val="14讲义2级标题 章 Char"/>
    <w:basedOn w:val="24"/>
    <w:link w:val="88"/>
    <w:semiHidden/>
    <w:qFormat/>
    <w:uiPriority w:val="0"/>
    <w:rPr>
      <w:rFonts w:ascii="黑体" w:eastAsia="黑体"/>
      <w:kern w:val="2"/>
      <w:sz w:val="32"/>
      <w:szCs w:val="32"/>
    </w:rPr>
  </w:style>
  <w:style w:type="character" w:customStyle="1" w:styleId="172">
    <w:name w:val="14讲义3级标题 节 Char"/>
    <w:basedOn w:val="24"/>
    <w:link w:val="89"/>
    <w:semiHidden/>
    <w:qFormat/>
    <w:uiPriority w:val="0"/>
    <w:rPr>
      <w:rFonts w:ascii="黑体" w:eastAsia="黑体"/>
      <w:kern w:val="2"/>
      <w:sz w:val="30"/>
      <w:szCs w:val="30"/>
    </w:rPr>
  </w:style>
  <w:style w:type="character" w:customStyle="1" w:styleId="173">
    <w:name w:val="14讲义4级标题 一、 Char"/>
    <w:basedOn w:val="24"/>
    <w:link w:val="90"/>
    <w:semiHidden/>
    <w:qFormat/>
    <w:uiPriority w:val="0"/>
    <w:rPr>
      <w:rFonts w:ascii="黑体" w:eastAsia="黑体"/>
      <w:kern w:val="2"/>
      <w:sz w:val="28"/>
      <w:szCs w:val="28"/>
    </w:rPr>
  </w:style>
  <w:style w:type="character" w:customStyle="1" w:styleId="174">
    <w:name w:val="14讲义5级标题 （五） Char"/>
    <w:basedOn w:val="24"/>
    <w:link w:val="91"/>
    <w:semiHidden/>
    <w:qFormat/>
    <w:uiPriority w:val="0"/>
    <w:rPr>
      <w:rFonts w:ascii="黑体" w:eastAsia="黑体"/>
      <w:kern w:val="2"/>
      <w:sz w:val="24"/>
      <w:szCs w:val="24"/>
    </w:rPr>
  </w:style>
  <w:style w:type="character" w:customStyle="1" w:styleId="175">
    <w:name w:val="14讲义6级标题 1． Char"/>
    <w:basedOn w:val="24"/>
    <w:link w:val="92"/>
    <w:semiHidden/>
    <w:qFormat/>
    <w:uiPriority w:val="0"/>
    <w:rPr>
      <w:kern w:val="2"/>
      <w:szCs w:val="24"/>
    </w:rPr>
  </w:style>
  <w:style w:type="character" w:customStyle="1" w:styleId="176">
    <w:name w:val="14讲义7级标题 （1） Char"/>
    <w:basedOn w:val="24"/>
    <w:link w:val="93"/>
    <w:semiHidden/>
    <w:qFormat/>
    <w:uiPriority w:val="0"/>
    <w:rPr>
      <w:kern w:val="2"/>
      <w:szCs w:val="24"/>
    </w:rPr>
  </w:style>
  <w:style w:type="character" w:customStyle="1" w:styleId="177">
    <w:name w:val="14讲义8级标题 ① Char"/>
    <w:basedOn w:val="24"/>
    <w:link w:val="94"/>
    <w:semiHidden/>
    <w:qFormat/>
    <w:uiPriority w:val="0"/>
    <w:rPr>
      <w:kern w:val="2"/>
      <w:szCs w:val="24"/>
    </w:rPr>
  </w:style>
  <w:style w:type="character" w:customStyle="1" w:styleId="178">
    <w:name w:val="2014讲义 正文 Char"/>
    <w:basedOn w:val="24"/>
    <w:link w:val="95"/>
    <w:semiHidden/>
    <w:qFormat/>
    <w:uiPriority w:val="0"/>
    <w:rPr>
      <w:kern w:val="2"/>
      <w:szCs w:val="24"/>
    </w:rPr>
  </w:style>
  <w:style w:type="character" w:customStyle="1" w:styleId="179">
    <w:name w:val="2014讲义 表题 Char"/>
    <w:basedOn w:val="24"/>
    <w:link w:val="96"/>
    <w:semiHidden/>
    <w:qFormat/>
    <w:uiPriority w:val="0"/>
    <w:rPr>
      <w:rFonts w:ascii="宋体" w:hAnsi="宋体" w:eastAsia="宋体"/>
      <w:kern w:val="2"/>
      <w:sz w:val="18"/>
      <w:szCs w:val="18"/>
    </w:rPr>
  </w:style>
  <w:style w:type="character" w:customStyle="1" w:styleId="180">
    <w:name w:val="2014讲义 图题 Char"/>
    <w:basedOn w:val="178"/>
    <w:link w:val="97"/>
    <w:semiHidden/>
    <w:qFormat/>
    <w:uiPriority w:val="0"/>
    <w:rPr>
      <w:kern w:val="2"/>
      <w:sz w:val="18"/>
      <w:szCs w:val="18"/>
    </w:rPr>
  </w:style>
  <w:style w:type="character" w:customStyle="1" w:styleId="181">
    <w:name w:val="首行悬挂 Char"/>
    <w:link w:val="101"/>
    <w:semiHidden/>
    <w:qFormat/>
    <w:uiPriority w:val="0"/>
    <w:rPr>
      <w:sz w:val="20"/>
      <w:szCs w:val="20"/>
    </w:rPr>
  </w:style>
  <w:style w:type="character" w:customStyle="1" w:styleId="182">
    <w:name w:val="正文文本 Char"/>
    <w:basedOn w:val="24"/>
    <w:link w:val="12"/>
    <w:semiHidden/>
    <w:qFormat/>
    <w:uiPriority w:val="0"/>
    <w:rPr>
      <w:kern w:val="2"/>
      <w:szCs w:val="24"/>
    </w:rPr>
  </w:style>
  <w:style w:type="character" w:customStyle="1" w:styleId="183">
    <w:name w:val="正文首行缩进 Char"/>
    <w:basedOn w:val="182"/>
    <w:link w:val="21"/>
    <w:semiHidden/>
    <w:qFormat/>
    <w:uiPriority w:val="0"/>
    <w:rPr>
      <w:kern w:val="2"/>
      <w:szCs w:val="20"/>
    </w:rPr>
  </w:style>
  <w:style w:type="character" w:customStyle="1" w:styleId="184">
    <w:name w:val="15"/>
    <w:semiHidden/>
    <w:qFormat/>
    <w:uiPriority w:val="0"/>
    <w:rPr>
      <w:rFonts w:hint="default" w:ascii="Times New Roman" w:hAnsi="Times New Roman" w:cs="Times New Roman"/>
      <w:b/>
      <w:bCs/>
    </w:rPr>
  </w:style>
  <w:style w:type="character" w:customStyle="1" w:styleId="185">
    <w:name w:val="讲义题目、选项[858D7CFB-ED40-4347-BF05-701D383B685F]2"/>
    <w:semiHidden/>
    <w:qFormat/>
    <w:uiPriority w:val="0"/>
    <w:rPr>
      <w:sz w:val="21"/>
    </w:rPr>
  </w:style>
  <w:style w:type="character" w:customStyle="1" w:styleId="186">
    <w:name w:val="W-讲义答案和解析 Char Char"/>
    <w:semiHidden/>
    <w:qFormat/>
    <w:uiPriority w:val="0"/>
    <w:rPr>
      <w:color w:val="FF0000"/>
      <w:sz w:val="21"/>
      <w:szCs w:val="21"/>
      <w:lang w:bidi="ar-SA"/>
    </w:rPr>
  </w:style>
  <w:style w:type="character" w:customStyle="1" w:styleId="187">
    <w:name w:val="请开始答题、题目、选项 Char Char"/>
    <w:semiHidden/>
    <w:qFormat/>
    <w:uiPriority w:val="0"/>
    <w:rPr>
      <w:sz w:val="21"/>
    </w:rPr>
  </w:style>
  <w:style w:type="character" w:customStyle="1" w:styleId="188">
    <w:name w:val="W-标题后说明信息和题目来源 Char"/>
    <w:semiHidden/>
    <w:qFormat/>
    <w:uiPriority w:val="0"/>
    <w:rPr>
      <w:color w:val="0000FF"/>
      <w:sz w:val="21"/>
      <w:lang w:val="en-US" w:eastAsia="zh-CN" w:bidi="ar-SA"/>
    </w:rPr>
  </w:style>
  <w:style w:type="character" w:customStyle="1" w:styleId="189">
    <w:name w:val="TOC 标题1 Char"/>
    <w:basedOn w:val="147"/>
    <w:link w:val="107"/>
    <w:semiHidden/>
    <w:qFormat/>
    <w:uiPriority w:val="99"/>
    <w:rPr>
      <w:rFonts w:ascii="Cambria" w:hAnsi="Cambria"/>
      <w:bCs/>
      <w:color w:val="365F91"/>
      <w:sz w:val="28"/>
      <w:szCs w:val="28"/>
    </w:rPr>
  </w:style>
  <w:style w:type="character" w:customStyle="1" w:styleId="190">
    <w:name w:val="017讲义1级标题 篇 Char"/>
    <w:basedOn w:val="24"/>
    <w:link w:val="108"/>
    <w:semiHidden/>
    <w:qFormat/>
    <w:uiPriority w:val="0"/>
    <w:rPr>
      <w:rFonts w:eastAsia="黑体"/>
      <w:b/>
    </w:rPr>
  </w:style>
  <w:style w:type="character" w:customStyle="1" w:styleId="191">
    <w:name w:val="017讲义2级标题 章 Char"/>
    <w:basedOn w:val="24"/>
    <w:link w:val="110"/>
    <w:semiHidden/>
    <w:qFormat/>
    <w:uiPriority w:val="0"/>
    <w:rPr>
      <w:rFonts w:eastAsia="方正粗宋简体"/>
      <w:sz w:val="32"/>
      <w:szCs w:val="29"/>
    </w:rPr>
  </w:style>
  <w:style w:type="character" w:customStyle="1" w:styleId="192">
    <w:name w:val="017讲义3级标题 节 Char"/>
    <w:basedOn w:val="24"/>
    <w:link w:val="111"/>
    <w:semiHidden/>
    <w:qFormat/>
    <w:uiPriority w:val="0"/>
    <w:rPr>
      <w:rFonts w:eastAsia="黑体"/>
      <w:bCs/>
      <w:sz w:val="29"/>
      <w:szCs w:val="27"/>
    </w:rPr>
  </w:style>
  <w:style w:type="character" w:customStyle="1" w:styleId="193">
    <w:name w:val="017讲义4级标题 一、 Char"/>
    <w:basedOn w:val="24"/>
    <w:link w:val="112"/>
    <w:semiHidden/>
    <w:qFormat/>
    <w:uiPriority w:val="0"/>
    <w:rPr>
      <w:rFonts w:eastAsia="黑体"/>
      <w:bCs/>
      <w:sz w:val="25"/>
      <w:szCs w:val="25"/>
    </w:rPr>
  </w:style>
  <w:style w:type="character" w:customStyle="1" w:styleId="194">
    <w:name w:val="017讲义5级标题 （一） Char"/>
    <w:basedOn w:val="24"/>
    <w:link w:val="113"/>
    <w:semiHidden/>
    <w:qFormat/>
    <w:uiPriority w:val="0"/>
    <w:rPr>
      <w:rFonts w:eastAsia="方正小标宋简体"/>
      <w:bCs/>
      <w:sz w:val="23"/>
      <w:szCs w:val="23"/>
    </w:rPr>
  </w:style>
  <w:style w:type="character" w:customStyle="1" w:styleId="195">
    <w:name w:val="017讲义题目、选项、请开始答题 Char"/>
    <w:link w:val="114"/>
    <w:semiHidden/>
    <w:qFormat/>
    <w:uiPriority w:val="0"/>
    <w:rPr>
      <w:sz w:val="21"/>
      <w:szCs w:val="21"/>
      <w:lang w:val="en-US" w:eastAsia="zh-CN" w:bidi="ar-SA"/>
    </w:rPr>
  </w:style>
  <w:style w:type="character" w:customStyle="1" w:styleId="196">
    <w:name w:val="017试卷 答案及解析 Char"/>
    <w:basedOn w:val="24"/>
    <w:link w:val="115"/>
    <w:qFormat/>
    <w:uiPriority w:val="0"/>
    <w:rPr>
      <w:color w:val="FF0000"/>
      <w:sz w:val="21"/>
      <w:szCs w:val="21"/>
      <w:lang w:val="en-US" w:eastAsia="zh-CN" w:bidi="ar-SA"/>
    </w:rPr>
  </w:style>
  <w:style w:type="character" w:customStyle="1" w:styleId="197">
    <w:name w:val="017讲义图片 Char"/>
    <w:basedOn w:val="24"/>
    <w:link w:val="116"/>
    <w:semiHidden/>
    <w:qFormat/>
    <w:uiPriority w:val="0"/>
  </w:style>
  <w:style w:type="character" w:customStyle="1" w:styleId="198">
    <w:name w:val="一 Char Char"/>
    <w:link w:val="117"/>
    <w:semiHidden/>
    <w:qFormat/>
    <w:locked/>
    <w:uiPriority w:val="0"/>
    <w:rPr>
      <w:rFonts w:ascii="方正大黑简体" w:hAnsi="Arial" w:eastAsia="方正大黑简体"/>
      <w:b/>
      <w:kern w:val="2"/>
      <w:sz w:val="28"/>
      <w:szCs w:val="20"/>
    </w:rPr>
  </w:style>
  <w:style w:type="character" w:customStyle="1" w:styleId="199">
    <w:name w:val="题目[858D7CFB-ED40-4347-BF05-701D383B685F]"/>
    <w:link w:val="119"/>
    <w:semiHidden/>
    <w:qFormat/>
    <w:locked/>
    <w:uiPriority w:val="0"/>
    <w:rPr>
      <w:szCs w:val="22"/>
      <w:lang w:bidi="ar-SA"/>
    </w:rPr>
  </w:style>
  <w:style w:type="character" w:customStyle="1" w:styleId="200">
    <w:name w:val="章 Char"/>
    <w:basedOn w:val="201"/>
    <w:link w:val="121"/>
    <w:semiHidden/>
    <w:qFormat/>
    <w:uiPriority w:val="0"/>
    <w:rPr>
      <w:rFonts w:ascii="方正大黑简体" w:eastAsia="方正大黑简体"/>
      <w:kern w:val="2"/>
      <w:sz w:val="48"/>
      <w:szCs w:val="48"/>
    </w:rPr>
  </w:style>
  <w:style w:type="character" w:customStyle="1" w:styleId="201">
    <w:name w:val="W-讲义2级章 Char"/>
    <w:basedOn w:val="148"/>
    <w:link w:val="56"/>
    <w:semiHidden/>
    <w:qFormat/>
    <w:uiPriority w:val="99"/>
    <w:rPr>
      <w:rFonts w:ascii="黑体" w:eastAsia="黑体"/>
      <w:kern w:val="2"/>
      <w:sz w:val="36"/>
      <w:szCs w:val="36"/>
    </w:rPr>
  </w:style>
  <w:style w:type="character" w:customStyle="1" w:styleId="202">
    <w:name w:val="标题 7 Char"/>
    <w:basedOn w:val="24"/>
    <w:link w:val="9"/>
    <w:semiHidden/>
    <w:qFormat/>
    <w:uiPriority w:val="0"/>
    <w:rPr>
      <w:b/>
      <w:bCs/>
      <w:sz w:val="24"/>
      <w:szCs w:val="24"/>
    </w:rPr>
  </w:style>
  <w:style w:type="character" w:customStyle="1" w:styleId="203">
    <w:name w:val="标题 8 Char"/>
    <w:basedOn w:val="24"/>
    <w:link w:val="10"/>
    <w:semiHidden/>
    <w:qFormat/>
    <w:uiPriority w:val="0"/>
    <w:rPr>
      <w:rFonts w:ascii="Cambria" w:hAnsi="Cambria" w:eastAsia="宋体" w:cs="黑体"/>
      <w:sz w:val="24"/>
      <w:szCs w:val="24"/>
    </w:rPr>
  </w:style>
  <w:style w:type="character" w:customStyle="1" w:styleId="204">
    <w:name w:val="W-讲义1级部分 Char Char"/>
    <w:basedOn w:val="147"/>
    <w:link w:val="55"/>
    <w:semiHidden/>
    <w:qFormat/>
    <w:locked/>
    <w:uiPriority w:val="99"/>
    <w:rPr>
      <w:rFonts w:ascii="宋体" w:hAnsi="宋体"/>
      <w:b/>
      <w:kern w:val="2"/>
      <w:sz w:val="44"/>
      <w:szCs w:val="24"/>
    </w:rPr>
  </w:style>
  <w:style w:type="character" w:customStyle="1" w:styleId="205">
    <w:name w:val="W-讲义3级节 Char Char"/>
    <w:link w:val="57"/>
    <w:semiHidden/>
    <w:qFormat/>
    <w:locked/>
    <w:uiPriority w:val="0"/>
    <w:rPr>
      <w:rFonts w:eastAsia="黑体"/>
      <w:kern w:val="2"/>
      <w:sz w:val="32"/>
      <w:szCs w:val="20"/>
    </w:rPr>
  </w:style>
  <w:style w:type="character" w:customStyle="1" w:styleId="206">
    <w:name w:val="017讲义题目来源、题目说明 Char"/>
    <w:link w:val="125"/>
    <w:semiHidden/>
    <w:qFormat/>
    <w:locked/>
    <w:uiPriority w:val="0"/>
    <w:rPr>
      <w:color w:val="0000FF"/>
      <w:lang w:val="en-US" w:eastAsia="zh-CN" w:bidi="ar-SA"/>
    </w:rPr>
  </w:style>
  <w:style w:type="character" w:customStyle="1" w:styleId="207">
    <w:name w:val="题目 Char"/>
    <w:semiHidden/>
    <w:qFormat/>
    <w:uiPriority w:val="0"/>
  </w:style>
  <w:style w:type="character" w:customStyle="1" w:styleId="208">
    <w:name w:val="0表行标题"/>
    <w:basedOn w:val="24"/>
    <w:semiHidden/>
    <w:qFormat/>
    <w:uiPriority w:val="0"/>
    <w:rPr>
      <w:rFonts w:hint="eastAsia" w:ascii="仿宋_GB2312" w:hAnsi="仿宋_GB2312" w:eastAsia="仿宋_GB2312"/>
    </w:rPr>
  </w:style>
  <w:style w:type="character" w:customStyle="1" w:styleId="209">
    <w:name w:val="H-3级标题 节 Char"/>
    <w:basedOn w:val="149"/>
    <w:link w:val="40"/>
    <w:semiHidden/>
    <w:qFormat/>
    <w:uiPriority w:val="0"/>
    <w:rPr>
      <w:rFonts w:eastAsia="黑体"/>
      <w:sz w:val="30"/>
      <w:szCs w:val="32"/>
    </w:rPr>
  </w:style>
  <w:style w:type="character" w:customStyle="1" w:styleId="210">
    <w:name w:val="H-第？部分 Char"/>
    <w:basedOn w:val="209"/>
    <w:link w:val="45"/>
    <w:semiHidden/>
    <w:qFormat/>
    <w:uiPriority w:val="0"/>
    <w:rPr>
      <w:rFonts w:eastAsia="黑体"/>
      <w:sz w:val="28"/>
      <w:szCs w:val="32"/>
    </w:rPr>
  </w:style>
  <w:style w:type="character" w:customStyle="1" w:styleId="211">
    <w:name w:val="017试卷 第？部分 Char"/>
    <w:basedOn w:val="210"/>
    <w:link w:val="133"/>
    <w:qFormat/>
    <w:uiPriority w:val="0"/>
    <w:rPr>
      <w:rFonts w:eastAsia="黑体"/>
      <w:sz w:val="28"/>
      <w:szCs w:val="32"/>
    </w:rPr>
  </w:style>
  <w:style w:type="character" w:customStyle="1" w:styleId="212">
    <w:name w:val="H-共？题共分？钟 Char"/>
    <w:basedOn w:val="148"/>
    <w:link w:val="44"/>
    <w:semiHidden/>
    <w:qFormat/>
    <w:uiPriority w:val="0"/>
    <w:rPr>
      <w:rFonts w:ascii="黑体" w:eastAsia="黑体"/>
      <w:sz w:val="36"/>
      <w:szCs w:val="36"/>
    </w:rPr>
  </w:style>
  <w:style w:type="character" w:customStyle="1" w:styleId="213">
    <w:name w:val="017试卷 第？题 参考时限？分钟 Char"/>
    <w:basedOn w:val="212"/>
    <w:link w:val="134"/>
    <w:qFormat/>
    <w:uiPriority w:val="0"/>
    <w:rPr>
      <w:rFonts w:ascii="黑体" w:eastAsia="黑体"/>
      <w:sz w:val="36"/>
      <w:szCs w:val="36"/>
    </w:rPr>
  </w:style>
  <w:style w:type="character" w:customStyle="1" w:styleId="214">
    <w:name w:val="H-？、题型说明 Char"/>
    <w:basedOn w:val="24"/>
    <w:link w:val="42"/>
    <w:semiHidden/>
    <w:qFormat/>
    <w:uiPriority w:val="0"/>
    <w:rPr>
      <w:rFonts w:eastAsia="黑体"/>
      <w:b/>
      <w:sz w:val="21"/>
      <w:szCs w:val="21"/>
      <w:lang w:val="en-US" w:eastAsia="zh-CN" w:bidi="ar-SA"/>
    </w:rPr>
  </w:style>
  <w:style w:type="character" w:customStyle="1" w:styleId="215">
    <w:name w:val="H-？、题前说明 Char"/>
    <w:basedOn w:val="214"/>
    <w:link w:val="43"/>
    <w:semiHidden/>
    <w:qFormat/>
    <w:uiPriority w:val="0"/>
    <w:rPr>
      <w:rFonts w:eastAsia="黑体"/>
      <w:sz w:val="21"/>
      <w:szCs w:val="21"/>
      <w:lang w:val="en-US" w:eastAsia="zh-CN" w:bidi="ar-SA"/>
    </w:rPr>
  </w:style>
  <w:style w:type="character" w:customStyle="1" w:styleId="216">
    <w:name w:val="017试卷 题前说明 Char"/>
    <w:basedOn w:val="215"/>
    <w:link w:val="109"/>
    <w:qFormat/>
    <w:uiPriority w:val="0"/>
    <w:rPr>
      <w:rFonts w:eastAsia="黑体"/>
      <w:sz w:val="21"/>
      <w:szCs w:val="21"/>
      <w:lang w:val="en-US" w:eastAsia="zh-CN" w:bidi="ar-SA"/>
    </w:rPr>
  </w:style>
  <w:style w:type="character" w:customStyle="1" w:styleId="217">
    <w:name w:val="017试卷 表内标题 Char"/>
    <w:basedOn w:val="24"/>
    <w:link w:val="138"/>
    <w:qFormat/>
    <w:uiPriority w:val="0"/>
    <w:rPr>
      <w:rFonts w:eastAsia="楷体_GB2312"/>
      <w:b/>
      <w:kern w:val="2"/>
      <w:sz w:val="18"/>
      <w:szCs w:val="18"/>
    </w:rPr>
  </w:style>
  <w:style w:type="character" w:customStyle="1" w:styleId="218">
    <w:name w:val="017试卷 表内正文 Char"/>
    <w:basedOn w:val="24"/>
    <w:link w:val="139"/>
    <w:qFormat/>
    <w:uiPriority w:val="0"/>
    <w:rPr>
      <w:rFonts w:eastAsia="楷体_GB2312"/>
      <w:sz w:val="18"/>
      <w:szCs w:val="18"/>
    </w:rPr>
  </w:style>
  <w:style w:type="character" w:customStyle="1" w:styleId="219">
    <w:name w:val="0表题 Char"/>
    <w:basedOn w:val="24"/>
    <w:link w:val="130"/>
    <w:semiHidden/>
    <w:qFormat/>
    <w:uiPriority w:val="0"/>
    <w:rPr>
      <w:rFonts w:ascii="仿宋_GB2312" w:hAnsi="宋体" w:eastAsia="仿宋_GB2312" w:cs="宋体"/>
      <w:b/>
      <w:bCs/>
      <w:kern w:val="2"/>
      <w:szCs w:val="20"/>
    </w:rPr>
  </w:style>
  <w:style w:type="character" w:customStyle="1" w:styleId="220">
    <w:name w:val="017试卷 图（表）题 Char"/>
    <w:basedOn w:val="219"/>
    <w:link w:val="140"/>
    <w:qFormat/>
    <w:uiPriority w:val="0"/>
    <w:rPr>
      <w:rFonts w:ascii="仿宋_GB2312" w:hAnsi="宋体" w:eastAsia="仿宋_GB2312" w:cs="宋体"/>
      <w:kern w:val="2"/>
      <w:szCs w:val="20"/>
    </w:rPr>
  </w:style>
  <w:style w:type="character" w:customStyle="1" w:styleId="221">
    <w:name w:val="0正文 Char"/>
    <w:basedOn w:val="24"/>
    <w:link w:val="129"/>
    <w:semiHidden/>
    <w:qFormat/>
    <w:uiPriority w:val="0"/>
    <w:rPr>
      <w:rFonts w:hAnsi="宋体" w:eastAsia="仿宋_GB2312" w:cs="宋体"/>
      <w:kern w:val="2"/>
      <w:szCs w:val="20"/>
    </w:rPr>
  </w:style>
  <w:style w:type="character" w:customStyle="1" w:styleId="222">
    <w:name w:val="017试卷 题目材料 Char"/>
    <w:basedOn w:val="221"/>
    <w:link w:val="145"/>
    <w:qFormat/>
    <w:uiPriority w:val="0"/>
    <w:rPr>
      <w:rFonts w:hAnsi="宋体" w:eastAsia="仿宋_GB2312" w:cs="宋体"/>
      <w:kern w:val="2"/>
      <w:szCs w:val="20"/>
    </w:rPr>
  </w:style>
  <w:style w:type="paragraph" w:customStyle="1" w:styleId="223">
    <w:name w:val="017讲义题目答案和解析"/>
    <w:next w:val="1"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Theme="minorHAnsi" w:hAnsiTheme="minorHAnsi" w:eastAsiaTheme="minorEastAsia" w:cstheme="minorBidi"/>
      <w:color w:val="FF000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2014&#24180;&#20803;&#26086;&#20043;&#21518;&#26032;&#27169;&#26495;-131227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2014年元旦之后新模板-131227.dotx</Template>
  <Company>中公教育</Company>
  <Pages>8</Pages>
  <Words>998</Words>
  <Characters>5690</Characters>
  <Lines>47</Lines>
  <Paragraphs>13</Paragraphs>
  <TotalTime>1</TotalTime>
  <ScaleCrop>false</ScaleCrop>
  <LinksUpToDate>false</LinksUpToDate>
  <CharactersWithSpaces>6675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2019-03-25T00:49:00Z</dcterms:created>
  <dc:creator>Sky123.Org</dc:creator>
  <cp:lastModifiedBy>小朋友</cp:lastModifiedBy>
  <cp:lastPrinted>2016-10-28T01:14:00Z</cp:lastPrinted>
  <dcterms:modified xsi:type="dcterms:W3CDTF">2019-06-26T09:52:49Z</dcterms:modified>
  <dc:title>一 根据所给图表，回答下列问题。</dc:title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  <property fmtid="{D5CDD505-2E9C-101B-9397-08002B2CF9AE}" pid="3" name="KSORubyTemplateID" linkTarget="0">
    <vt:lpwstr>6</vt:lpwstr>
  </property>
</Properties>
</file>