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6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2019年执业药师资格考试</w:t>
      </w:r>
    </w:p>
    <w:p>
      <w:pPr>
        <w:jc w:val="center"/>
        <w:rPr>
          <w:rFonts w:hint="eastAsia" w:ascii="方正小标宋_GBK" w:hAnsi="黑体" w:eastAsia="方正小标宋_GBK" w:cs="宋体"/>
          <w:color w:val="000000" w:themeColor="text1"/>
          <w:kern w:val="2"/>
          <w:sz w:val="36"/>
          <w:szCs w:val="2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黑体" w:eastAsia="方正小标宋_GBK" w:cs="宋体"/>
          <w:color w:val="000000" w:themeColor="text1"/>
          <w:kern w:val="2"/>
          <w:sz w:val="36"/>
          <w:szCs w:val="20"/>
          <w:lang w:val="en-US" w:eastAsia="zh-CN" w:bidi="ar-SA"/>
          <w14:textFill>
            <w14:solidFill>
              <w14:schemeClr w14:val="tx1"/>
            </w14:solidFill>
          </w14:textFill>
        </w:rPr>
        <w:t>中药学综合知识与技能</w:t>
      </w:r>
    </w:p>
    <w:p>
      <w:pPr>
        <w:pStyle w:val="141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一、最佳选择题（共40题，每题1分。每题的备选项中只有一个最符合题意）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中医学中“证”的含义是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A.对疾病所表现症状的综合认识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B.对疾病症状与体征的分析过程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C.对疾病某一阶段的病理概括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D.对疾病症状与体征的调查过程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E.阴阳失调的表现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“壮水之主，以制阳光”是指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A.阳病治阴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B.阴病治阳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C.热者寒之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D.寒者热之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E.阳中求阴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赵某，女，40岁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平素畏寒，四肢不温。上述症状与气的功能关系最密切的是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A.防御功能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B.温煦作用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C.气化作用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D.推动作用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E.固摄作用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下列哪一项是“夺血者无汗”的理论依据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A.失血伤津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B.失血伤气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C.失血伤营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D.失血伤精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E.失血伤脉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经络系统中，气血运行的主要通道是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A.十二经脉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B.奇经八脉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C.十二经别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D.十五别络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E.十二经筋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根据《中国药典》“凡例”【贮藏】项下的规定，熔封的目的是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A.防止光直接照射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B.防止空气和异物进入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C.防止尘土及异物进入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D.防止风化、吸潮、挥发或异物进入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E.防止空气和水分的侵入并防止污染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我国第一本证候学专著是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A.《巢氏诸病源候论》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B.《神农本草经》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C.《伤寒论》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D.《黄帝内经》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E.《温疫论》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六淫中易侵犯人体上部和肌腠的外邪是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A.风邪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B.寒邪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C.湿邪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D.燥邪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E.暑邪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阴虚内热的舌象为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A.舌红绛苔灰而干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B.舌红绛苔黄腻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C.舌红绛苔黄而燥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D.舌红绛苔黑而干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E.舌红绛少苔或无苔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根据寸口脉分候脏腑，右尺候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心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胃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某男，46岁，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小便点滴不通，或量极少而短赤灼热，小腹胀满，口苦口黏。舌质红，苔黄腻，脉数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。应采用的治法为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A.补益心脾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益肾填精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清热利湿，通利小便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D.行瘀散结，通利水道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温补肾阳，化气行水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某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女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2岁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，咳嗽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5年，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干咳少痰，午后咳甚，伴五心烦热，颧红，舌红少苔，脉细数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。其证当属于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风寒犯肺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风热犯肺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痰热壅肺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燥邪伤肺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肺肾阴虚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可以引起血小板计数增多的疾病是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A.骨髓造血功能障碍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B.巨幼红细胞性贫血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C.各种急性白血病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D.过敏性紫癜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E.脾摘除或急性失血性贫血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某女，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岁，面部粟疹累累，色红，疼痛，伴口干渴、大便秘结，小便短赤。舌质红，苔薄黄，脉弦滑，治宜选用的方剂是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枇杷清肺饮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茵陈蒿汤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二陈汤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桃红四物汤加减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防风通圣丸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瘀血阻络之头痛的临床表现是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心烦易怒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连项背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痛如锥刺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口渴欲饮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E.烦躁易怒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某女，58岁。不寐，平时情志抑郁，胁肋胀痛，嗳气时作，医生辨为肝气郁结，治宜选用的中成药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A.朱砂安神丸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B.养血安神丸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C.解郁安神颗粒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D.天王补心丹   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E.柏子养心丸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岁。因鼻塞、流涕、喷嚏、咳嗽、头痛、恶寒、发热、全身不适、脉浮为特征就诊。可参考的西医疾病是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上呼吸道感染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性功能障碍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肾功能衰竭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肾病综合征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肾小球肾炎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患儿，半岁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近日不思乳食，呕吐乳片，嗳腐酸馊，脘腹胀满，疼痛拒按，大便酸臭，夜寐不安，手足心热。苔白厚腻，脉弦滑，治宜选用的方剂是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A.消乳丸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B.健脾丸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C.枳术丸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D.保和丸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E.二陈汤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某男，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鼻塞，涕黄稠而量多，嗅觉差，鼻黏膜红肿，可伴头痛，发热，汗出，胸闷，咳嗽，痰多。舌红苔黄，脉浮数。治宜选用的方剂是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鼻炎片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藿胆丸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泻白散合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辛夷清肺饮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珠黄散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鼻窦炎口服液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邓某，男，52岁，平索体弱。近日天气骤冷，受凉后出现恶寒发热，头身疼痛，倦怠乏力，鼻塞，咳嗽，咯痰无力，舌质淡，苔薄白，脉浮无力。首选方剂是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A.银翘散加减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B.参苏饮加减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C.桑菊饮加减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D.麻黄汤加减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E.桂枝汤加减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某男，4岁。面色萎黄，形体消瘦，神疲肢倦，不思乳食，腹满喜按，大便稀溏腥臭，舌淡，苔白，脉濡细，经医生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辨证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属脾虚夹积，宜选用的中成药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A.沉香化滞丸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健胃消食片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C.四磨汤口服液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保和颗粒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E.槟榔四消丸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某女，40岁。胸痛胸闷，胸肋胀满，心悸，唇舌紫暗，脉涩，宜选用的方剂是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A.补阳还五汤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血府逐瘀汤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C.瓜蒌薤白半夏汤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生脉散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E.乌头赤石脂丸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在中西药联用中与苯妥英钠同用，提高抗癫痫效果的中药是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A.石菖蒲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B.天麻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C.钩藤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D.石决明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E.何首乌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下列处方药名未注明炮制品种则给付生品的是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草乌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B.骨碎补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C.莱菔子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D.黄芩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E.黄精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处方中书写龙牡，应付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A.生龙骨、煨牡蛎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B.煅龙骨、煅牡蛎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C.炙龙骨、炙牡蛎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D.煨龙骨、煨牡蛎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E.煅龙骨、生牡蛎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蒙医理论中食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交替服的是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A.理气药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B.驱虫药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C.开胃药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D.镇静药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E.滋补药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密杂吉（气质）学说包括几种正常气质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A.九种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B.七种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C.八种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D.五种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E.六种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检查糖化血红蛋白最重要的临床意义在于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A.评价糖尿病控制程度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B.诊断糖尿病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C.判断贫血程度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D.鉴别各型糖尿病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E.判断高脂血症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9．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导致血清丙氨酸氨基转移酶（ALT）升高的疾病是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A.痢疾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B.溶血性黄疸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C.肝胆疾病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D.糖尿病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E.消化道溃疡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汤剂处方中对药物产地、炮制的特殊要求应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A.注明在药名之后上方，并加括号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B.在药名之前写出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C.在处方前记中标明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D.口头告知调剂人员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E.在处方后记中注明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岁，已妊娠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月，因关节痛就诊，医师处方时应禁用的中药是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A.川芎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B.丹参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C.麻黄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D.斑蝥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E.苍术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五加皮应放于斗架的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高层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中上层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下层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最低层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大药斗内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33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根据情志相胜法，可制约大怒的情志是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喜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思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悲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恐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惊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人体生长发育迟缓，与气的哪项功能减退相关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A.温煦作用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B.推动作用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C.防御作用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D.固摄作用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E.气化作用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某女，65岁。夜不能寐，虚烦不安，舌淡，苔薄少，脉细，医生诊断后开具安眠药处方。该患者适宜的服药时间是</w:t>
      </w:r>
    </w:p>
    <w:p>
      <w:pPr>
        <w:pStyle w:val="136"/>
        <w:tabs>
          <w:tab w:val="center" w:pos="1260"/>
          <w:tab w:val="center" w:pos="1680"/>
          <w:tab w:val="center" w:pos="2100"/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A.饭前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B.饭后</w:t>
      </w:r>
    </w:p>
    <w:p>
      <w:pPr>
        <w:pStyle w:val="136"/>
        <w:tabs>
          <w:tab w:val="center" w:pos="1260"/>
          <w:tab w:val="center" w:pos="1680"/>
          <w:tab w:val="center" w:pos="2100"/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C.睡前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D.空腹</w:t>
      </w:r>
    </w:p>
    <w:p>
      <w:pPr>
        <w:pStyle w:val="136"/>
        <w:tabs>
          <w:tab w:val="center" w:pos="1260"/>
          <w:tab w:val="center" w:pos="1680"/>
          <w:tab w:val="center" w:pos="2100"/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E.频服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鞣质广泛存在于各种植物中，一般分为缩合鞣质和可水解鞣质。研究表明，缩合鞣质的毒性较低，对肝脏无毒或只有轻度损害，而可水解鞣质的毒性较高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。其中，</w:t>
      </w:r>
      <w:r>
        <w:rPr>
          <w:rFonts w:ascii="Calibri" w:hAnsi="Calibri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极大量时可引起灶性肝细胞坏死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的中药是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A.黄药子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B.苍耳子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C.蓖麻子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五倍子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E.望江南子</w:t>
      </w:r>
    </w:p>
    <w:p>
      <w:pPr>
        <w:pStyle w:val="135"/>
        <w:tabs>
          <w:tab w:val="left" w:pos="420"/>
        </w:tabs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害虫繁殖的温度是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0%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～35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～45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D.7%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～35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E.7%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15%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中药饮片贮存过程中，易软化的饮片是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A.芒硝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B.薏苡仁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C.乳香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D.黄柏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E.五味子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39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关于饮片库房环境描述正确的是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A.环境密闭、阴凉及干燥、避免日光直晒，室温25℃以下，相对湿度75%以下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B.保持通风、阴凉及干燥、避免日光直晒，室温25℃以下，相对湿度75%以下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C.保持通风、阴凉及干燥、阳光充足，室温25℃以下，相对湿度75%以下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D.保持通风、阴凉及干燥、避免日光直晒，室温30℃以下，相对湿度75%以下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E.保持通风、阴凉及干燥、避免日光直晒，室温25℃以下，相对湿度80%以下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40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某男，42岁。因风湿、手足麻木前往医院就诊，医师辨证后处方：金毛狗脊15g、盐杜仲15g、川牛膝12g、宣木瓜12g、桑枝15g、威灵仙10g、秦艽15g、桑寄生10g、海风藤10g。处方中对饮片品质提出要求的是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A.盐杜仲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B.川牛膝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C.金毛狗脊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D.宣木瓜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E.秦艽</w:t>
      </w:r>
    </w:p>
    <w:p>
      <w:pPr>
        <w:pStyle w:val="14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二、配伍选择题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0题，每题1分。题目分为若干组，每组题目对应同一组备选项，备选项可重复选用，也可以不选用，每题只有1个备选项最符合题意）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[41～42]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B.脾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D.心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E.肾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根据中医藏象学说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主疏泄的脏是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主纳气的脏是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[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～4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A.肝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B.心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C.脾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D.肺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E.肾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根据中医藏象学说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主运化水液的脏是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主通调水道的脏是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主水的脏是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[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～4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A.胸闷气喘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B.胸闷刺痛</w:t>
      </w:r>
    </w:p>
    <w:p>
      <w:pPr>
        <w:pStyle w:val="136"/>
        <w:tabs>
          <w:tab w:val="left" w:pos="4620"/>
        </w:tabs>
        <w:ind w:left="735" w:hanging="210"/>
        <w:rPr>
          <w:rFonts w:eastAsia="宋体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cs="Calibri"/>
          <w:color w:val="000000" w:themeColor="text1"/>
          <w:kern w:val="2"/>
          <w:highlight w:val="none"/>
          <w:u w:val="none"/>
          <w14:textFill>
            <w14:solidFill>
              <w14:schemeClr w14:val="tx1"/>
            </w14:solidFill>
          </w14:textFill>
        </w:rPr>
        <w:t>心胸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憋闷</w:t>
      </w:r>
      <w:r>
        <w:rPr>
          <w:rFonts w:eastAsia="宋体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D.胸闷痰多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E.胸闷气短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心气不足者可见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心血瘀阻者可见</w:t>
      </w:r>
    </w:p>
    <w:p>
      <w:pPr>
        <w:pStyle w:val="135"/>
        <w:ind w:left="525" w:hanging="525"/>
        <w:rPr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Calibri"/>
          <w:color w:val="000000" w:themeColor="text1"/>
          <w:kern w:val="2"/>
          <w:highlight w:val="none"/>
          <w:u w:val="none"/>
          <w14:textFill>
            <w14:solidFill>
              <w14:schemeClr w14:val="tx1"/>
            </w14:solidFill>
          </w14:textFill>
        </w:rPr>
        <w:t>心阳虚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者可见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A.四肢抽搐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B.颧如红妆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C.喃喃自语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D.循衣摸床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E.哭笑无常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失神可见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假神可见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A.寒湿蕴脾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B.远血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C.近血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D.痢疾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E.肠中有湿热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根据望诊中，望大便的内容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大便稀溏如糜，色深黄而黏，多属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便稀薄如水样，夹有不消化食物，多属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先便后血，其色黑褐的是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A.痰湿阻肺证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B.痰热壅肺证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C.风寒束肺证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D.风热犯肺证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E.热邪壅肺证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咳嗽，痰多色白，质稠易咳，舌淡，苔白腻，脉滑，证属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咳嗽，咳痰黄稠而量多，胸闷，气喘息粗，小便短黄，大便秘结，舌红苔黄腻，脉滑数，证属</w:t>
      </w:r>
    </w:p>
    <w:p>
      <w:pPr>
        <w:pStyle w:val="135"/>
        <w:ind w:left="525" w:hanging="525"/>
        <w:rPr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[5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A.心可舒片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芪苈强心胶囊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丹蒌片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芪参胶囊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生脉饮</w:t>
      </w:r>
    </w:p>
    <w:p>
      <w:pPr>
        <w:pStyle w:val="135"/>
        <w:ind w:left="525" w:right="-420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心悸而痛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胸闷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甚则胸痛彻背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畏寒肢冷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气短汗出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腰酸肢肿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面色苍白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唇甲淡暗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根据患者症状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应选用的中成药为</w:t>
      </w:r>
    </w:p>
    <w:p>
      <w:pPr>
        <w:pStyle w:val="135"/>
        <w:ind w:left="525" w:right="-420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某女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胸闷痛如窒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痛有定处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形体肥胖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肢体沉重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纳呆痰多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舌色暗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苔浊腻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脉滑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或有结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根据患者症状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应选用的中成药为</w:t>
      </w:r>
    </w:p>
    <w:p>
      <w:pPr>
        <w:pStyle w:val="135"/>
        <w:ind w:left="525" w:right="-420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某男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9岁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胸闷隐痛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时作时止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心悸气短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倦怠懒言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头晕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失眠多梦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舌红少苔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脉弱而细数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根据患者症状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应选用的中成药为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[59～61]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头痛而眩，面红口苦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头痛不甚，气短乏力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头痛而胀，甚则头胀如裂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恶寒畏风，遇风尤剧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头痛经久不愈，痛处固定不移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59．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某男，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岁。平素性情急躁易怒，头痛半月余。辨证为肝阳上亢，其临床特点是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60．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某男，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岁。外感风寒而致头痛。辨证为风寒头痛，其临床特点是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某男，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岁。头部有外伤史。辨证为瘀血头痛，其临床特点是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A.包煎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B.先煎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C.冲服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D.后下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E.煎汤代水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中药处方中含有琥珀，正确的使用方法是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中药处方中含有葶苈子，正确的使用方法是</w:t>
      </w:r>
    </w:p>
    <w:p>
      <w:pPr>
        <w:pStyle w:val="135"/>
        <w:ind w:left="525" w:hanging="525"/>
        <w:rPr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64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A.六味地黄丸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B.龙胆泻肝汤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C.健固汤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D.完带汤</w:t>
      </w:r>
    </w:p>
    <w:p>
      <w:pPr>
        <w:pStyle w:val="136"/>
        <w:tabs>
          <w:tab w:val="center" w:pos="1260"/>
          <w:tab w:val="center" w:pos="1680"/>
          <w:tab w:val="center" w:pos="2100"/>
          <w:tab w:val="left" w:pos="4620"/>
        </w:tabs>
        <w:ind w:left="735"/>
        <w:rPr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E.补阳还五汤</w:t>
      </w:r>
    </w:p>
    <w:p>
      <w:pPr>
        <w:pStyle w:val="135"/>
        <w:ind w:left="525" w:right="-420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某女，48岁。绝经前后，头晕耳鸣，腰酸腿软，烘热汗出，五心烦热，失眠多梦，口燥咽干，月经周期紊乱。舌红苔少，脉</w:t>
      </w:r>
      <w:bookmarkStart w:id="1" w:name="_GoBack"/>
      <w:bookmarkEnd w:id="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细数。根据患者症状，应选用的方剂为</w:t>
      </w:r>
    </w:p>
    <w:p>
      <w:pPr>
        <w:pStyle w:val="135"/>
        <w:ind w:left="525" w:right="-420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某女，52岁。绝经前后，头晕耳鸣，腰酸膝软，腹冷阴坠，形寒肢冷，小便频数，带下量多，月经不调，倦怠乏力，精神萎靡，舌淡，苔白滑，脉沉细而迟。根据患者症状，应选用的方剂为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A.生磁石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B.降香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C.雷丸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D.葶苈子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E.羚羊角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宜包煎的饮片是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宜后下的饮片是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宜先煎的饮片是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宜另煎的饮片是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[70～72]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A.罂粟壳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B.蟾酥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C.砒石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D.水银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E.天仙子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毒性中药的药性峻烈，掌握其用法用量显得尤为重要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70．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6g</w:t>
      </w:r>
      <w:bookmarkStart w:id="0" w:name="OLE_LINK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，中毒表现为针尖样瞳孔的中药是</w:t>
      </w:r>
      <w:bookmarkEnd w:id="0"/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内服，用量0.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004g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中药是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只能外用的毒性中药是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74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A.花椒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B.灯心草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C.细辛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D.泽泻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E.大蒜</w:t>
      </w:r>
    </w:p>
    <w:p>
      <w:pPr>
        <w:pStyle w:val="136"/>
        <w:tabs>
          <w:tab w:val="left" w:pos="4620"/>
        </w:tabs>
        <w:bidi w:val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采用对抗贮存法养护中药时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73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可与冰片同贮的是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74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可与土鳖虫同贮的是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[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75～76]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A.淡盐水送服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B.蜂蜜冲水送服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C.黄酒或白酒送服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D.生姜、大枣煎汤送服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E.芦根汤送服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75．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服用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附子理中丸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为更好的发挥药效，宜选用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76．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处方跌打丸治疗瘀血肿痛，为更好的发挥药效，宜选用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～7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A.天仙子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砒石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C.闹羊花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D.红粉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E.雪上一支蒿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内服，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心脏病、心动过速、青光眼患者及孕妇禁用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的中药为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内服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004g，入丸散外用适量，研末撒、调敷或入膏药中贴之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不宜与水银同用；体虚及孕妇忌服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的中药为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内服研末，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12g，或浸酒外用适量，酒磨敷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服药期间，忌食生冷、豆类及牛羊肉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的中药为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A.淡盐水送服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B.蜂蜜冲水送服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C.黄酒或白酒送服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D.生姜、大枣煎汤送服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E.芦根汤送服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治疗便秘的中成药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的药引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治疗跌打损伤、风寒湿痹等证中成药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的药引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治疗外感风寒或脾胃虚寒之呕吐泄泻中成药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的药引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滋阴补肾的中成药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的药引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[8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依地酸二钠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烯丙吗啡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阿托品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苯巴比妥钠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二巯基丙醇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马钱子中毒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用什么药物解救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雄黄中毒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用什么药物解救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蟾酥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用什么药物解救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87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]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A.圣愈汤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B.逐瘀止崩汤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C.固冲汤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D.调肝汤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E.补肝汤</w:t>
      </w:r>
    </w:p>
    <w:p>
      <w:pPr>
        <w:pStyle w:val="135"/>
        <w:ind w:left="525" w:hanging="525"/>
        <w:rPr>
          <w:rFonts w:hint="default" w:eastAsia="仿宋-GB2312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87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患者经血非时而下，量多如崩，淋沥不断，色淡质稀，神疲体倦，气短懒言，四肢不温，面浮肢肿，舌淡胖，苔薄白，脉缓弱。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可选用的方剂是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88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患者经血非时而下，出血量多，淋沥不尽，色淡质稀，两目干涩，腰酸膝软，面色晦暗，舌淡暗，苔薄白，脉沉弱。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可选用的方剂是</w:t>
      </w:r>
    </w:p>
    <w:p>
      <w:pPr>
        <w:pStyle w:val="135"/>
        <w:ind w:left="525" w:hanging="525"/>
        <w:rPr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89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</w:t>
      </w:r>
      <w:r>
        <w:rPr>
          <w:rFonts w:ascii="宋体" w:hAnsi="宋体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经血非时而下，量多如崩，淋漓不断，色淡质稀，神疲体倦，气少懒言，面色无华，唇舌色淡，苔薄白，脉细弱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可选用的方剂是</w:t>
      </w:r>
    </w:p>
    <w:p>
      <w:pPr>
        <w:pStyle w:val="135"/>
        <w:ind w:left="525" w:hanging="525"/>
        <w:rPr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</w:t>
      </w:r>
      <w:r>
        <w:rPr>
          <w:rFonts w:ascii="宋体" w:hAnsi="宋体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经血非时而下，量多或少，淋漓不</w:t>
      </w:r>
      <w:r>
        <w:rPr>
          <w:rFonts w:hint="eastAsia" w:ascii="宋体" w:hAnsi="宋体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尽</w:t>
      </w:r>
      <w:r>
        <w:rPr>
          <w:rFonts w:ascii="宋体" w:hAnsi="宋体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，血色紫黯有块，小腹疼痛拒按，舌紫黯或有瘀点，脉涩或弦涩有力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可选用的方剂是</w:t>
      </w:r>
    </w:p>
    <w:p>
      <w:pPr>
        <w:pStyle w:val="14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三、综合分析选择题（共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题，每题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分。题目分为若干组，每组题目基于同一个临床情景、病例、实例或者案例的背景信息逐题展开。每题的备选项中，只有一个最佳答案）</w:t>
      </w:r>
    </w:p>
    <w:p>
      <w:pPr>
        <w:spacing w:line="360" w:lineRule="auto"/>
        <w:ind w:firstLine="420" w:firstLineChars="200"/>
        <w:jc w:val="center"/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（一）</w:t>
      </w:r>
    </w:p>
    <w:p>
      <w:pPr>
        <w:spacing w:line="360" w:lineRule="auto"/>
        <w:ind w:firstLine="420" w:firstLineChars="200"/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患者两天前受寒，出现恶寒发热、头身疼痛，鼻塞流涕，舌淡红，苔薄白，脉象轻取即得，重按稍减而不空，举之有余，如水上的漂木。根据脉诊的内容，回答以下问题。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91．</w:t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此脉应属于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浮脉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濡脉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芤脉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洪脉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虚脉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92．</w:t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其主病是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寒证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热证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表证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里证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痛证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93．</w:t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若脉象按之有力，则为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里寒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表虚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里实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里虚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表实</w:t>
      </w:r>
    </w:p>
    <w:p>
      <w:pPr>
        <w:pStyle w:val="145"/>
        <w:jc w:val="center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pStyle w:val="14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患者，女，29岁，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经期提前，经色紫红，质稠有块，经前乳房胀痛，烦躁易怒，口苦咽干，喜叹息。舌红，苔黄，脉弦数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根据其临床表现，中医</w:t>
      </w:r>
      <w:r>
        <w:rPr>
          <w:rFonts w:hint="eastAsia"/>
          <w:color w:val="000000" w:themeColor="text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辨证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为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A.肾气虚弱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B.肝经郁热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C.肝郁不舒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D.气滞血瘀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E.肾虚血少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该患者宜选用的方剂是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A.膈下逐瘀汤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B.固阴煎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C.归肾丸合四物汤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D.丹栀逍遥散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E.健固汤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该患者宜选用的中成药是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A.乌鸡白凤丸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B.女金丸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C.妇科调经片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D.调经活血片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E.加味逍遥丸</w:t>
      </w:r>
    </w:p>
    <w:p>
      <w:pPr>
        <w:spacing w:line="360" w:lineRule="auto"/>
        <w:ind w:firstLine="420" w:firstLineChars="200"/>
        <w:jc w:val="center"/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eastAsia="仿宋_GB2312" w:cs="宋体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20" w:firstLineChars="200"/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张某，男，每日</w:t>
      </w:r>
      <w:r>
        <w:rPr>
          <w:rFonts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黎明之前，脐腹作痛，肠鸣即泻，泻后则安，腹部喜温，形寒肢冷，腰膝酸软。舌淡苔白，脉沉细</w:t>
      </w:r>
      <w:r>
        <w:rPr>
          <w:rFonts w:hint="eastAsia" w:hAnsi="宋体" w:eastAsia="仿宋_GB2312" w:cs="宋体"/>
          <w:color w:val="000000" w:themeColor="text1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 w:cs="宋体"/>
          <w:color w:val="000000" w:themeColor="text1"/>
          <w:kern w:val="0"/>
          <w:szCs w:val="20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根据患者临床表现，中医辨证是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A.热结肠胃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湿热内蕴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脾胃气虚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脾肾阳虚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食伤肠胃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 w:cs="宋体"/>
          <w:color w:val="000000" w:themeColor="text1"/>
          <w:kern w:val="0"/>
          <w:szCs w:val="20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应用的方剂是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A.黄芪建中汤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B.四神丸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C.归脾汤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葛根芩连汤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E.保和丸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 w:cs="宋体"/>
          <w:color w:val="000000" w:themeColor="text1"/>
          <w:kern w:val="0"/>
          <w:szCs w:val="20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以上方剂中应用的补骨脂应付的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规格</w:t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清炒品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B.生品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C.盐炙品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D.醋制品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E.酒炒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品</w:t>
      </w:r>
    </w:p>
    <w:p>
      <w:pPr>
        <w:widowControl/>
        <w:spacing w:line="360" w:lineRule="auto"/>
        <w:ind w:left="525" w:hanging="525" w:hangingChars="25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宋体"/>
          <w:color w:val="000000" w:themeColor="text1"/>
          <w:kern w:val="0"/>
          <w:szCs w:val="20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应用的中成药是</w:t>
      </w:r>
    </w:p>
    <w:p>
      <w:pPr>
        <w:widowControl/>
        <w:tabs>
          <w:tab w:val="left" w:pos="4620"/>
        </w:tabs>
        <w:spacing w:line="360" w:lineRule="auto"/>
        <w:ind w:left="735" w:leftChars="250" w:hanging="210" w:hangingChars="10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A.固本益肠片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B.金匮肾气丸</w:t>
      </w:r>
    </w:p>
    <w:p>
      <w:pPr>
        <w:widowControl/>
        <w:tabs>
          <w:tab w:val="left" w:pos="4620"/>
        </w:tabs>
        <w:spacing w:line="360" w:lineRule="auto"/>
        <w:ind w:left="735" w:leftChars="250" w:hanging="210" w:hangingChars="10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C.涩肠止泻散</w:t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D.参苓白术散</w:t>
      </w:r>
    </w:p>
    <w:p>
      <w:pPr>
        <w:widowControl/>
        <w:tabs>
          <w:tab w:val="left" w:pos="4620"/>
        </w:tabs>
        <w:spacing w:line="360" w:lineRule="auto"/>
        <w:ind w:left="735" w:leftChars="250" w:hanging="210" w:hangingChars="100"/>
        <w:rPr>
          <w:rFonts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>E.香连丸</w:t>
      </w:r>
    </w:p>
    <w:p>
      <w:pPr>
        <w:pStyle w:val="145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（四）</w:t>
      </w:r>
    </w:p>
    <w:p>
      <w:pPr>
        <w:pStyle w:val="14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患者，男，42岁，因事业不顺利，郁郁寡欢，导致阳事举而不坚，心情抑郁。伴有胁肋胀痛，胸闷不适。舌淡苔白，脉弦。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．根据其临床表现，中医诊断为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A.郁证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B.阳痿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C.消渴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D.淋证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E.虚劳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．患者所患证型是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A.惊恐伤肾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B.心脾两虚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C.肾阳不足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D.肝火上炎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E.肝郁不舒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．该患者应选用的方剂是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A.归脾汤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B.右归丸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六味地黄丸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D.逍遥散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E.大补元煎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．患者得知中西药如果合理使用可以提高疗效，降低化学药物的用量和毒副作用，上述使用的汤剂可以与西药哪一类药使用起到协同增效作用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A.西药解痉药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B.西药化疗药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C.西药利尿药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D.西药镇静药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E.西药抗癫痫药</w:t>
      </w:r>
    </w:p>
    <w:p>
      <w:pPr>
        <w:pStyle w:val="145"/>
        <w:jc w:val="center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（五）</w:t>
      </w:r>
    </w:p>
    <w:p>
      <w:pPr>
        <w:pStyle w:val="14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患者面色红，语声高亢，多言不休，烦躁多动，舌红苔黄、脉数大有力。根据阴阳学说，回答以下问题。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．该患者病理应属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Ａ.阳损及阴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Ｂ.阳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盛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则热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Ｃ.阴虚则热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Ｄ.阴则寒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Ｅ.阳虚则寒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．针对该病应采用的治法为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Ａ.寒者热之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Ｂ.阳病治阴</w:t>
      </w:r>
    </w:p>
    <w:p>
      <w:pPr>
        <w:pStyle w:val="136"/>
        <w:tabs>
          <w:tab w:val="left" w:pos="4620"/>
        </w:tabs>
        <w:ind w:left="735" w:hanging="210"/>
        <w:rPr>
          <w:rFonts w:hint="default" w:eastAsia="仿宋-GB2312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Ｃ.热者寒之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Ｄ.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益火之源，以消阴翳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Ｅ.壮水之主，以制阳光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．以上治法是运用阴阳的哪种相互关系而确立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Ａ.对立制约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Ｂ.互根互用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Ｃ.消长平衡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Ｄ.相互转化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Ｅ.互藏交感</w:t>
      </w:r>
    </w:p>
    <w:p>
      <w:pPr>
        <w:pStyle w:val="145"/>
        <w:jc w:val="center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（六）</w:t>
      </w:r>
    </w:p>
    <w:p>
      <w:pPr>
        <w:pStyle w:val="14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患者，男，因腰疾，服用舒筋丸，服后出现头痛、头晕，烦躁不安，面部肌肉紧张，吞咽困难，进而伸肌和屈肌同时出现极度收缩，发生典型的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士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的宁惊厥，痉挛。诊断为服用含马钱子的舒筋丸的中毒不良反应。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．含马钱子类药物中毒，出现痉挛，主要对症治疗方法是注射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A.阿托品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B.颠茄合剂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C.尼可刹米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D.苯巴比妥钠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E.二巯基丙醇类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．服用含马钱子组分的药物的中毒原因有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A.服用过量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B.配伍失度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C.品种混乱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D.个体差异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E.种族不同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110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．马钱子中士的宁成人的中毒量为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A.2～3mg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B.5～10mg</w:t>
      </w:r>
    </w:p>
    <w:p>
      <w:pPr>
        <w:pStyle w:val="136"/>
        <w:tabs>
          <w:tab w:val="left" w:pos="4620"/>
        </w:tabs>
        <w:ind w:left="735" w:hanging="210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C.10～15mg</w:t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D.15～20mg</w:t>
      </w:r>
    </w:p>
    <w:p>
      <w:pPr>
        <w:pStyle w:val="136"/>
        <w:tabs>
          <w:tab w:val="left" w:pos="4620"/>
        </w:tabs>
        <w:ind w:left="735" w:hanging="210"/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E.20～30mg</w:t>
      </w:r>
    </w:p>
    <w:p>
      <w:pPr>
        <w:pStyle w:val="14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四、多项选择题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（共10题，每题1分。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由一个题干和备选项组成。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有2个或3个以上符合题意，多选、少选均不得分）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属于运用五行相克关系阐释疾病传变的有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A.肝病及肾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B.心病及肾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C.肺病及肾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D.脾病及肾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E.肝病及脾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邪气是导致疾病发生的重要条件，消灭病邪，防止邪气侵害的方法有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A.药物杀灭病邪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B.人工免疫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C.讲究卫生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D.避免病邪侵害</w:t>
      </w:r>
    </w:p>
    <w:p>
      <w:pPr>
        <w:pStyle w:val="136"/>
        <w:tabs>
          <w:tab w:val="left" w:pos="4620"/>
        </w:tabs>
        <w:ind w:left="735"/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E.防范各种外伤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113．阴阳偏衰的治疗原则是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A.补其不足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B.实则泻之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C.虚则补之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D.损者益之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E.损其有余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下列都可以使用独活寄生丸治疗的是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A.痹症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B.疮疖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C.跌打损伤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D.痤疮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E.痔疮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115．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以下情况，需要执业药师对患者特殊提醒的是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A.医师处方中用法用量与说明书不一致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B.同一种药品有多种适应证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C.药品被重新分装，而包装的标识物不清晰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D.近期药品说明书有修改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E.用药剂量范围较大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116．导致津液不足的主要原因有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A.过用辛燥药物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B.气化不足，生成减少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C.五志化火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D.燥热之邪侵犯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E.寒邪阻滞，气化不行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7．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吲哚美辛会具有胃肠道、中枢神经系统、造血系统等多种毒性，故肝肾功能不全者慎用、溃疡、哮喘、帕金森病、精神病患者及孕妇、哺乳期妇女禁用。含有吲哚美辛的中成药有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A.盆炎清栓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B.小儿解热栓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C.脉君安片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D.新癀片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E.消糖灵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四环素类抗生素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同用，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形成络合物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而降低疗效的中药有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A.明矾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B.瓦楞子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C.海螵蛸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D.赭石</w:t>
      </w:r>
    </w:p>
    <w:p>
      <w:pPr>
        <w:pStyle w:val="136"/>
        <w:tabs>
          <w:tab w:val="left" w:pos="4620"/>
        </w:tabs>
        <w:ind w:left="7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E.龙骨</w:t>
      </w:r>
    </w:p>
    <w:p>
      <w:pPr>
        <w:pStyle w:val="135"/>
        <w:ind w:left="525" w:hanging="525"/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119</w:t>
      </w:r>
      <w:r>
        <w:rPr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．阳事不举，心悸，失眠多梦，神疲乏力，面色萎黄，食少纳呆，腹胀便溏。舌淡，苔薄白，脉细弱。以下对症的治疗使用用药有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A.</w:t>
      </w:r>
      <w:r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归脾丸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B.刺五加脑灵合剂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C.</w:t>
      </w:r>
      <w:r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右归丸</w:t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D.</w:t>
      </w:r>
      <w:r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龙牡固精丸</w:t>
      </w:r>
    </w:p>
    <w:p>
      <w:pPr>
        <w:pStyle w:val="136"/>
        <w:tabs>
          <w:tab w:val="left" w:pos="4620"/>
        </w:tabs>
        <w:ind w:left="735" w:hanging="210"/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E.</w:t>
      </w:r>
      <w:r>
        <w:rPr>
          <w:rFonts w:cs="Times New Roman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逍遥丸</w:t>
      </w:r>
    </w:p>
    <w:p>
      <w:pPr>
        <w:pStyle w:val="135"/>
        <w:ind w:left="525" w:hanging="52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120．因含有朱砂，如过量服用，可致急性肾功能衰竭的中成药是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A.牛黄上清丸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B.天王补心丸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C.牛黄降压丸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D.苏合香丸</w:t>
      </w:r>
    </w:p>
    <w:p>
      <w:pPr>
        <w:pStyle w:val="136"/>
        <w:tabs>
          <w:tab w:val="left" w:pos="4620"/>
        </w:tabs>
        <w:ind w:left="735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E.牛黄解毒丸</w:t>
      </w:r>
    </w:p>
    <w:p>
      <w:pPr>
        <w:rPr>
          <w:rFonts w:eastAsia="仿宋-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146"/>
        <w:spacing w:before="312" w:after="156"/>
        <w:ind w:firstLine="42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0490" w:h="14742"/>
      <w:pgMar w:top="1474" w:right="1247" w:bottom="1077" w:left="1247" w:header="851" w:footer="680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7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t>8</w:t>
    </w:r>
    <w:r>
      <w:fldChar w:fldCharType="end"/>
    </w:r>
    <w:r>
      <w:t>页 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8</w:t>
    </w:r>
    <w:r>
      <w:fldChar w:fldCharType="end"/>
    </w:r>
    <w: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ragraph">
                <wp:posOffset>-34925</wp:posOffset>
              </wp:positionV>
              <wp:extent cx="2143125" cy="294640"/>
              <wp:effectExtent l="0" t="0" r="0" b="0"/>
              <wp:wrapNone/>
              <wp:docPr id="3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2.95pt;margin-top:-2.75pt;height:23.2pt;width:168.75pt;z-index:251658240;mso-width-relative:page;mso-height-relative:page;" filled="f" stroked="f" coordsize="21600,21600" o:gfxdata="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XL2JzNYAAAAIAQAADwAAAAAAAAAB&#10;ACAAAAAiAAAAZHJzL2Rvd25yZXYueG1sUEsBAhQAFAAAAAgAh07iQKcB9rygAQAAGAMAAA4AAAAA&#10;AAAAAQAgAAAAJQEAAGRycy9lMm9Eb2MueG1sUEsFBgAAAAAGAAYAWQEAADc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 请勿外泄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183515</wp:posOffset>
              </wp:positionV>
              <wp:extent cx="3893820" cy="635"/>
              <wp:effectExtent l="0" t="0" r="0" b="0"/>
              <wp:wrapNone/>
              <wp:docPr id="2" name="直接箭头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9382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18" o:spid="_x0000_s1026" o:spt="34" type="#_x0000_t34" style="position:absolute;left:0pt;margin-left:0.05pt;margin-top:14.45pt;height:0.05pt;width:306.6pt;z-index:251657216;mso-width-relative:page;mso-height-relative:page;" filled="f" stroked="t" coordsize="21600,21600" o:gfxdata="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DOU+0gAAAAYBAAAPAAAAAAAAAAEAIAAAACIAAABkcnMvZG93bnJldi54bWxQSwEC&#10;FAAUAAAACACHTuJA2TZ/C/oBAADUAwAADgAAAAAAAAABACAAAAAh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drawing>
        <wp:inline distT="0" distB="0" distL="0" distR="0">
          <wp:extent cx="1254760" cy="504825"/>
          <wp:effectExtent l="0" t="0" r="2540" b="9525"/>
          <wp:docPr id="3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1198880</wp:posOffset>
              </wp:positionH>
              <wp:positionV relativeFrom="paragraph">
                <wp:posOffset>164465</wp:posOffset>
              </wp:positionV>
              <wp:extent cx="3829050" cy="635"/>
              <wp:effectExtent l="0" t="0" r="0" b="0"/>
              <wp:wrapNone/>
              <wp:docPr id="1" name="直接箭头连接符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63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20" o:spid="_x0000_s1026" o:spt="34" type="#_x0000_t34" style="position:absolute;left:0pt;margin-left:94.4pt;margin-top:12.95pt;height:0.05pt;width:301.5pt;z-index:251655168;mso-width-relative:page;mso-height-relative:page;" filled="f" stroked="t" coordsize="21600,21600" o:gfxdata="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5C5HO1QAAAAkBAAAPAAAAAAAAAAEAIAAAACIAAABkcnMvZG93bnJldi54bWxQSwEC&#10;FAAUAAAACACHTuJAWCdFh/cBAADUAwAADgAAAAAAAAABACAAAAAkAQAAZHJzL2Uyb0RvYy54bWxQ&#10;SwUGAAAAAAYABgBZAQAAjQUAAAAA&#10;" adj="10800">
              <v:fill on="f" focussize="0,0"/>
              <v:stroke weight="0.5pt" color="#000000" joinstyle="miter"/>
              <v:imagedata o:title=""/>
              <o:lock v:ext="edit" aspectratio="f"/>
            </v:shape>
          </w:pict>
        </mc:Fallback>
      </mc:AlternateContent>
    </w:r>
    <w:r>
      <w:drawing>
        <wp:inline distT="0" distB="0" distL="0" distR="0">
          <wp:extent cx="1254760" cy="504825"/>
          <wp:effectExtent l="0" t="0" r="2540" b="9525"/>
          <wp:docPr id="5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3839210</wp:posOffset>
              </wp:positionH>
              <wp:positionV relativeFrom="paragraph">
                <wp:posOffset>-35560</wp:posOffset>
              </wp:positionV>
              <wp:extent cx="1780540" cy="294640"/>
              <wp:effectExtent l="0" t="0" r="0" b="0"/>
              <wp:wrapNone/>
              <wp:docPr id="4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0540" cy="294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 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302.3pt;margin-top:-2.8pt;height:23.2pt;width:140.2pt;z-index:251656192;mso-width-relative:page;mso-height-relative:page;" filled="f" stroked="f" coordsize="21600,21600" o:gfxdata="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i7ltq1gAAAAkBAAAPAAAAAAAAAAEA&#10;IAAAACIAAABkcnMvZG93bnJldi54bWxQSwECFAAUAAAACACHTuJAfogKtZ8BAAAZAwAADgAAAAAA&#10;AAABACAAAAAlAQAAZHJzL2Uyb0RvYy54bWxQSwUGAAAAAAYABgBZAQAANg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 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pict>
        <v:shape id="PowerPlusWaterMarkObject4865093" o:spid="_x0000_s3073" o:spt="136" type="#_x0000_t136" style="position:absolute;left:0pt;height:70.45pt;width:493.15pt;mso-position-horizontal:center;mso-position-horizontal-relative:margin;mso-position-vertical:center;mso-position-vertical-relative:margin;rotation:20643840f;z-index:-251658240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www.cyikao.com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105"/>
  <w:drawingGridVerticalSpacing w:val="156"/>
  <w:doNotShadeFormData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28"/>
    <w:rsid w:val="00011BE3"/>
    <w:rsid w:val="00021509"/>
    <w:rsid w:val="0002646A"/>
    <w:rsid w:val="00033093"/>
    <w:rsid w:val="00044A09"/>
    <w:rsid w:val="00054712"/>
    <w:rsid w:val="000600D5"/>
    <w:rsid w:val="00061C5B"/>
    <w:rsid w:val="00064CFF"/>
    <w:rsid w:val="00071397"/>
    <w:rsid w:val="000713DF"/>
    <w:rsid w:val="000837B2"/>
    <w:rsid w:val="00084DF4"/>
    <w:rsid w:val="000854B4"/>
    <w:rsid w:val="0008742E"/>
    <w:rsid w:val="00090939"/>
    <w:rsid w:val="00090F77"/>
    <w:rsid w:val="0009281A"/>
    <w:rsid w:val="0009440E"/>
    <w:rsid w:val="0009482F"/>
    <w:rsid w:val="000C221A"/>
    <w:rsid w:val="000C6A67"/>
    <w:rsid w:val="000C7A55"/>
    <w:rsid w:val="000C7B5A"/>
    <w:rsid w:val="000D00A0"/>
    <w:rsid w:val="000D60E7"/>
    <w:rsid w:val="000D70A4"/>
    <w:rsid w:val="000E02B3"/>
    <w:rsid w:val="000F7354"/>
    <w:rsid w:val="00104E81"/>
    <w:rsid w:val="0010523C"/>
    <w:rsid w:val="0010627D"/>
    <w:rsid w:val="00112725"/>
    <w:rsid w:val="00113096"/>
    <w:rsid w:val="00117EC0"/>
    <w:rsid w:val="001229B1"/>
    <w:rsid w:val="00130E90"/>
    <w:rsid w:val="00133AAC"/>
    <w:rsid w:val="00137836"/>
    <w:rsid w:val="001406BA"/>
    <w:rsid w:val="0014489C"/>
    <w:rsid w:val="00151BDD"/>
    <w:rsid w:val="0016105A"/>
    <w:rsid w:val="00167B28"/>
    <w:rsid w:val="00171A8A"/>
    <w:rsid w:val="00172A27"/>
    <w:rsid w:val="00173EA3"/>
    <w:rsid w:val="001744EE"/>
    <w:rsid w:val="0017501F"/>
    <w:rsid w:val="00175DF4"/>
    <w:rsid w:val="0018471E"/>
    <w:rsid w:val="00184BFD"/>
    <w:rsid w:val="00191595"/>
    <w:rsid w:val="00193313"/>
    <w:rsid w:val="00196AFE"/>
    <w:rsid w:val="00196D54"/>
    <w:rsid w:val="001A70F4"/>
    <w:rsid w:val="001B1659"/>
    <w:rsid w:val="001B6E67"/>
    <w:rsid w:val="001C4D45"/>
    <w:rsid w:val="001D1E00"/>
    <w:rsid w:val="001D4987"/>
    <w:rsid w:val="001D5024"/>
    <w:rsid w:val="001E12DB"/>
    <w:rsid w:val="001E7FBA"/>
    <w:rsid w:val="001F3DAC"/>
    <w:rsid w:val="001F487C"/>
    <w:rsid w:val="001F5732"/>
    <w:rsid w:val="00204E0F"/>
    <w:rsid w:val="002050C1"/>
    <w:rsid w:val="00215DA5"/>
    <w:rsid w:val="00216AAC"/>
    <w:rsid w:val="00223D8B"/>
    <w:rsid w:val="002303D9"/>
    <w:rsid w:val="00232D13"/>
    <w:rsid w:val="00246D3E"/>
    <w:rsid w:val="00255048"/>
    <w:rsid w:val="00256CB7"/>
    <w:rsid w:val="002634CC"/>
    <w:rsid w:val="00263535"/>
    <w:rsid w:val="00293346"/>
    <w:rsid w:val="00293D4D"/>
    <w:rsid w:val="0029591C"/>
    <w:rsid w:val="002A4B31"/>
    <w:rsid w:val="002A5D25"/>
    <w:rsid w:val="002C3F3B"/>
    <w:rsid w:val="002C488D"/>
    <w:rsid w:val="002D3CC2"/>
    <w:rsid w:val="002D479A"/>
    <w:rsid w:val="002D6F7B"/>
    <w:rsid w:val="002E0246"/>
    <w:rsid w:val="002E7C17"/>
    <w:rsid w:val="002F0E92"/>
    <w:rsid w:val="002F3749"/>
    <w:rsid w:val="003177F3"/>
    <w:rsid w:val="003319FE"/>
    <w:rsid w:val="0033362E"/>
    <w:rsid w:val="00347EA3"/>
    <w:rsid w:val="00351ADC"/>
    <w:rsid w:val="00353AFB"/>
    <w:rsid w:val="00353F16"/>
    <w:rsid w:val="00357020"/>
    <w:rsid w:val="0035736C"/>
    <w:rsid w:val="00357C42"/>
    <w:rsid w:val="003637AA"/>
    <w:rsid w:val="00367C18"/>
    <w:rsid w:val="0037126E"/>
    <w:rsid w:val="00384B2A"/>
    <w:rsid w:val="00387CCA"/>
    <w:rsid w:val="00390CCB"/>
    <w:rsid w:val="003A101E"/>
    <w:rsid w:val="003A25A2"/>
    <w:rsid w:val="003A5D76"/>
    <w:rsid w:val="003B2372"/>
    <w:rsid w:val="003C44C5"/>
    <w:rsid w:val="003D10AE"/>
    <w:rsid w:val="003D25CE"/>
    <w:rsid w:val="003D6376"/>
    <w:rsid w:val="003E1C44"/>
    <w:rsid w:val="003E474C"/>
    <w:rsid w:val="003E4C3C"/>
    <w:rsid w:val="003E622A"/>
    <w:rsid w:val="003F59BE"/>
    <w:rsid w:val="003F5C18"/>
    <w:rsid w:val="00403256"/>
    <w:rsid w:val="00416BA7"/>
    <w:rsid w:val="00422293"/>
    <w:rsid w:val="00432FE7"/>
    <w:rsid w:val="004369C2"/>
    <w:rsid w:val="00450766"/>
    <w:rsid w:val="00451138"/>
    <w:rsid w:val="00455131"/>
    <w:rsid w:val="00455D9D"/>
    <w:rsid w:val="00456AF6"/>
    <w:rsid w:val="004579A2"/>
    <w:rsid w:val="00457A59"/>
    <w:rsid w:val="00470B40"/>
    <w:rsid w:val="0047455D"/>
    <w:rsid w:val="0048458B"/>
    <w:rsid w:val="00484718"/>
    <w:rsid w:val="004B4190"/>
    <w:rsid w:val="004B5523"/>
    <w:rsid w:val="004C074A"/>
    <w:rsid w:val="004C0BAE"/>
    <w:rsid w:val="004C3382"/>
    <w:rsid w:val="004C42E5"/>
    <w:rsid w:val="004C6C15"/>
    <w:rsid w:val="004C7E4F"/>
    <w:rsid w:val="004D1D0B"/>
    <w:rsid w:val="004D4715"/>
    <w:rsid w:val="004D4950"/>
    <w:rsid w:val="004E2B0B"/>
    <w:rsid w:val="004E662D"/>
    <w:rsid w:val="004F419D"/>
    <w:rsid w:val="00504355"/>
    <w:rsid w:val="00520794"/>
    <w:rsid w:val="005310A9"/>
    <w:rsid w:val="00537CF3"/>
    <w:rsid w:val="00545A6B"/>
    <w:rsid w:val="00555060"/>
    <w:rsid w:val="00556975"/>
    <w:rsid w:val="00562732"/>
    <w:rsid w:val="00562DA4"/>
    <w:rsid w:val="005636A9"/>
    <w:rsid w:val="0057068D"/>
    <w:rsid w:val="005730B2"/>
    <w:rsid w:val="0057540F"/>
    <w:rsid w:val="00593804"/>
    <w:rsid w:val="005960B6"/>
    <w:rsid w:val="005A2AB2"/>
    <w:rsid w:val="005A4524"/>
    <w:rsid w:val="005B06E4"/>
    <w:rsid w:val="005C1EE6"/>
    <w:rsid w:val="005C4D3C"/>
    <w:rsid w:val="005D0193"/>
    <w:rsid w:val="005D4C84"/>
    <w:rsid w:val="005E2478"/>
    <w:rsid w:val="005E3CED"/>
    <w:rsid w:val="005F0E8D"/>
    <w:rsid w:val="005F2CE2"/>
    <w:rsid w:val="006019DA"/>
    <w:rsid w:val="006020C6"/>
    <w:rsid w:val="00602675"/>
    <w:rsid w:val="006027F2"/>
    <w:rsid w:val="00610860"/>
    <w:rsid w:val="00622054"/>
    <w:rsid w:val="006232B3"/>
    <w:rsid w:val="00623B11"/>
    <w:rsid w:val="00630FB7"/>
    <w:rsid w:val="00633B8C"/>
    <w:rsid w:val="006349BB"/>
    <w:rsid w:val="00634BE3"/>
    <w:rsid w:val="00643236"/>
    <w:rsid w:val="00653EE5"/>
    <w:rsid w:val="00655511"/>
    <w:rsid w:val="00662C09"/>
    <w:rsid w:val="006630EE"/>
    <w:rsid w:val="0067272B"/>
    <w:rsid w:val="0067479E"/>
    <w:rsid w:val="00682665"/>
    <w:rsid w:val="006926B2"/>
    <w:rsid w:val="00693D63"/>
    <w:rsid w:val="00696BE4"/>
    <w:rsid w:val="006A1303"/>
    <w:rsid w:val="006A17B8"/>
    <w:rsid w:val="006B0FFA"/>
    <w:rsid w:val="006B2215"/>
    <w:rsid w:val="006C5E67"/>
    <w:rsid w:val="006D0D8C"/>
    <w:rsid w:val="006D2841"/>
    <w:rsid w:val="006D48D6"/>
    <w:rsid w:val="006E23BF"/>
    <w:rsid w:val="006E2629"/>
    <w:rsid w:val="006E6B42"/>
    <w:rsid w:val="0070033B"/>
    <w:rsid w:val="00700ECB"/>
    <w:rsid w:val="00701235"/>
    <w:rsid w:val="00702B8D"/>
    <w:rsid w:val="007048A7"/>
    <w:rsid w:val="00711378"/>
    <w:rsid w:val="00713F40"/>
    <w:rsid w:val="00717E40"/>
    <w:rsid w:val="00717EE2"/>
    <w:rsid w:val="007319C3"/>
    <w:rsid w:val="00740AF4"/>
    <w:rsid w:val="007411E4"/>
    <w:rsid w:val="00741D36"/>
    <w:rsid w:val="0074427E"/>
    <w:rsid w:val="00746038"/>
    <w:rsid w:val="007532BB"/>
    <w:rsid w:val="0076378A"/>
    <w:rsid w:val="00767361"/>
    <w:rsid w:val="00772485"/>
    <w:rsid w:val="00776CBE"/>
    <w:rsid w:val="0077779A"/>
    <w:rsid w:val="00780D95"/>
    <w:rsid w:val="00780DB4"/>
    <w:rsid w:val="007857AA"/>
    <w:rsid w:val="007A0DD4"/>
    <w:rsid w:val="007A2AF8"/>
    <w:rsid w:val="007B1BC9"/>
    <w:rsid w:val="007C012C"/>
    <w:rsid w:val="007C0E90"/>
    <w:rsid w:val="007C1050"/>
    <w:rsid w:val="007D2C07"/>
    <w:rsid w:val="007D6F54"/>
    <w:rsid w:val="007E0855"/>
    <w:rsid w:val="007E131E"/>
    <w:rsid w:val="007E7801"/>
    <w:rsid w:val="007F3C39"/>
    <w:rsid w:val="007F40E1"/>
    <w:rsid w:val="007F4BE8"/>
    <w:rsid w:val="00804189"/>
    <w:rsid w:val="008076F8"/>
    <w:rsid w:val="00812DCA"/>
    <w:rsid w:val="008147D2"/>
    <w:rsid w:val="0081543B"/>
    <w:rsid w:val="00824E32"/>
    <w:rsid w:val="008270BF"/>
    <w:rsid w:val="008319AF"/>
    <w:rsid w:val="00831ADE"/>
    <w:rsid w:val="00832EC1"/>
    <w:rsid w:val="00834060"/>
    <w:rsid w:val="00835014"/>
    <w:rsid w:val="00836EDE"/>
    <w:rsid w:val="008426A3"/>
    <w:rsid w:val="0085046D"/>
    <w:rsid w:val="0085687A"/>
    <w:rsid w:val="00863BA8"/>
    <w:rsid w:val="00874AFF"/>
    <w:rsid w:val="008846B8"/>
    <w:rsid w:val="00890FBA"/>
    <w:rsid w:val="00893EEB"/>
    <w:rsid w:val="008A1F4A"/>
    <w:rsid w:val="008A259B"/>
    <w:rsid w:val="008A5EDD"/>
    <w:rsid w:val="008B2A37"/>
    <w:rsid w:val="008C25DA"/>
    <w:rsid w:val="008C3A4F"/>
    <w:rsid w:val="008C4460"/>
    <w:rsid w:val="008C7DFE"/>
    <w:rsid w:val="008D2431"/>
    <w:rsid w:val="008D3CC8"/>
    <w:rsid w:val="008D6277"/>
    <w:rsid w:val="008D722B"/>
    <w:rsid w:val="008E0FB0"/>
    <w:rsid w:val="008E1D71"/>
    <w:rsid w:val="008E2EEE"/>
    <w:rsid w:val="008E2FBF"/>
    <w:rsid w:val="00906116"/>
    <w:rsid w:val="00920342"/>
    <w:rsid w:val="00944CB6"/>
    <w:rsid w:val="009456F9"/>
    <w:rsid w:val="00953C08"/>
    <w:rsid w:val="00964BD9"/>
    <w:rsid w:val="009654E2"/>
    <w:rsid w:val="009662D3"/>
    <w:rsid w:val="00967ECB"/>
    <w:rsid w:val="00967FAB"/>
    <w:rsid w:val="00972D6E"/>
    <w:rsid w:val="009775F3"/>
    <w:rsid w:val="009958E5"/>
    <w:rsid w:val="00995BAE"/>
    <w:rsid w:val="009B1A26"/>
    <w:rsid w:val="009C3ED8"/>
    <w:rsid w:val="009D01CE"/>
    <w:rsid w:val="009D2F7E"/>
    <w:rsid w:val="009D48AF"/>
    <w:rsid w:val="009D5422"/>
    <w:rsid w:val="009D5576"/>
    <w:rsid w:val="00A11341"/>
    <w:rsid w:val="00A11882"/>
    <w:rsid w:val="00A11BE5"/>
    <w:rsid w:val="00A11DA8"/>
    <w:rsid w:val="00A121E2"/>
    <w:rsid w:val="00A20B92"/>
    <w:rsid w:val="00A235AC"/>
    <w:rsid w:val="00A249CF"/>
    <w:rsid w:val="00A318AE"/>
    <w:rsid w:val="00A32B57"/>
    <w:rsid w:val="00A32DA7"/>
    <w:rsid w:val="00A344B5"/>
    <w:rsid w:val="00A41344"/>
    <w:rsid w:val="00A4201C"/>
    <w:rsid w:val="00A42ECE"/>
    <w:rsid w:val="00A43E6B"/>
    <w:rsid w:val="00A461DD"/>
    <w:rsid w:val="00A47CBE"/>
    <w:rsid w:val="00A54604"/>
    <w:rsid w:val="00A54D92"/>
    <w:rsid w:val="00A60C02"/>
    <w:rsid w:val="00A6484B"/>
    <w:rsid w:val="00A67FF6"/>
    <w:rsid w:val="00A76F34"/>
    <w:rsid w:val="00A848E4"/>
    <w:rsid w:val="00A86255"/>
    <w:rsid w:val="00AA348D"/>
    <w:rsid w:val="00AA430F"/>
    <w:rsid w:val="00AA47B6"/>
    <w:rsid w:val="00AA4B2F"/>
    <w:rsid w:val="00AB2360"/>
    <w:rsid w:val="00AB3503"/>
    <w:rsid w:val="00AB390B"/>
    <w:rsid w:val="00AC7BF2"/>
    <w:rsid w:val="00AD4DE7"/>
    <w:rsid w:val="00AD5BE3"/>
    <w:rsid w:val="00AD79B9"/>
    <w:rsid w:val="00AE1AC0"/>
    <w:rsid w:val="00AE6E26"/>
    <w:rsid w:val="00AF38F3"/>
    <w:rsid w:val="00B00424"/>
    <w:rsid w:val="00B073F8"/>
    <w:rsid w:val="00B07457"/>
    <w:rsid w:val="00B159D5"/>
    <w:rsid w:val="00B17077"/>
    <w:rsid w:val="00B34208"/>
    <w:rsid w:val="00B345F5"/>
    <w:rsid w:val="00B411ED"/>
    <w:rsid w:val="00B558B1"/>
    <w:rsid w:val="00B61A29"/>
    <w:rsid w:val="00B74339"/>
    <w:rsid w:val="00B85EE0"/>
    <w:rsid w:val="00B922D1"/>
    <w:rsid w:val="00B96814"/>
    <w:rsid w:val="00B97003"/>
    <w:rsid w:val="00B9778E"/>
    <w:rsid w:val="00BA4133"/>
    <w:rsid w:val="00BB2320"/>
    <w:rsid w:val="00BB24AD"/>
    <w:rsid w:val="00BB561F"/>
    <w:rsid w:val="00BB60FE"/>
    <w:rsid w:val="00BC0176"/>
    <w:rsid w:val="00BD7A1D"/>
    <w:rsid w:val="00BE23DA"/>
    <w:rsid w:val="00BE422F"/>
    <w:rsid w:val="00BF3CB0"/>
    <w:rsid w:val="00BF4D32"/>
    <w:rsid w:val="00BF5833"/>
    <w:rsid w:val="00C12625"/>
    <w:rsid w:val="00C13498"/>
    <w:rsid w:val="00C15395"/>
    <w:rsid w:val="00C250E9"/>
    <w:rsid w:val="00C266C6"/>
    <w:rsid w:val="00C31410"/>
    <w:rsid w:val="00C35247"/>
    <w:rsid w:val="00C37703"/>
    <w:rsid w:val="00C464F9"/>
    <w:rsid w:val="00C52209"/>
    <w:rsid w:val="00C85692"/>
    <w:rsid w:val="00C86B22"/>
    <w:rsid w:val="00CA0524"/>
    <w:rsid w:val="00CA3426"/>
    <w:rsid w:val="00CA4E6D"/>
    <w:rsid w:val="00CC0187"/>
    <w:rsid w:val="00CC2695"/>
    <w:rsid w:val="00CC4A94"/>
    <w:rsid w:val="00CC5088"/>
    <w:rsid w:val="00CC52C3"/>
    <w:rsid w:val="00CD4BE0"/>
    <w:rsid w:val="00CE057D"/>
    <w:rsid w:val="00CE0FC2"/>
    <w:rsid w:val="00CF10B8"/>
    <w:rsid w:val="00CF3BD3"/>
    <w:rsid w:val="00CF44B1"/>
    <w:rsid w:val="00D0287D"/>
    <w:rsid w:val="00D13977"/>
    <w:rsid w:val="00D13D48"/>
    <w:rsid w:val="00D143F4"/>
    <w:rsid w:val="00D21A4B"/>
    <w:rsid w:val="00D2225C"/>
    <w:rsid w:val="00D256A0"/>
    <w:rsid w:val="00D31528"/>
    <w:rsid w:val="00D53BC7"/>
    <w:rsid w:val="00D620F4"/>
    <w:rsid w:val="00D64779"/>
    <w:rsid w:val="00D6561F"/>
    <w:rsid w:val="00D65F9F"/>
    <w:rsid w:val="00D715C4"/>
    <w:rsid w:val="00D71F6C"/>
    <w:rsid w:val="00D72FF7"/>
    <w:rsid w:val="00D81F4B"/>
    <w:rsid w:val="00D838FB"/>
    <w:rsid w:val="00D846AC"/>
    <w:rsid w:val="00D84EF8"/>
    <w:rsid w:val="00D900E8"/>
    <w:rsid w:val="00D92137"/>
    <w:rsid w:val="00D94E13"/>
    <w:rsid w:val="00DA4A24"/>
    <w:rsid w:val="00DB3679"/>
    <w:rsid w:val="00DB3F03"/>
    <w:rsid w:val="00DC14A4"/>
    <w:rsid w:val="00DC2F17"/>
    <w:rsid w:val="00DC6A05"/>
    <w:rsid w:val="00DF1DF5"/>
    <w:rsid w:val="00DF29C2"/>
    <w:rsid w:val="00E01B91"/>
    <w:rsid w:val="00E1565D"/>
    <w:rsid w:val="00E231E9"/>
    <w:rsid w:val="00E320FC"/>
    <w:rsid w:val="00E34365"/>
    <w:rsid w:val="00E35190"/>
    <w:rsid w:val="00E517DD"/>
    <w:rsid w:val="00E544FE"/>
    <w:rsid w:val="00E62051"/>
    <w:rsid w:val="00E62675"/>
    <w:rsid w:val="00E841A8"/>
    <w:rsid w:val="00E86651"/>
    <w:rsid w:val="00E86A32"/>
    <w:rsid w:val="00E87CD6"/>
    <w:rsid w:val="00E93CE6"/>
    <w:rsid w:val="00EA0884"/>
    <w:rsid w:val="00EA4975"/>
    <w:rsid w:val="00EA5852"/>
    <w:rsid w:val="00EB20F0"/>
    <w:rsid w:val="00EB3E3C"/>
    <w:rsid w:val="00EC3B77"/>
    <w:rsid w:val="00ED057C"/>
    <w:rsid w:val="00ED4E74"/>
    <w:rsid w:val="00ED78C8"/>
    <w:rsid w:val="00EE0149"/>
    <w:rsid w:val="00EE5D1B"/>
    <w:rsid w:val="00EF117C"/>
    <w:rsid w:val="00EF1A99"/>
    <w:rsid w:val="00EF669D"/>
    <w:rsid w:val="00F01EFF"/>
    <w:rsid w:val="00F12A80"/>
    <w:rsid w:val="00F142C7"/>
    <w:rsid w:val="00F147EF"/>
    <w:rsid w:val="00F25400"/>
    <w:rsid w:val="00F3110E"/>
    <w:rsid w:val="00F360B7"/>
    <w:rsid w:val="00F43BC8"/>
    <w:rsid w:val="00F5258F"/>
    <w:rsid w:val="00F5687D"/>
    <w:rsid w:val="00F65849"/>
    <w:rsid w:val="00F7099A"/>
    <w:rsid w:val="00F710C5"/>
    <w:rsid w:val="00F71AB0"/>
    <w:rsid w:val="00F73D38"/>
    <w:rsid w:val="00F75132"/>
    <w:rsid w:val="00F8185D"/>
    <w:rsid w:val="00F84885"/>
    <w:rsid w:val="00F90503"/>
    <w:rsid w:val="00F91C98"/>
    <w:rsid w:val="00F97797"/>
    <w:rsid w:val="00FA5351"/>
    <w:rsid w:val="00FA6A21"/>
    <w:rsid w:val="00FC152C"/>
    <w:rsid w:val="00FD0392"/>
    <w:rsid w:val="00FD22C8"/>
    <w:rsid w:val="00FD3247"/>
    <w:rsid w:val="00FD715C"/>
    <w:rsid w:val="00FE30A7"/>
    <w:rsid w:val="00FF2D26"/>
    <w:rsid w:val="01E61D73"/>
    <w:rsid w:val="024170D4"/>
    <w:rsid w:val="026C3111"/>
    <w:rsid w:val="03EC61BA"/>
    <w:rsid w:val="04562CDC"/>
    <w:rsid w:val="048170D5"/>
    <w:rsid w:val="064809A0"/>
    <w:rsid w:val="06827A89"/>
    <w:rsid w:val="076B43C5"/>
    <w:rsid w:val="07B51F67"/>
    <w:rsid w:val="08D65171"/>
    <w:rsid w:val="095C49EA"/>
    <w:rsid w:val="09F31253"/>
    <w:rsid w:val="0BCC29FE"/>
    <w:rsid w:val="0BFD462F"/>
    <w:rsid w:val="0C82453A"/>
    <w:rsid w:val="0CED0CC0"/>
    <w:rsid w:val="0DBD6359"/>
    <w:rsid w:val="0E1A2652"/>
    <w:rsid w:val="0F094C9B"/>
    <w:rsid w:val="0F28292F"/>
    <w:rsid w:val="0FA92C71"/>
    <w:rsid w:val="0FB5235F"/>
    <w:rsid w:val="0FFD1497"/>
    <w:rsid w:val="10210E5F"/>
    <w:rsid w:val="10C60102"/>
    <w:rsid w:val="11325CA0"/>
    <w:rsid w:val="1182145A"/>
    <w:rsid w:val="118A6066"/>
    <w:rsid w:val="11DA56CD"/>
    <w:rsid w:val="11F13204"/>
    <w:rsid w:val="12D832C5"/>
    <w:rsid w:val="13BF20E4"/>
    <w:rsid w:val="140250BA"/>
    <w:rsid w:val="149808D4"/>
    <w:rsid w:val="14A66315"/>
    <w:rsid w:val="14B21B05"/>
    <w:rsid w:val="14E102B8"/>
    <w:rsid w:val="14E93577"/>
    <w:rsid w:val="14EA09F0"/>
    <w:rsid w:val="15D76164"/>
    <w:rsid w:val="15DD4A73"/>
    <w:rsid w:val="160431EA"/>
    <w:rsid w:val="164D2DFA"/>
    <w:rsid w:val="16582F39"/>
    <w:rsid w:val="165D3450"/>
    <w:rsid w:val="170D30F4"/>
    <w:rsid w:val="175704C2"/>
    <w:rsid w:val="176C070A"/>
    <w:rsid w:val="17864A44"/>
    <w:rsid w:val="180137E4"/>
    <w:rsid w:val="188D0467"/>
    <w:rsid w:val="19BA58BA"/>
    <w:rsid w:val="19E61B6D"/>
    <w:rsid w:val="1A010FD8"/>
    <w:rsid w:val="1AA35140"/>
    <w:rsid w:val="1ABA6DB2"/>
    <w:rsid w:val="1B8B4DF5"/>
    <w:rsid w:val="1CA56AFC"/>
    <w:rsid w:val="1CFB0368"/>
    <w:rsid w:val="1D2962A9"/>
    <w:rsid w:val="1E477868"/>
    <w:rsid w:val="1E531F20"/>
    <w:rsid w:val="1ECC4C80"/>
    <w:rsid w:val="1F0B4B6E"/>
    <w:rsid w:val="1F3C6CA2"/>
    <w:rsid w:val="1FD20E1B"/>
    <w:rsid w:val="20BB6B12"/>
    <w:rsid w:val="211D1D23"/>
    <w:rsid w:val="2135737B"/>
    <w:rsid w:val="215B27F0"/>
    <w:rsid w:val="21665490"/>
    <w:rsid w:val="216C0421"/>
    <w:rsid w:val="2192180E"/>
    <w:rsid w:val="233F41BF"/>
    <w:rsid w:val="236603F3"/>
    <w:rsid w:val="23B20580"/>
    <w:rsid w:val="23F67C8E"/>
    <w:rsid w:val="243C13D1"/>
    <w:rsid w:val="2579478B"/>
    <w:rsid w:val="26150538"/>
    <w:rsid w:val="265B5BDC"/>
    <w:rsid w:val="2781695F"/>
    <w:rsid w:val="27FC28CB"/>
    <w:rsid w:val="281A7F94"/>
    <w:rsid w:val="282E1BFE"/>
    <w:rsid w:val="283D2115"/>
    <w:rsid w:val="2900636C"/>
    <w:rsid w:val="29446D02"/>
    <w:rsid w:val="2A541A7F"/>
    <w:rsid w:val="2B396842"/>
    <w:rsid w:val="2C425D39"/>
    <w:rsid w:val="2C5A556F"/>
    <w:rsid w:val="2C5E423F"/>
    <w:rsid w:val="2CFC0307"/>
    <w:rsid w:val="2D9822A3"/>
    <w:rsid w:val="2E521054"/>
    <w:rsid w:val="2E5B3160"/>
    <w:rsid w:val="2F802974"/>
    <w:rsid w:val="2F985FE7"/>
    <w:rsid w:val="2FCD7299"/>
    <w:rsid w:val="2FE1172F"/>
    <w:rsid w:val="3016186C"/>
    <w:rsid w:val="309644B7"/>
    <w:rsid w:val="30CF0178"/>
    <w:rsid w:val="31CC426D"/>
    <w:rsid w:val="31F40B12"/>
    <w:rsid w:val="322270FE"/>
    <w:rsid w:val="33005608"/>
    <w:rsid w:val="33123198"/>
    <w:rsid w:val="332B3069"/>
    <w:rsid w:val="343F4C44"/>
    <w:rsid w:val="34840A2A"/>
    <w:rsid w:val="3530018C"/>
    <w:rsid w:val="369E2426"/>
    <w:rsid w:val="36B46EA4"/>
    <w:rsid w:val="36BF521F"/>
    <w:rsid w:val="375E7B22"/>
    <w:rsid w:val="3790773C"/>
    <w:rsid w:val="37FB573F"/>
    <w:rsid w:val="38D9489B"/>
    <w:rsid w:val="39AF70CB"/>
    <w:rsid w:val="39DA288B"/>
    <w:rsid w:val="39EC3622"/>
    <w:rsid w:val="3AFA1588"/>
    <w:rsid w:val="3C510B6B"/>
    <w:rsid w:val="3C7D6413"/>
    <w:rsid w:val="3CA45243"/>
    <w:rsid w:val="3DDA2350"/>
    <w:rsid w:val="3E196A00"/>
    <w:rsid w:val="3E8570E2"/>
    <w:rsid w:val="3E8B0E39"/>
    <w:rsid w:val="3F936BEB"/>
    <w:rsid w:val="40511E97"/>
    <w:rsid w:val="410647C4"/>
    <w:rsid w:val="415A2416"/>
    <w:rsid w:val="416F0970"/>
    <w:rsid w:val="41F3200F"/>
    <w:rsid w:val="43274CB6"/>
    <w:rsid w:val="43391BDA"/>
    <w:rsid w:val="43701BA3"/>
    <w:rsid w:val="43D67922"/>
    <w:rsid w:val="44FF55A5"/>
    <w:rsid w:val="45504A20"/>
    <w:rsid w:val="4609782D"/>
    <w:rsid w:val="479E111B"/>
    <w:rsid w:val="47FB0682"/>
    <w:rsid w:val="4946182B"/>
    <w:rsid w:val="4952486C"/>
    <w:rsid w:val="4A1C285A"/>
    <w:rsid w:val="4A4816CF"/>
    <w:rsid w:val="4B0663EE"/>
    <w:rsid w:val="4B8D2890"/>
    <w:rsid w:val="4B902A71"/>
    <w:rsid w:val="4BB8131B"/>
    <w:rsid w:val="4BC9454D"/>
    <w:rsid w:val="4C387149"/>
    <w:rsid w:val="4C484820"/>
    <w:rsid w:val="4C5F543E"/>
    <w:rsid w:val="4CA5755E"/>
    <w:rsid w:val="4CFB4CC4"/>
    <w:rsid w:val="4DEC507B"/>
    <w:rsid w:val="4E5C4A31"/>
    <w:rsid w:val="4E9F59B3"/>
    <w:rsid w:val="4F9C3C21"/>
    <w:rsid w:val="4FA57F05"/>
    <w:rsid w:val="4FDA2ED5"/>
    <w:rsid w:val="50141BE2"/>
    <w:rsid w:val="5048581A"/>
    <w:rsid w:val="51F32C8C"/>
    <w:rsid w:val="52072B37"/>
    <w:rsid w:val="52096870"/>
    <w:rsid w:val="52272391"/>
    <w:rsid w:val="522D3B18"/>
    <w:rsid w:val="52643E0C"/>
    <w:rsid w:val="5345648B"/>
    <w:rsid w:val="539F0E72"/>
    <w:rsid w:val="53AD6FE7"/>
    <w:rsid w:val="54375391"/>
    <w:rsid w:val="54A94BF5"/>
    <w:rsid w:val="55250141"/>
    <w:rsid w:val="55AF18CE"/>
    <w:rsid w:val="56E95AA1"/>
    <w:rsid w:val="573B6D1B"/>
    <w:rsid w:val="57610A78"/>
    <w:rsid w:val="57647B16"/>
    <w:rsid w:val="579A2DFB"/>
    <w:rsid w:val="57C55FFE"/>
    <w:rsid w:val="57D919D5"/>
    <w:rsid w:val="57EA1E75"/>
    <w:rsid w:val="57EB3115"/>
    <w:rsid w:val="58DB3117"/>
    <w:rsid w:val="5A3F33B7"/>
    <w:rsid w:val="5A9C08A8"/>
    <w:rsid w:val="5AC34736"/>
    <w:rsid w:val="5ACC4D78"/>
    <w:rsid w:val="5B094E72"/>
    <w:rsid w:val="5B3B5000"/>
    <w:rsid w:val="5B5818BC"/>
    <w:rsid w:val="5CB307BC"/>
    <w:rsid w:val="5CE7188C"/>
    <w:rsid w:val="5DB6481F"/>
    <w:rsid w:val="5DBD202B"/>
    <w:rsid w:val="5E4244B0"/>
    <w:rsid w:val="5E692546"/>
    <w:rsid w:val="5EF66122"/>
    <w:rsid w:val="5F2D6DB9"/>
    <w:rsid w:val="5F794444"/>
    <w:rsid w:val="6008278D"/>
    <w:rsid w:val="602E5F06"/>
    <w:rsid w:val="60AC386D"/>
    <w:rsid w:val="614A53AC"/>
    <w:rsid w:val="61545AEC"/>
    <w:rsid w:val="61AA1B5D"/>
    <w:rsid w:val="61E62D3C"/>
    <w:rsid w:val="620C1A36"/>
    <w:rsid w:val="6217721C"/>
    <w:rsid w:val="621C29F1"/>
    <w:rsid w:val="626D2E17"/>
    <w:rsid w:val="62724331"/>
    <w:rsid w:val="62A86E93"/>
    <w:rsid w:val="62DA6A19"/>
    <w:rsid w:val="63EF48A3"/>
    <w:rsid w:val="641A6DB5"/>
    <w:rsid w:val="641C5189"/>
    <w:rsid w:val="64912182"/>
    <w:rsid w:val="65B3216E"/>
    <w:rsid w:val="66596637"/>
    <w:rsid w:val="668C3220"/>
    <w:rsid w:val="674373F0"/>
    <w:rsid w:val="67F64F17"/>
    <w:rsid w:val="687C44A9"/>
    <w:rsid w:val="68DB3F1F"/>
    <w:rsid w:val="6AD72262"/>
    <w:rsid w:val="6AF20EB7"/>
    <w:rsid w:val="6B6431EB"/>
    <w:rsid w:val="6B64361E"/>
    <w:rsid w:val="6BE568A8"/>
    <w:rsid w:val="6C1432FA"/>
    <w:rsid w:val="6C2063C3"/>
    <w:rsid w:val="6C2957A9"/>
    <w:rsid w:val="6C83547E"/>
    <w:rsid w:val="6C881180"/>
    <w:rsid w:val="6D140CD9"/>
    <w:rsid w:val="6D87168C"/>
    <w:rsid w:val="6D98184E"/>
    <w:rsid w:val="6D9837DA"/>
    <w:rsid w:val="6DB93C68"/>
    <w:rsid w:val="6DF515FF"/>
    <w:rsid w:val="6E581C79"/>
    <w:rsid w:val="6E6D19DD"/>
    <w:rsid w:val="6F2122C6"/>
    <w:rsid w:val="6F416D2E"/>
    <w:rsid w:val="6F4D0A6A"/>
    <w:rsid w:val="6F775DD7"/>
    <w:rsid w:val="6F9E63E8"/>
    <w:rsid w:val="70183C3C"/>
    <w:rsid w:val="70967CD4"/>
    <w:rsid w:val="71354452"/>
    <w:rsid w:val="71900C9B"/>
    <w:rsid w:val="724A71AA"/>
    <w:rsid w:val="72AD76A1"/>
    <w:rsid w:val="72FB3394"/>
    <w:rsid w:val="73DF0665"/>
    <w:rsid w:val="74897AE0"/>
    <w:rsid w:val="74F24122"/>
    <w:rsid w:val="756A4542"/>
    <w:rsid w:val="76075367"/>
    <w:rsid w:val="761D6301"/>
    <w:rsid w:val="76465A70"/>
    <w:rsid w:val="76933F03"/>
    <w:rsid w:val="76BA61B0"/>
    <w:rsid w:val="77814006"/>
    <w:rsid w:val="782630DF"/>
    <w:rsid w:val="78B87F4E"/>
    <w:rsid w:val="78D42FCF"/>
    <w:rsid w:val="7949005C"/>
    <w:rsid w:val="795621AC"/>
    <w:rsid w:val="79877814"/>
    <w:rsid w:val="7A4E7573"/>
    <w:rsid w:val="7A90116C"/>
    <w:rsid w:val="7AA23B5A"/>
    <w:rsid w:val="7AE359F3"/>
    <w:rsid w:val="7AE50572"/>
    <w:rsid w:val="7AE75D2B"/>
    <w:rsid w:val="7B8A2FF8"/>
    <w:rsid w:val="7BA8341E"/>
    <w:rsid w:val="7BD94133"/>
    <w:rsid w:val="7C46089E"/>
    <w:rsid w:val="7C684712"/>
    <w:rsid w:val="7CC44D28"/>
    <w:rsid w:val="7DFB274A"/>
    <w:rsid w:val="7E1411FE"/>
    <w:rsid w:val="7E3F2851"/>
    <w:rsid w:val="7E427539"/>
    <w:rsid w:val="7EA74C48"/>
    <w:rsid w:val="7EF30CF4"/>
    <w:rsid w:val="7F3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name="heading 1"/>
    <w:lsdException w:qFormat="1" w:unhideWhenUsed="0" w:uiPriority="0" w:name="heading 2"/>
    <w:lsdException w:qFormat="1" w:unhideWhenUsed="0" w:uiPriority="0" w:name="heading 3"/>
    <w:lsdException w:qFormat="1" w:unhideWhenUsed="0" w:uiPriority="0" w:name="heading 4"/>
    <w:lsdException w:qFormat="1" w:unhideWhenUsed="0" w:uiPriority="0" w:name="heading 5"/>
    <w:lsdException w:qFormat="1" w:unhideWhenUsed="0" w:uiPriority="0" w:name="heading 6"/>
    <w:lsdException w:qFormat="1" w:unhideWhenUsed="0" w:uiPriority="0" w:name="heading 7"/>
    <w:lsdException w:qFormat="1" w:unhideWhenUsed="0" w:uiPriority="0" w:name="heading 8"/>
    <w:lsdException w:qFormat="1" w:unhideWhenUsed="0" w:uiPriority="0" w:name="heading 9"/>
    <w:lsdException w:unhideWhenUsed="0" w:uiPriority="99" w:name="index 1"/>
    <w:lsdException w:unhideWhenUsed="0" w:uiPriority="99" w:name="index 2"/>
    <w:lsdException w:unhideWhenUsed="0" w:uiPriority="99" w:name="index 3"/>
    <w:lsdException w:unhideWhenUsed="0" w:uiPriority="99" w:name="index 4"/>
    <w:lsdException w:unhideWhenUsed="0" w:uiPriority="99" w:name="index 5"/>
    <w:lsdException w:unhideWhenUsed="0" w:uiPriority="99" w:name="index 6"/>
    <w:lsdException w:unhideWhenUsed="0" w:uiPriority="99" w:name="index 7"/>
    <w:lsdException w:unhideWhenUsed="0" w:uiPriority="99" w:name="index 8"/>
    <w:lsdException w:unhideWhenUsed="0" w:uiPriority="99" w:name="index 9"/>
    <w:lsdException w:qFormat="1" w:unhideWhenUsed="0" w:uiPriority="39" w:name="toc 1"/>
    <w:lsdException w:qFormat="1" w:unhideWhenUsed="0" w:uiPriority="39" w:name="toc 2"/>
    <w:lsdException w:qFormat="1" w:unhideWhenUsed="0" w:uiPriority="39" w:name="toc 3"/>
    <w:lsdException w:qFormat="1" w:unhideWhenUsed="0" w:uiPriority="39" w:name="toc 4"/>
    <w:lsdException w:unhideWhenUsed="0" w:uiPriority="39" w:name="toc 5"/>
    <w:lsdException w:unhideWhenUsed="0" w:uiPriority="39" w:name="toc 6"/>
    <w:lsdException w:unhideWhenUsed="0" w:uiPriority="39" w:name="toc 7"/>
    <w:lsdException w:unhideWhenUsed="0" w:uiPriority="39" w:name="toc 8"/>
    <w:lsdException w:unhideWhenUsed="0" w:uiPriority="39" w:name="toc 9"/>
    <w:lsdException w:unhideWhenUsed="0" w:uiPriority="99" w:name="Normal Indent"/>
    <w:lsdException w:unhideWhenUsed="0" w:uiPriority="99" w:name="footnote text"/>
    <w:lsdException w:unhideWhenUsed="0" w:uiPriority="99" w:name="annotation text"/>
    <w:lsdException w:qFormat="1" w:unhideWhenUsed="0" w:uiPriority="0" w:semiHidden="0" w:name="header"/>
    <w:lsdException w:qFormat="1" w:unhideWhenUsed="0" w:uiPriority="99" w:name="footer"/>
    <w:lsdException w:unhideWhenUsed="0" w:uiPriority="99" w:name="index heading"/>
    <w:lsdException w:qFormat="1" w:unhideWhenUsed="0" w:uiPriority="0" w:name="caption"/>
    <w:lsdException w:unhideWhenUsed="0" w:uiPriority="99" w:name="table of figures"/>
    <w:lsdException w:unhideWhenUsed="0" w:uiPriority="99" w:name="envelope address"/>
    <w:lsdException w:unhideWhenUsed="0" w:uiPriority="99" w:name="envelope return"/>
    <w:lsdException w:unhideWhenUsed="0" w:uiPriority="99" w:name="footnote reference"/>
    <w:lsdException w:qFormat="1" w:unhideWhenUsed="0" w:uiPriority="99" w:name="annotation reference"/>
    <w:lsdException w:unhideWhenUsed="0" w:uiPriority="99" w:name="line number"/>
    <w:lsdException w:qFormat="1" w:unhideWhenUsed="0" w:uiPriority="0" w:name="page number"/>
    <w:lsdException w:unhideWhenUsed="0" w:uiPriority="99" w:name="endnote reference"/>
    <w:lsdException w:unhideWhenUsed="0" w:uiPriority="99" w:name="endnote text"/>
    <w:lsdException w:unhideWhenUsed="0" w:uiPriority="99" w:name="table of authorities"/>
    <w:lsdException w:unhideWhenUsed="0" w:uiPriority="99" w:name="macro"/>
    <w:lsdException w:unhideWhenUsed="0" w:uiPriority="99" w:name="toa heading"/>
    <w:lsdException w:unhideWhenUsed="0" w:uiPriority="99" w:name="List"/>
    <w:lsdException w:unhideWhenUsed="0" w:uiPriority="99" w:name="List Bullet"/>
    <w:lsdException w:unhideWhenUsed="0" w:uiPriority="99" w:name="List Number"/>
    <w:lsdException w:unhideWhenUsed="0" w:uiPriority="99" w:name="List 2"/>
    <w:lsdException w:unhideWhenUsed="0" w:uiPriority="99" w:name="List 3"/>
    <w:lsdException w:unhideWhenUsed="0" w:uiPriority="99" w:name="List 4"/>
    <w:lsdException w:unhideWhenUsed="0" w:uiPriority="99" w:name="List 5"/>
    <w:lsdException w:unhideWhenUsed="0" w:uiPriority="99" w:name="List Bullet 2"/>
    <w:lsdException w:unhideWhenUsed="0" w:uiPriority="99" w:name="List Bullet 3"/>
    <w:lsdException w:unhideWhenUsed="0" w:uiPriority="99" w:name="List Bullet 4"/>
    <w:lsdException w:unhideWhenUsed="0" w:uiPriority="99" w:name="List Bullet 5"/>
    <w:lsdException w:unhideWhenUsed="0" w:uiPriority="99" w:name="List Number 2"/>
    <w:lsdException w:unhideWhenUsed="0" w:uiPriority="99" w:name="List Number 3"/>
    <w:lsdException w:unhideWhenUsed="0" w:uiPriority="99" w:name="List Number 4"/>
    <w:lsdException w:unhideWhenUsed="0" w:uiPriority="99" w:name="List Number 5"/>
    <w:lsdException w:unhideWhenUsed="0" w:uiPriority="10" w:semiHidden="0" w:name="Title"/>
    <w:lsdException w:unhideWhenUsed="0" w:uiPriority="99" w:name="Closing"/>
    <w:lsdException w:unhideWhenUsed="0" w:uiPriority="99" w:name="Signature"/>
    <w:lsdException w:qFormat="1" w:uiPriority="1" w:name="Default Paragraph Font"/>
    <w:lsdException w:qFormat="1" w:unhideWhenUsed="0" w:uiPriority="0" w:name="Body Text"/>
    <w:lsdException w:unhideWhenUsed="0" w:uiPriority="99" w:name="Body Text Indent"/>
    <w:lsdException w:unhideWhenUsed="0" w:uiPriority="99" w:name="List Continue"/>
    <w:lsdException w:unhideWhenUsed="0" w:uiPriority="99" w:name="List Continue 2"/>
    <w:lsdException w:unhideWhenUsed="0" w:uiPriority="99" w:name="List Continue 3"/>
    <w:lsdException w:unhideWhenUsed="0" w:uiPriority="99" w:name="List Continue 4"/>
    <w:lsdException w:unhideWhenUsed="0" w:uiPriority="99" w:name="List Continue 5"/>
    <w:lsdException w:unhideWhenUsed="0" w:uiPriority="99" w:name="Message Header"/>
    <w:lsdException w:qFormat="1" w:unhideWhenUsed="0" w:uiPriority="0" w:semiHidden="0" w:name="Subtitle"/>
    <w:lsdException w:unhideWhenUsed="0" w:uiPriority="99" w:name="Salutation"/>
    <w:lsdException w:unhideWhenUsed="0" w:uiPriority="99" w:name="Date"/>
    <w:lsdException w:qFormat="1" w:unhideWhenUsed="0" w:uiPriority="0" w:name="Body Text First Indent"/>
    <w:lsdException w:unhideWhenUsed="0" w:uiPriority="99" w:name="Body Text First Indent 2"/>
    <w:lsdException w:unhideWhenUsed="0" w:uiPriority="99" w:name="Note Heading"/>
    <w:lsdException w:unhideWhenUsed="0" w:uiPriority="99" w:name="Body Text 2"/>
    <w:lsdException w:unhideWhenUsed="0" w:uiPriority="99" w:name="Body Text 3"/>
    <w:lsdException w:unhideWhenUsed="0" w:uiPriority="99" w:name="Body Text Indent 2"/>
    <w:lsdException w:unhideWhenUsed="0" w:uiPriority="99" w:name="Body Text Indent 3"/>
    <w:lsdException w:unhideWhenUsed="0" w:uiPriority="99" w:name="Block Text"/>
    <w:lsdException w:qFormat="1" w:unhideWhenUsed="0" w:uiPriority="0" w:name="Hyperlink"/>
    <w:lsdException w:unhideWhenUsed="0" w:uiPriority="99" w:name="FollowedHyperlink"/>
    <w:lsdException w:qFormat="1" w:unhideWhenUsed="0" w:uiPriority="22" w:name="Strong"/>
    <w:lsdException w:qFormat="1" w:unhideWhenUsed="0" w:uiPriority="20" w:name="Emphasis"/>
    <w:lsdException w:qFormat="1" w:unhideWhenUsed="0" w:uiPriority="99" w:name="Document Map"/>
    <w:lsdException w:unhideWhenUsed="0" w:uiPriority="99" w:name="Plain Text"/>
    <w:lsdException w:unhideWhenUsed="0" w:uiPriority="99" w:name="E-mail Signature"/>
    <w:lsdException w:qFormat="1" w:unhideWhenUsed="0" w:uiPriority="0" w:semiHidden="0" w:name="Normal (Web)"/>
    <w:lsdException w:unhideWhenUsed="0" w:uiPriority="99" w:name="HTML Acronym"/>
    <w:lsdException w:unhideWhenUsed="0" w:uiPriority="99" w:name="HTML Address"/>
    <w:lsdException w:unhideWhenUsed="0" w:uiPriority="99" w:name="HTML Cite"/>
    <w:lsdException w:unhideWhenUsed="0" w:uiPriority="99" w:name="HTML Code"/>
    <w:lsdException w:unhideWhenUsed="0" w:uiPriority="99" w:name="HTML Definition"/>
    <w:lsdException w:unhideWhenUsed="0" w:uiPriority="99" w:name="HTML Keyboard"/>
    <w:lsdException w:unhideWhenUsed="0" w:uiPriority="99" w:name="HTML Preformatted"/>
    <w:lsdException w:unhideWhenUsed="0" w:uiPriority="99" w:name="HTML Sample"/>
    <w:lsdException w:unhideWhenUsed="0" w:uiPriority="99" w:name="HTML Typewriter"/>
    <w:lsdException w:unhideWhenUsed="0"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7"/>
    <w:semiHidden/>
    <w:qFormat/>
    <w:uiPriority w:val="0"/>
    <w:pPr>
      <w:widowControl/>
      <w:outlineLvl w:val="0"/>
    </w:pPr>
    <w:rPr>
      <w:kern w:val="0"/>
      <w:szCs w:val="21"/>
    </w:rPr>
  </w:style>
  <w:style w:type="paragraph" w:styleId="4">
    <w:name w:val="heading 2"/>
    <w:basedOn w:val="1"/>
    <w:next w:val="1"/>
    <w:link w:val="148"/>
    <w:semiHidden/>
    <w:qFormat/>
    <w:uiPriority w:val="0"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5">
    <w:name w:val="heading 3"/>
    <w:basedOn w:val="1"/>
    <w:next w:val="1"/>
    <w:link w:val="149"/>
    <w:semiHidden/>
    <w:qFormat/>
    <w:uiPriority w:val="0"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6">
    <w:name w:val="heading 4"/>
    <w:basedOn w:val="1"/>
    <w:next w:val="1"/>
    <w:link w:val="150"/>
    <w:semiHidden/>
    <w:qFormat/>
    <w:uiPriority w:val="0"/>
    <w:pPr>
      <w:keepNext/>
      <w:keepLines/>
      <w:widowControl/>
      <w:spacing w:before="280" w:after="290" w:line="372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151"/>
    <w:semiHidden/>
    <w:qFormat/>
    <w:uiPriority w:val="0"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152"/>
    <w:semiHidden/>
    <w:qFormat/>
    <w:uiPriority w:val="0"/>
    <w:pPr>
      <w:keepNext/>
      <w:keepLines/>
      <w:widowControl/>
      <w:spacing w:before="240" w:after="64" w:line="317" w:lineRule="auto"/>
      <w:outlineLvl w:val="5"/>
    </w:pPr>
    <w:rPr>
      <w:rFonts w:ascii="Arial" w:hAnsi="Arial" w:eastAsia="黑体"/>
      <w:b/>
      <w:bCs/>
      <w:kern w:val="0"/>
      <w:sz w:val="24"/>
      <w:szCs w:val="20"/>
    </w:rPr>
  </w:style>
  <w:style w:type="paragraph" w:styleId="9">
    <w:name w:val="heading 7"/>
    <w:basedOn w:val="1"/>
    <w:next w:val="1"/>
    <w:link w:val="202"/>
    <w:semiHidden/>
    <w:qFormat/>
    <w:uiPriority w:val="0"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203"/>
    <w:semiHidden/>
    <w:qFormat/>
    <w:uiPriority w:val="0"/>
    <w:pPr>
      <w:keepNext/>
      <w:keepLines/>
      <w:widowControl/>
      <w:spacing w:before="240" w:after="64" w:line="320" w:lineRule="auto"/>
      <w:outlineLvl w:val="7"/>
    </w:pPr>
    <w:rPr>
      <w:rFonts w:ascii="Cambria" w:hAnsi="Cambria" w:cs="黑体"/>
      <w:kern w:val="0"/>
      <w:sz w:val="2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No paragraph style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color w:val="000000"/>
      <w:sz w:val="24"/>
      <w:szCs w:val="24"/>
      <w:lang w:val="zh-CN" w:eastAsia="zh-CN" w:bidi="ar-SA"/>
    </w:rPr>
  </w:style>
  <w:style w:type="paragraph" w:styleId="11">
    <w:name w:val="Document Map"/>
    <w:basedOn w:val="1"/>
    <w:link w:val="153"/>
    <w:semiHidden/>
    <w:qFormat/>
    <w:uiPriority w:val="99"/>
    <w:rPr>
      <w:rFonts w:ascii="宋体"/>
      <w:sz w:val="18"/>
      <w:szCs w:val="18"/>
    </w:rPr>
  </w:style>
  <w:style w:type="paragraph" w:styleId="12">
    <w:name w:val="Body Text"/>
    <w:basedOn w:val="1"/>
    <w:link w:val="182"/>
    <w:semiHidden/>
    <w:qFormat/>
    <w:uiPriority w:val="0"/>
    <w:pPr>
      <w:spacing w:after="120"/>
    </w:pPr>
  </w:style>
  <w:style w:type="paragraph" w:styleId="13">
    <w:name w:val="toc 3"/>
    <w:basedOn w:val="1"/>
    <w:next w:val="1"/>
    <w:semiHidden/>
    <w:qFormat/>
    <w:uiPriority w:val="39"/>
    <w:pPr>
      <w:spacing w:line="360" w:lineRule="auto"/>
      <w:ind w:left="400" w:leftChars="400"/>
    </w:pPr>
    <w:rPr>
      <w:sz w:val="24"/>
    </w:rPr>
  </w:style>
  <w:style w:type="paragraph" w:styleId="14">
    <w:name w:val="Balloon Text"/>
    <w:basedOn w:val="1"/>
    <w:link w:val="160"/>
    <w:semiHidden/>
    <w:qFormat/>
    <w:uiPriority w:val="99"/>
    <w:rPr>
      <w:sz w:val="18"/>
      <w:szCs w:val="18"/>
    </w:rPr>
  </w:style>
  <w:style w:type="paragraph" w:styleId="15">
    <w:name w:val="footer"/>
    <w:basedOn w:val="1"/>
    <w:link w:val="159"/>
    <w:semiHidden/>
    <w:qFormat/>
    <w:uiPriority w:val="99"/>
    <w:pPr>
      <w:widowControl/>
      <w:jc w:val="center"/>
    </w:pPr>
  </w:style>
  <w:style w:type="paragraph" w:styleId="16">
    <w:name w:val="header"/>
    <w:basedOn w:val="1"/>
    <w:link w:val="15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39"/>
    <w:pPr>
      <w:spacing w:line="360" w:lineRule="auto"/>
    </w:pPr>
    <w:rPr>
      <w:rFonts w:eastAsia="黑体"/>
      <w:b/>
      <w:sz w:val="30"/>
    </w:rPr>
  </w:style>
  <w:style w:type="paragraph" w:styleId="18">
    <w:name w:val="toc 4"/>
    <w:basedOn w:val="1"/>
    <w:next w:val="1"/>
    <w:semiHidden/>
    <w:qFormat/>
    <w:uiPriority w:val="39"/>
    <w:pPr>
      <w:spacing w:line="360" w:lineRule="auto"/>
      <w:ind w:left="600" w:leftChars="600"/>
    </w:pPr>
    <w:rPr>
      <w:sz w:val="24"/>
    </w:rPr>
  </w:style>
  <w:style w:type="paragraph" w:styleId="19">
    <w:name w:val="toc 2"/>
    <w:basedOn w:val="1"/>
    <w:next w:val="1"/>
    <w:semiHidden/>
    <w:qFormat/>
    <w:uiPriority w:val="39"/>
    <w:pPr>
      <w:widowControl/>
      <w:spacing w:line="360" w:lineRule="auto"/>
      <w:ind w:left="150" w:leftChars="150"/>
    </w:pPr>
    <w:rPr>
      <w:rFonts w:eastAsia="仿宋_GB2312"/>
      <w:kern w:val="0"/>
      <w:sz w:val="23"/>
      <w:szCs w:val="21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1">
    <w:name w:val="Body Text First Indent"/>
    <w:basedOn w:val="12"/>
    <w:link w:val="183"/>
    <w:semiHidden/>
    <w:qFormat/>
    <w:uiPriority w:val="0"/>
    <w:pPr>
      <w:spacing w:after="0"/>
      <w:ind w:firstLine="216" w:firstLineChars="103"/>
    </w:pPr>
    <w:rPr>
      <w:szCs w:val="20"/>
    </w:rPr>
  </w:style>
  <w:style w:type="table" w:styleId="23">
    <w:name w:val="Table Grid"/>
    <w:basedOn w:val="2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semiHidden/>
    <w:qFormat/>
    <w:uiPriority w:val="22"/>
    <w:rPr>
      <w:b/>
    </w:rPr>
  </w:style>
  <w:style w:type="character" w:styleId="26">
    <w:name w:val="page number"/>
    <w:basedOn w:val="24"/>
    <w:semiHidden/>
    <w:qFormat/>
    <w:uiPriority w:val="0"/>
  </w:style>
  <w:style w:type="character" w:styleId="27">
    <w:name w:val="Emphasis"/>
    <w:basedOn w:val="24"/>
    <w:semiHidden/>
    <w:qFormat/>
    <w:uiPriority w:val="20"/>
    <w:rPr>
      <w:color w:val="CC0000"/>
    </w:rPr>
  </w:style>
  <w:style w:type="character" w:styleId="28">
    <w:name w:val="Hyperlink"/>
    <w:basedOn w:val="24"/>
    <w:semiHidden/>
    <w:qFormat/>
    <w:uiPriority w:val="0"/>
    <w:rPr>
      <w:color w:val="0000FF"/>
      <w:u w:val="single"/>
    </w:rPr>
  </w:style>
  <w:style w:type="character" w:styleId="29">
    <w:name w:val="annotation reference"/>
    <w:basedOn w:val="24"/>
    <w:semiHidden/>
    <w:qFormat/>
    <w:uiPriority w:val="99"/>
    <w:rPr>
      <w:sz w:val="21"/>
      <w:szCs w:val="21"/>
    </w:rPr>
  </w:style>
  <w:style w:type="paragraph" w:customStyle="1" w:styleId="30">
    <w:name w:val="H-5级标题 （一）"/>
    <w:basedOn w:val="7"/>
    <w:next w:val="31"/>
    <w:link w:val="155"/>
    <w:semiHidden/>
    <w:qFormat/>
    <w:uiPriority w:val="0"/>
    <w:pPr>
      <w:spacing w:beforeLines="50" w:afterLines="50" w:line="240" w:lineRule="auto"/>
      <w:ind w:firstLine="200" w:firstLineChars="200"/>
      <w:textAlignment w:val="center"/>
    </w:pPr>
    <w:rPr>
      <w:rFonts w:eastAsia="黑体"/>
      <w:b w:val="0"/>
      <w:sz w:val="24"/>
    </w:rPr>
  </w:style>
  <w:style w:type="paragraph" w:customStyle="1" w:styleId="31">
    <w:name w:val="H-6级标题 1．(注：此标题序号后的点为英文全角输入或者汉字状态下半角第二次输入)"/>
    <w:basedOn w:val="32"/>
    <w:next w:val="1"/>
    <w:semiHidden/>
    <w:qFormat/>
    <w:uiPriority w:val="0"/>
    <w:pPr>
      <w:ind w:left="525" w:hanging="525"/>
    </w:pPr>
    <w:rPr>
      <w:rFonts w:eastAsia="宋体"/>
    </w:rPr>
  </w:style>
  <w:style w:type="paragraph" w:customStyle="1" w:styleId="32">
    <w:name w:val="H-题目题干"/>
    <w:basedOn w:val="1"/>
    <w:semiHidden/>
    <w:qFormat/>
    <w:uiPriority w:val="0"/>
    <w:pPr>
      <w:widowControl/>
      <w:spacing w:line="360" w:lineRule="auto"/>
      <w:ind w:left="250" w:hanging="250" w:hangingChars="250"/>
      <w:textAlignment w:val="center"/>
    </w:pPr>
    <w:rPr>
      <w:rFonts w:eastAsia="仿宋_GB2312"/>
      <w:kern w:val="0"/>
      <w:szCs w:val="20"/>
    </w:rPr>
  </w:style>
  <w:style w:type="paragraph" w:customStyle="1" w:styleId="33">
    <w:name w:val="W-题目来源、题目说明"/>
    <w:next w:val="1"/>
    <w:link w:val="156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34">
    <w:name w:val="H-4级标题 一、"/>
    <w:basedOn w:val="6"/>
    <w:next w:val="30"/>
    <w:link w:val="157"/>
    <w:semiHidden/>
    <w:qFormat/>
    <w:uiPriority w:val="0"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paragraph" w:customStyle="1" w:styleId="35">
    <w:name w:val="W-讲义答案和解析"/>
    <w:next w:val="1"/>
    <w:link w:val="158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Cs w:val="22"/>
      <w:lang w:val="en-US" w:eastAsia="zh-CN" w:bidi="ar-SA"/>
    </w:rPr>
  </w:style>
  <w:style w:type="paragraph" w:customStyle="1" w:styleId="36">
    <w:name w:val="H-请开始答题："/>
    <w:basedOn w:val="1"/>
    <w:next w:val="32"/>
    <w:semiHidden/>
    <w:qFormat/>
    <w:uiPriority w:val="0"/>
    <w:pPr>
      <w:spacing w:beforeLines="100"/>
    </w:pPr>
    <w:rPr>
      <w:rFonts w:eastAsia="黑体"/>
      <w:b/>
    </w:rPr>
  </w:style>
  <w:style w:type="paragraph" w:customStyle="1" w:styleId="37">
    <w:name w:val="H-结束语"/>
    <w:semiHidden/>
    <w:qFormat/>
    <w:uiPriority w:val="0"/>
    <w:pPr>
      <w:spacing w:beforeLines="100" w:line="300" w:lineRule="auto"/>
      <w:jc w:val="center"/>
    </w:pPr>
    <w:rPr>
      <w:rFonts w:ascii="Times New Roman" w:hAnsi="Times New Roman" w:eastAsia="黑体" w:cs="Times New Roman"/>
      <w:sz w:val="28"/>
      <w:szCs w:val="21"/>
      <w:lang w:val="en-US" w:eastAsia="zh-CN" w:bidi="ar-SA"/>
    </w:rPr>
  </w:style>
  <w:style w:type="paragraph" w:customStyle="1" w:styleId="38">
    <w:name w:val="H-1级标题 部分"/>
    <w:basedOn w:val="3"/>
    <w:next w:val="39"/>
    <w:semiHidden/>
    <w:qFormat/>
    <w:uiPriority w:val="0"/>
    <w:pPr>
      <w:spacing w:beforeLines="50" w:afterLines="50"/>
      <w:textAlignment w:val="center"/>
    </w:pPr>
    <w:rPr>
      <w:rFonts w:eastAsia="黑体"/>
      <w:b/>
    </w:rPr>
  </w:style>
  <w:style w:type="paragraph" w:customStyle="1" w:styleId="39">
    <w:name w:val="H-2级标题 章"/>
    <w:basedOn w:val="4"/>
    <w:next w:val="40"/>
    <w:semiHidden/>
    <w:qFormat/>
    <w:uiPriority w:val="0"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40">
    <w:name w:val="H-3级标题 节"/>
    <w:basedOn w:val="5"/>
    <w:next w:val="34"/>
    <w:link w:val="209"/>
    <w:semiHidden/>
    <w:qFormat/>
    <w:uiPriority w:val="0"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41">
    <w:name w:val="W-考情分析"/>
    <w:basedOn w:val="40"/>
    <w:semiHidden/>
    <w:qFormat/>
    <w:uiPriority w:val="0"/>
    <w:pPr>
      <w:outlineLvl w:val="9"/>
    </w:pPr>
    <w:rPr>
      <w:rFonts w:eastAsia="楷体_GB2312"/>
    </w:rPr>
  </w:style>
  <w:style w:type="paragraph" w:customStyle="1" w:styleId="42">
    <w:name w:val="H-？、题型说明"/>
    <w:next w:val="1"/>
    <w:link w:val="214"/>
    <w:semiHidden/>
    <w:qFormat/>
    <w:uiPriority w:val="0"/>
    <w:pPr>
      <w:spacing w:beforeLines="100" w:afterLines="100" w:line="300" w:lineRule="auto"/>
      <w:ind w:firstLine="200" w:firstLineChars="200"/>
      <w:jc w:val="both"/>
      <w:outlineLvl w:val="1"/>
    </w:pPr>
    <w:rPr>
      <w:rFonts w:ascii="Times New Roman" w:hAnsi="Times New Roman" w:eastAsia="黑体" w:cs="Times New Roman"/>
      <w:b/>
      <w:sz w:val="21"/>
      <w:szCs w:val="21"/>
      <w:lang w:val="en-US" w:eastAsia="zh-CN" w:bidi="ar-SA"/>
    </w:rPr>
  </w:style>
  <w:style w:type="paragraph" w:customStyle="1" w:styleId="43">
    <w:name w:val="H-？、题前说明"/>
    <w:basedOn w:val="42"/>
    <w:next w:val="36"/>
    <w:link w:val="215"/>
    <w:semiHidden/>
    <w:qFormat/>
    <w:uiPriority w:val="0"/>
    <w:pPr>
      <w:spacing w:afterLines="0"/>
      <w:outlineLvl w:val="9"/>
    </w:pPr>
  </w:style>
  <w:style w:type="paragraph" w:customStyle="1" w:styleId="44">
    <w:name w:val="H-共？题共分？钟"/>
    <w:basedOn w:val="4"/>
    <w:next w:val="42"/>
    <w:link w:val="212"/>
    <w:semiHidden/>
    <w:qFormat/>
    <w:uiPriority w:val="0"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45">
    <w:name w:val="H-第？部分"/>
    <w:basedOn w:val="40"/>
    <w:next w:val="44"/>
    <w:link w:val="210"/>
    <w:semiHidden/>
    <w:qFormat/>
    <w:uiPriority w:val="0"/>
    <w:pPr>
      <w:spacing w:beforeLines="100" w:afterLines="0" w:line="240" w:lineRule="auto"/>
      <w:outlineLvl w:val="0"/>
    </w:pPr>
    <w:rPr>
      <w:sz w:val="28"/>
    </w:rPr>
  </w:style>
  <w:style w:type="paragraph" w:customStyle="1" w:styleId="46">
    <w:name w:val="W-考情分析正文"/>
    <w:basedOn w:val="1"/>
    <w:semiHidden/>
    <w:qFormat/>
    <w:uiPriority w:val="0"/>
    <w:pPr>
      <w:widowControl/>
      <w:ind w:firstLine="200" w:firstLineChars="200"/>
      <w:textAlignment w:val="center"/>
    </w:pPr>
    <w:rPr>
      <w:rFonts w:eastAsia="楷体_GB2312"/>
      <w:kern w:val="0"/>
      <w:szCs w:val="20"/>
    </w:rPr>
  </w:style>
  <w:style w:type="paragraph" w:customStyle="1" w:styleId="47">
    <w:name w:val="H-7级标题 （1）(注：此处括号为汉字状态)"/>
    <w:basedOn w:val="1"/>
    <w:semiHidden/>
    <w:qFormat/>
    <w:uiPriority w:val="0"/>
    <w:pPr>
      <w:widowControl/>
      <w:ind w:firstLine="200" w:firstLineChars="200"/>
      <w:textAlignment w:val="center"/>
    </w:pPr>
    <w:rPr>
      <w:kern w:val="0"/>
      <w:szCs w:val="20"/>
    </w:rPr>
  </w:style>
  <w:style w:type="paragraph" w:customStyle="1" w:styleId="48">
    <w:name w:val="H-8级标题 ①"/>
    <w:basedOn w:val="1"/>
    <w:semiHidden/>
    <w:qFormat/>
    <w:uiPriority w:val="0"/>
  </w:style>
  <w:style w:type="paragraph" w:customStyle="1" w:styleId="49">
    <w:name w:val="H-题目提问方式、选项"/>
    <w:basedOn w:val="1"/>
    <w:semiHidden/>
    <w:qFormat/>
    <w:uiPriority w:val="0"/>
    <w:pPr>
      <w:widowControl/>
      <w:spacing w:line="360" w:lineRule="auto"/>
      <w:ind w:left="350" w:leftChars="250" w:hanging="100" w:hangingChars="100"/>
      <w:textAlignment w:val="center"/>
    </w:pPr>
    <w:rPr>
      <w:rFonts w:eastAsia="仿宋_GB2312"/>
      <w:kern w:val="0"/>
      <w:szCs w:val="20"/>
    </w:rPr>
  </w:style>
  <w:style w:type="paragraph" w:customStyle="1" w:styleId="50">
    <w:name w:val="H-题目答案"/>
    <w:basedOn w:val="35"/>
    <w:semiHidden/>
    <w:qFormat/>
    <w:uiPriority w:val="0"/>
    <w:pPr>
      <w:ind w:left="250" w:hanging="250" w:hangingChars="250"/>
    </w:pPr>
    <w:rPr>
      <w:rFonts w:eastAsia="仿宋_GB2312"/>
    </w:rPr>
  </w:style>
  <w:style w:type="paragraph" w:customStyle="1" w:styleId="51">
    <w:name w:val="W-讲义5级（一）"/>
    <w:basedOn w:val="7"/>
    <w:next w:val="52"/>
    <w:link w:val="161"/>
    <w:semiHidden/>
    <w:qFormat/>
    <w:uiPriority w:val="0"/>
    <w:pPr>
      <w:spacing w:beforeLines="50" w:afterLines="50" w:line="240" w:lineRule="auto"/>
      <w:ind w:firstLine="420" w:firstLineChars="200"/>
    </w:pPr>
    <w:rPr>
      <w:sz w:val="24"/>
    </w:rPr>
  </w:style>
  <w:style w:type="paragraph" w:customStyle="1" w:styleId="52">
    <w:name w:val="W-讲义6级1."/>
    <w:basedOn w:val="8"/>
    <w:next w:val="1"/>
    <w:semiHidden/>
    <w:qFormat/>
    <w:uiPriority w:val="0"/>
    <w:pPr>
      <w:spacing w:before="0" w:after="0" w:line="240" w:lineRule="auto"/>
      <w:ind w:firstLine="420" w:firstLineChars="200"/>
    </w:pPr>
    <w:rPr>
      <w:rFonts w:ascii="Times New Roman" w:hAnsi="Times New Roman" w:eastAsia="宋体"/>
      <w:sz w:val="21"/>
    </w:rPr>
  </w:style>
  <w:style w:type="paragraph" w:customStyle="1" w:styleId="53">
    <w:name w:val="W-标题后说明信息和题目来源"/>
    <w:next w:val="1"/>
    <w:link w:val="162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54">
    <w:name w:val="W-讲义4级一、"/>
    <w:basedOn w:val="6"/>
    <w:next w:val="51"/>
    <w:link w:val="163"/>
    <w:semiHidden/>
    <w:qFormat/>
    <w:uiPriority w:val="99"/>
    <w:pPr>
      <w:widowControl w:val="0"/>
      <w:spacing w:beforeLines="50" w:afterLines="50" w:line="240" w:lineRule="auto"/>
      <w:ind w:firstLine="200" w:firstLineChars="200"/>
      <w:textAlignment w:val="center"/>
    </w:pPr>
    <w:rPr>
      <w:rFonts w:ascii="Times New Roman" w:hAnsi="Times New Roman" w:eastAsia="宋体"/>
      <w:bCs w:val="0"/>
      <w:kern w:val="2"/>
      <w:szCs w:val="20"/>
    </w:rPr>
  </w:style>
  <w:style w:type="paragraph" w:customStyle="1" w:styleId="55">
    <w:name w:val="W-讲义1级部分"/>
    <w:basedOn w:val="3"/>
    <w:next w:val="56"/>
    <w:link w:val="204"/>
    <w:semiHidden/>
    <w:qFormat/>
    <w:uiPriority w:val="99"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56">
    <w:name w:val="W-讲义2级章"/>
    <w:basedOn w:val="4"/>
    <w:next w:val="57"/>
    <w:link w:val="201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57">
    <w:name w:val="W-讲义3级节"/>
    <w:basedOn w:val="5"/>
    <w:next w:val="54"/>
    <w:link w:val="205"/>
    <w:semiHidden/>
    <w:qFormat/>
    <w:uiPriority w:val="0"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58">
    <w:name w:val="W-考情分析、目录标题"/>
    <w:basedOn w:val="57"/>
    <w:semiHidden/>
    <w:qFormat/>
    <w:uiPriority w:val="0"/>
    <w:pPr>
      <w:outlineLvl w:val="9"/>
    </w:pPr>
    <w:rPr>
      <w:rFonts w:eastAsia="楷体_GB2312"/>
      <w:b/>
    </w:rPr>
  </w:style>
  <w:style w:type="paragraph" w:customStyle="1" w:styleId="59">
    <w:name w:val="W-？、题干"/>
    <w:next w:val="1"/>
    <w:semiHidden/>
    <w:qFormat/>
    <w:uiPriority w:val="0"/>
    <w:pPr>
      <w:spacing w:beforeLines="50" w:line="300" w:lineRule="auto"/>
      <w:ind w:firstLine="56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0">
    <w:name w:val="W-蓝色首行缩进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61">
    <w:name w:val="W-目录标题“部分”（加粗）"/>
    <w:basedOn w:val="1"/>
    <w:semiHidden/>
    <w:qFormat/>
    <w:uiPriority w:val="0"/>
    <w:pPr>
      <w:spacing w:line="137" w:lineRule="auto"/>
    </w:pPr>
    <w:rPr>
      <w:b/>
    </w:rPr>
  </w:style>
  <w:style w:type="paragraph" w:customStyle="1" w:styleId="62">
    <w:name w:val="W-共？题共分？钟"/>
    <w:basedOn w:val="4"/>
    <w:next w:val="59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63">
    <w:name w:val="W-资料分析、言语材料前标题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64">
    <w:name w:val="W-第？部分"/>
    <w:basedOn w:val="3"/>
    <w:next w:val="62"/>
    <w:semiHidden/>
    <w:qFormat/>
    <w:uiPriority w:val="0"/>
    <w:pPr>
      <w:spacing w:beforeLines="50" w:afterLines="50"/>
    </w:pPr>
    <w:rPr>
      <w:sz w:val="28"/>
    </w:rPr>
  </w:style>
  <w:style w:type="paragraph" w:customStyle="1" w:styleId="65">
    <w:name w:val="W-考勤分析正文"/>
    <w:basedOn w:val="1"/>
    <w:semiHidden/>
    <w:qFormat/>
    <w:uiPriority w:val="0"/>
    <w:pPr>
      <w:widowControl/>
      <w:ind w:firstLine="420" w:firstLineChars="200"/>
    </w:pPr>
    <w:rPr>
      <w:rFonts w:eastAsia="楷体_GB2312"/>
      <w:kern w:val="0"/>
      <w:szCs w:val="20"/>
    </w:rPr>
  </w:style>
  <w:style w:type="paragraph" w:customStyle="1" w:styleId="66">
    <w:name w:val="讲义答案和解析"/>
    <w:next w:val="1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67">
    <w:name w:val="样式 W-请开始答题、题目、选项 + Arial 小五 黑色 居中 首行缩进:  2 字符"/>
    <w:basedOn w:val="1"/>
    <w:semiHidden/>
    <w:qFormat/>
    <w:uiPriority w:val="0"/>
    <w:pPr>
      <w:widowControl/>
      <w:ind w:firstLine="200" w:firstLineChars="200"/>
      <w:jc w:val="left"/>
    </w:pPr>
    <w:rPr>
      <w:rFonts w:ascii="Arial" w:hAnsi="Arial" w:cs="宋体"/>
      <w:color w:val="000000"/>
      <w:kern w:val="0"/>
      <w:szCs w:val="20"/>
    </w:rPr>
  </w:style>
  <w:style w:type="paragraph" w:customStyle="1" w:styleId="68">
    <w:name w:val="讲义题目、选项"/>
    <w:next w:val="1"/>
    <w:link w:val="164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69">
    <w:name w:val="p0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0">
    <w:name w:val="p16"/>
    <w:basedOn w:val="1"/>
    <w:semiHidden/>
    <w:qFormat/>
    <w:uiPriority w:val="0"/>
    <w:pPr>
      <w:widowControl/>
    </w:pPr>
    <w:rPr>
      <w:kern w:val="0"/>
      <w:szCs w:val="21"/>
    </w:rPr>
  </w:style>
  <w:style w:type="paragraph" w:customStyle="1" w:styleId="71">
    <w:name w:val="p17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paragraph" w:customStyle="1" w:styleId="72">
    <w:name w:val="请开始答题、题目、选项"/>
    <w:link w:val="165"/>
    <w:semiHidden/>
    <w:qFormat/>
    <w:uiPriority w:val="0"/>
    <w:pPr>
      <w:spacing w:line="300" w:lineRule="auto"/>
      <w:ind w:firstLine="420" w:firstLineChars="200"/>
      <w:jc w:val="both"/>
    </w:pPr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73">
    <w:name w:val="样式 W-？、题前说明 + (中文) 黑体 首行缩进:  2 字符 段前: 1 行 段后: 1 行"/>
    <w:basedOn w:val="43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4">
    <w:name w:val="样式 H-？、题型说明 + 首行缩进:  2 字符 段前: 1 行 段后: 1 行"/>
    <w:basedOn w:val="42"/>
    <w:semiHidden/>
    <w:qFormat/>
    <w:uiPriority w:val="0"/>
    <w:pPr>
      <w:spacing w:before="312" w:after="312"/>
      <w:ind w:firstLine="422"/>
    </w:pPr>
    <w:rPr>
      <w:rFonts w:cs="宋体"/>
      <w:bCs/>
    </w:rPr>
  </w:style>
  <w:style w:type="paragraph" w:customStyle="1" w:styleId="75">
    <w:name w:val="W-请开始答题、题目、选项"/>
    <w:link w:val="166"/>
    <w:qFormat/>
    <w:uiPriority w:val="0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76">
    <w:name w:val="W-？、题型说明"/>
    <w:next w:val="1"/>
    <w:semiHidden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77">
    <w:name w:val="H-文字材料"/>
    <w:basedOn w:val="1"/>
    <w:semiHidden/>
    <w:qFormat/>
    <w:uiPriority w:val="0"/>
    <w:pPr>
      <w:spacing w:line="360" w:lineRule="auto"/>
      <w:ind w:firstLine="200" w:firstLineChars="200"/>
    </w:pPr>
    <w:rPr>
      <w:rFonts w:hAnsi="宋体" w:eastAsia="仿宋_GB2312"/>
    </w:rPr>
  </w:style>
  <w:style w:type="paragraph" w:customStyle="1" w:styleId="78">
    <w:name w:val="14讲义题目来源、题目说明"/>
    <w:next w:val="79"/>
    <w:link w:val="167"/>
    <w:semiHidden/>
    <w:qFormat/>
    <w:uiPriority w:val="0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79">
    <w:name w:val="14讲义题目、选项、请开始答题"/>
    <w:link w:val="168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80">
    <w:name w:val="14讲义题目答案和解析"/>
    <w:next w:val="1"/>
    <w:link w:val="169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81">
    <w:name w:val="2014讲义 考情分析"/>
    <w:basedOn w:val="1"/>
    <w:semiHidden/>
    <w:qFormat/>
    <w:uiPriority w:val="0"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82">
    <w:name w:val="2014讲义 题型说明"/>
    <w:next w:val="79"/>
    <w:qFormat/>
    <w:uiPriority w:val="0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3">
    <w:name w:val="2014讲义 题前说明"/>
    <w:basedOn w:val="82"/>
    <w:semiHidden/>
    <w:qFormat/>
    <w:uiPriority w:val="0"/>
    <w:pPr>
      <w:outlineLvl w:val="9"/>
    </w:pPr>
  </w:style>
  <w:style w:type="paragraph" w:customStyle="1" w:styleId="84">
    <w:name w:val="2014讲义 共？题共分？钟"/>
    <w:basedOn w:val="4"/>
    <w:next w:val="82"/>
    <w:semiHidden/>
    <w:qFormat/>
    <w:uiPriority w:val="0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85">
    <w:name w:val="2014讲义 第？部分"/>
    <w:basedOn w:val="3"/>
    <w:next w:val="84"/>
    <w:semiHidden/>
    <w:qFormat/>
    <w:uiPriority w:val="0"/>
    <w:pPr>
      <w:spacing w:beforeLines="100" w:afterLines="100"/>
    </w:pPr>
    <w:rPr>
      <w:sz w:val="28"/>
    </w:rPr>
  </w:style>
  <w:style w:type="paragraph" w:customStyle="1" w:styleId="86">
    <w:name w:val="2014讲义 考情分析正文"/>
    <w:basedOn w:val="79"/>
    <w:semiHidden/>
    <w:qFormat/>
    <w:uiPriority w:val="0"/>
    <w:rPr>
      <w:rFonts w:eastAsia="楷体_GB2312"/>
    </w:rPr>
  </w:style>
  <w:style w:type="paragraph" w:customStyle="1" w:styleId="87">
    <w:name w:val="14讲义1级标题 部分、篇"/>
    <w:basedOn w:val="1"/>
    <w:link w:val="170"/>
    <w:semiHidden/>
    <w:qFormat/>
    <w:uiPriority w:val="0"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paragraph" w:customStyle="1" w:styleId="88">
    <w:name w:val="14讲义2级标题 章"/>
    <w:basedOn w:val="1"/>
    <w:link w:val="171"/>
    <w:semiHidden/>
    <w:qFormat/>
    <w:uiPriority w:val="0"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paragraph" w:customStyle="1" w:styleId="89">
    <w:name w:val="14讲义3级标题 节"/>
    <w:basedOn w:val="1"/>
    <w:link w:val="172"/>
    <w:semiHidden/>
    <w:qFormat/>
    <w:uiPriority w:val="0"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paragraph" w:customStyle="1" w:styleId="90">
    <w:name w:val="14讲义4级标题 一、"/>
    <w:basedOn w:val="1"/>
    <w:link w:val="173"/>
    <w:semiHidden/>
    <w:qFormat/>
    <w:uiPriority w:val="0"/>
    <w:pPr>
      <w:spacing w:line="240" w:lineRule="auto"/>
      <w:outlineLvl w:val="3"/>
    </w:pPr>
    <w:rPr>
      <w:rFonts w:ascii="黑体" w:eastAsia="黑体"/>
      <w:sz w:val="28"/>
      <w:szCs w:val="28"/>
    </w:rPr>
  </w:style>
  <w:style w:type="paragraph" w:customStyle="1" w:styleId="91">
    <w:name w:val="14讲义5级标题 （五）"/>
    <w:basedOn w:val="1"/>
    <w:link w:val="174"/>
    <w:semiHidden/>
    <w:qFormat/>
    <w:uiPriority w:val="0"/>
    <w:pPr>
      <w:spacing w:line="240" w:lineRule="auto"/>
      <w:ind w:firstLine="200" w:firstLineChars="200"/>
      <w:outlineLvl w:val="4"/>
    </w:pPr>
    <w:rPr>
      <w:rFonts w:ascii="黑体" w:eastAsia="黑体"/>
      <w:sz w:val="24"/>
    </w:rPr>
  </w:style>
  <w:style w:type="paragraph" w:customStyle="1" w:styleId="92">
    <w:name w:val="14讲义6级标题 1．"/>
    <w:basedOn w:val="1"/>
    <w:link w:val="175"/>
    <w:semiHidden/>
    <w:qFormat/>
    <w:uiPriority w:val="0"/>
    <w:pPr>
      <w:ind w:firstLine="200" w:firstLineChars="200"/>
      <w:outlineLvl w:val="5"/>
    </w:pPr>
  </w:style>
  <w:style w:type="paragraph" w:customStyle="1" w:styleId="93">
    <w:name w:val="14讲义7级标题 （1）"/>
    <w:basedOn w:val="1"/>
    <w:link w:val="176"/>
    <w:semiHidden/>
    <w:qFormat/>
    <w:uiPriority w:val="0"/>
    <w:pPr>
      <w:ind w:firstLine="200" w:firstLineChars="200"/>
      <w:outlineLvl w:val="6"/>
    </w:pPr>
  </w:style>
  <w:style w:type="paragraph" w:customStyle="1" w:styleId="94">
    <w:name w:val="14讲义8级标题 ①"/>
    <w:basedOn w:val="1"/>
    <w:link w:val="177"/>
    <w:semiHidden/>
    <w:qFormat/>
    <w:uiPriority w:val="0"/>
    <w:pPr>
      <w:ind w:firstLine="200" w:firstLineChars="200"/>
      <w:outlineLvl w:val="7"/>
    </w:pPr>
  </w:style>
  <w:style w:type="paragraph" w:customStyle="1" w:styleId="95">
    <w:name w:val="2014讲义 正文"/>
    <w:basedOn w:val="1"/>
    <w:link w:val="178"/>
    <w:semiHidden/>
    <w:qFormat/>
    <w:uiPriority w:val="0"/>
    <w:pPr>
      <w:ind w:firstLine="420" w:firstLineChars="200"/>
    </w:pPr>
  </w:style>
  <w:style w:type="paragraph" w:customStyle="1" w:styleId="96">
    <w:name w:val="2014讲义 表题"/>
    <w:basedOn w:val="1"/>
    <w:link w:val="179"/>
    <w:semiHidden/>
    <w:qFormat/>
    <w:uiPriority w:val="0"/>
    <w:pPr>
      <w:adjustRightInd w:val="0"/>
      <w:snapToGrid w:val="0"/>
      <w:spacing w:line="336" w:lineRule="auto"/>
      <w:jc w:val="center"/>
    </w:pPr>
    <w:rPr>
      <w:rFonts w:ascii="宋体" w:hAnsi="宋体"/>
      <w:sz w:val="18"/>
      <w:szCs w:val="18"/>
    </w:rPr>
  </w:style>
  <w:style w:type="paragraph" w:customStyle="1" w:styleId="97">
    <w:name w:val="2014讲义 图题"/>
    <w:basedOn w:val="95"/>
    <w:link w:val="180"/>
    <w:semiHidden/>
    <w:qFormat/>
    <w:uiPriority w:val="0"/>
    <w:pPr>
      <w:ind w:firstLine="360"/>
      <w:jc w:val="center"/>
    </w:pPr>
    <w:rPr>
      <w:sz w:val="18"/>
      <w:szCs w:val="18"/>
    </w:rPr>
  </w:style>
  <w:style w:type="paragraph" w:customStyle="1" w:styleId="98">
    <w:name w:val="2014讲义目录标题  目  录"/>
    <w:next w:val="17"/>
    <w:semiHidden/>
    <w:qFormat/>
    <w:uiPriority w:val="0"/>
    <w:pPr>
      <w:spacing w:beforeLines="50" w:afterLines="100" w:line="360" w:lineRule="auto"/>
      <w:jc w:val="center"/>
    </w:pPr>
    <w:rPr>
      <w:rFonts w:ascii="Times New Roman" w:hAnsi="Times New Roman" w:eastAsia="方正大标宋简体" w:cs="Times New Roman"/>
      <w:kern w:val="2"/>
      <w:sz w:val="48"/>
      <w:szCs w:val="32"/>
      <w:lang w:val="en-US" w:eastAsia="zh-CN" w:bidi="ar-SA"/>
    </w:rPr>
  </w:style>
  <w:style w:type="paragraph" w:customStyle="1" w:styleId="99">
    <w:name w:val="W-？、题前说明"/>
    <w:basedOn w:val="76"/>
    <w:semiHidden/>
    <w:qFormat/>
    <w:uiPriority w:val="0"/>
    <w:pPr>
      <w:outlineLvl w:val="9"/>
    </w:pPr>
  </w:style>
  <w:style w:type="paragraph" w:customStyle="1" w:styleId="100">
    <w:name w:val="W-讲义7级1）"/>
    <w:basedOn w:val="1"/>
    <w:semiHidden/>
    <w:qFormat/>
    <w:uiPriority w:val="0"/>
    <w:pPr>
      <w:widowControl/>
      <w:spacing w:line="240" w:lineRule="auto"/>
      <w:ind w:firstLine="200" w:firstLineChars="200"/>
      <w:textAlignment w:val="center"/>
    </w:pPr>
    <w:rPr>
      <w:kern w:val="0"/>
      <w:szCs w:val="22"/>
    </w:rPr>
  </w:style>
  <w:style w:type="paragraph" w:customStyle="1" w:styleId="101">
    <w:name w:val="首行悬挂"/>
    <w:basedOn w:val="1"/>
    <w:link w:val="181"/>
    <w:semiHidden/>
    <w:qFormat/>
    <w:uiPriority w:val="0"/>
    <w:pPr>
      <w:ind w:left="210" w:hanging="210" w:hangingChars="100"/>
    </w:pPr>
    <w:rPr>
      <w:kern w:val="0"/>
      <w:sz w:val="20"/>
      <w:szCs w:val="20"/>
    </w:rPr>
  </w:style>
  <w:style w:type="paragraph" w:customStyle="1" w:styleId="102">
    <w:name w:val="蓝色悬挂"/>
    <w:basedOn w:val="1"/>
    <w:semiHidden/>
    <w:qFormat/>
    <w:uiPriority w:val="0"/>
    <w:rPr>
      <w:color w:val="0000FF"/>
      <w:szCs w:val="20"/>
    </w:rPr>
  </w:style>
  <w:style w:type="paragraph" w:customStyle="1" w:styleId="103">
    <w:name w:val="蓝色答案悬挂"/>
    <w:basedOn w:val="1"/>
    <w:semiHidden/>
    <w:qFormat/>
    <w:uiPriority w:val="0"/>
    <w:pPr>
      <w:ind w:left="420" w:hanging="420" w:hangingChars="200"/>
    </w:pPr>
    <w:rPr>
      <w:color w:val="0000FF"/>
      <w:szCs w:val="20"/>
    </w:rPr>
  </w:style>
  <w:style w:type="paragraph" w:customStyle="1" w:styleId="104">
    <w:name w:val="W-题前说明"/>
    <w:basedOn w:val="76"/>
    <w:semiHidden/>
    <w:qFormat/>
    <w:uiPriority w:val="0"/>
    <w:pPr>
      <w:outlineLvl w:val="9"/>
    </w:pPr>
  </w:style>
  <w:style w:type="paragraph" w:customStyle="1" w:styleId="105">
    <w:name w:val="p15"/>
    <w:basedOn w:val="1"/>
    <w:semiHidden/>
    <w:qFormat/>
    <w:uiPriority w:val="0"/>
    <w:pPr>
      <w:widowControl/>
      <w:ind w:firstLine="420"/>
    </w:pPr>
    <w:rPr>
      <w:kern w:val="0"/>
      <w:szCs w:val="21"/>
    </w:rPr>
  </w:style>
  <w:style w:type="paragraph" w:customStyle="1" w:styleId="106">
    <w:name w:val="W-试题"/>
    <w:basedOn w:val="1"/>
    <w:semiHidden/>
    <w:qFormat/>
    <w:uiPriority w:val="0"/>
    <w:pPr>
      <w:tabs>
        <w:tab w:val="left" w:pos="2100"/>
        <w:tab w:val="left" w:pos="3780"/>
        <w:tab w:val="left" w:pos="5460"/>
      </w:tabs>
      <w:ind w:firstLine="200" w:firstLineChars="200"/>
    </w:pPr>
  </w:style>
  <w:style w:type="paragraph" w:customStyle="1" w:styleId="107">
    <w:name w:val="TOC 标题1"/>
    <w:basedOn w:val="3"/>
    <w:next w:val="1"/>
    <w:link w:val="189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108">
    <w:name w:val="017讲义1级标题 篇"/>
    <w:basedOn w:val="109"/>
    <w:link w:val="190"/>
    <w:semiHidden/>
    <w:qFormat/>
    <w:uiPriority w:val="0"/>
  </w:style>
  <w:style w:type="paragraph" w:customStyle="1" w:styleId="109">
    <w:name w:val="017试卷 题前说明"/>
    <w:basedOn w:val="43"/>
    <w:link w:val="216"/>
    <w:qFormat/>
    <w:uiPriority w:val="0"/>
    <w:pPr>
      <w:spacing w:before="312"/>
      <w:ind w:firstLine="422"/>
    </w:pPr>
  </w:style>
  <w:style w:type="paragraph" w:customStyle="1" w:styleId="110">
    <w:name w:val="017讲义2级标题 章"/>
    <w:basedOn w:val="4"/>
    <w:link w:val="191"/>
    <w:semiHidden/>
    <w:qFormat/>
    <w:uiPriority w:val="0"/>
    <w:pPr>
      <w:spacing w:beforeLines="50" w:beforeAutospacing="0" w:afterLines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paragraph" w:customStyle="1" w:styleId="111">
    <w:name w:val="017讲义3级标题 节"/>
    <w:basedOn w:val="5"/>
    <w:link w:val="192"/>
    <w:semiHidden/>
    <w:qFormat/>
    <w:uiPriority w:val="0"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paragraph" w:customStyle="1" w:styleId="112">
    <w:name w:val="017讲义4级标题 一、"/>
    <w:basedOn w:val="6"/>
    <w:link w:val="193"/>
    <w:semiHidden/>
    <w:qFormat/>
    <w:uiPriority w:val="0"/>
    <w:pPr>
      <w:spacing w:beforeLines="50" w:afterLines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paragraph" w:customStyle="1" w:styleId="113">
    <w:name w:val="017讲义5级标题 （一）"/>
    <w:basedOn w:val="7"/>
    <w:link w:val="194"/>
    <w:semiHidden/>
    <w:qFormat/>
    <w:uiPriority w:val="0"/>
    <w:pPr>
      <w:spacing w:beforeLines="20" w:afterLines="20" w:line="240" w:lineRule="auto"/>
      <w:ind w:firstLine="200" w:firstLineChars="200"/>
      <w:jc w:val="left"/>
      <w:textAlignment w:val="center"/>
    </w:pPr>
    <w:rPr>
      <w:rFonts w:eastAsia="方正小标宋简体"/>
      <w:b w:val="0"/>
      <w:sz w:val="23"/>
      <w:szCs w:val="23"/>
    </w:rPr>
  </w:style>
  <w:style w:type="paragraph" w:customStyle="1" w:styleId="114">
    <w:name w:val="017讲义题目、选项、请开始答题"/>
    <w:link w:val="195"/>
    <w:semiHidden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15">
    <w:name w:val="017试卷 答案及解析"/>
    <w:next w:val="1"/>
    <w:link w:val="196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116">
    <w:name w:val="017讲义图片"/>
    <w:basedOn w:val="1"/>
    <w:link w:val="197"/>
    <w:semiHidden/>
    <w:qFormat/>
    <w:uiPriority w:val="0"/>
    <w:pPr>
      <w:widowControl/>
      <w:jc w:val="center"/>
    </w:pPr>
    <w:rPr>
      <w:kern w:val="0"/>
      <w:szCs w:val="21"/>
    </w:rPr>
  </w:style>
  <w:style w:type="paragraph" w:customStyle="1" w:styleId="117">
    <w:name w:val="一"/>
    <w:basedOn w:val="1"/>
    <w:link w:val="198"/>
    <w:semiHidden/>
    <w:qFormat/>
    <w:uiPriority w:val="0"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hAnsi="Arial" w:eastAsia="方正大黑简体"/>
      <w:b/>
      <w:sz w:val="28"/>
      <w:szCs w:val="20"/>
    </w:rPr>
  </w:style>
  <w:style w:type="paragraph" w:customStyle="1" w:styleId="118">
    <w:name w:val="列出段落1"/>
    <w:basedOn w:val="1"/>
    <w:semiHidden/>
    <w:qFormat/>
    <w:uiPriority w:val="0"/>
    <w:pPr>
      <w:spacing w:line="240" w:lineRule="auto"/>
      <w:ind w:firstLine="420" w:firstLineChars="200"/>
    </w:pPr>
  </w:style>
  <w:style w:type="paragraph" w:customStyle="1" w:styleId="119">
    <w:name w:val="题目"/>
    <w:link w:val="199"/>
    <w:semiHidden/>
    <w:qFormat/>
    <w:uiPriority w:val="0"/>
    <w:pPr>
      <w:ind w:firstLine="720" w:firstLineChars="200"/>
    </w:pPr>
    <w:rPr>
      <w:rFonts w:ascii="Times New Roman" w:hAnsi="Times New Roman" w:eastAsia="宋体" w:cs="Times New Roman"/>
      <w:szCs w:val="22"/>
      <w:lang w:val="en-US" w:eastAsia="zh-CN" w:bidi="ar-SA"/>
    </w:rPr>
  </w:style>
  <w:style w:type="paragraph" w:customStyle="1" w:styleId="120">
    <w:name w:val="部分"/>
    <w:basedOn w:val="4"/>
    <w:semiHidden/>
    <w:qFormat/>
    <w:uiPriority w:val="0"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121">
    <w:name w:val="章"/>
    <w:basedOn w:val="56"/>
    <w:link w:val="200"/>
    <w:semiHidden/>
    <w:qFormat/>
    <w:uiPriority w:val="0"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paragraph" w:customStyle="1" w:styleId="122">
    <w:name w:val="TOC 标题2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23">
    <w:name w:val="列出段落2"/>
    <w:basedOn w:val="1"/>
    <w:semiHidden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4">
    <w:name w:val="TOC 标题3"/>
    <w:basedOn w:val="3"/>
    <w:next w:val="1"/>
    <w:semiHidden/>
    <w:qFormat/>
    <w:uiPriority w:val="39"/>
    <w:pPr>
      <w:keepNext/>
      <w:keepLines/>
      <w:spacing w:before="480" w:line="276" w:lineRule="auto"/>
      <w:jc w:val="left"/>
      <w:outlineLvl w:val="9"/>
    </w:pPr>
    <w:rPr>
      <w:rFonts w:ascii="Cambria" w:hAnsi="Cambria" w:cs="黑体"/>
      <w:b/>
      <w:bCs/>
      <w:color w:val="365F90"/>
      <w:sz w:val="28"/>
      <w:szCs w:val="28"/>
    </w:rPr>
  </w:style>
  <w:style w:type="paragraph" w:customStyle="1" w:styleId="125">
    <w:name w:val="017讲义题目来源、题目说明"/>
    <w:next w:val="1"/>
    <w:link w:val="206"/>
    <w:semiHidden/>
    <w:qFormat/>
    <w:uiPriority w:val="0"/>
    <w:pPr>
      <w:spacing w:line="300" w:lineRule="auto"/>
      <w:jc w:val="both"/>
    </w:pPr>
    <w:rPr>
      <w:rFonts w:ascii="Times New Roman" w:hAnsi="Times New Roman" w:eastAsia="宋体" w:cs="Times New Roman"/>
      <w:color w:val="0000FF"/>
      <w:lang w:val="en-US" w:eastAsia="zh-CN" w:bidi="ar-SA"/>
    </w:rPr>
  </w:style>
  <w:style w:type="paragraph" w:customStyle="1" w:styleId="126">
    <w:name w:val="0第五部分"/>
    <w:basedOn w:val="1"/>
    <w:semiHidden/>
    <w:qFormat/>
    <w:uiPriority w:val="0"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127">
    <w:name w:val="0参考时限"/>
    <w:basedOn w:val="1"/>
    <w:semiHidden/>
    <w:qFormat/>
    <w:uiPriority w:val="0"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128">
    <w:name w:val="0题前说明"/>
    <w:basedOn w:val="1"/>
    <w:semiHidden/>
    <w:qFormat/>
    <w:uiPriority w:val="0"/>
    <w:pPr>
      <w:widowControl/>
      <w:spacing w:beforeLines="100" w:line="240" w:lineRule="auto"/>
      <w:ind w:firstLine="422" w:firstLineChars="200"/>
    </w:pPr>
    <w:rPr>
      <w:rFonts w:eastAsia="黑体" w:cs="宋体"/>
      <w:b/>
      <w:bCs/>
      <w:kern w:val="0"/>
      <w:szCs w:val="20"/>
    </w:rPr>
  </w:style>
  <w:style w:type="paragraph" w:customStyle="1" w:styleId="129">
    <w:name w:val="0正文"/>
    <w:basedOn w:val="1"/>
    <w:link w:val="221"/>
    <w:semiHidden/>
    <w:qFormat/>
    <w:uiPriority w:val="0"/>
    <w:pPr>
      <w:spacing w:line="360" w:lineRule="auto"/>
      <w:ind w:firstLine="420" w:firstLineChars="200"/>
    </w:pPr>
    <w:rPr>
      <w:rFonts w:hAnsi="宋体" w:eastAsia="仿宋_GB2312" w:cs="宋体"/>
      <w:szCs w:val="20"/>
    </w:rPr>
  </w:style>
  <w:style w:type="paragraph" w:customStyle="1" w:styleId="130">
    <w:name w:val="0表题"/>
    <w:basedOn w:val="1"/>
    <w:link w:val="219"/>
    <w:semiHidden/>
    <w:qFormat/>
    <w:uiPriority w:val="0"/>
    <w:pPr>
      <w:spacing w:line="360" w:lineRule="auto"/>
      <w:jc w:val="center"/>
    </w:pPr>
    <w:rPr>
      <w:rFonts w:ascii="仿宋_GB2312" w:hAnsi="宋体" w:eastAsia="仿宋_GB2312" w:cs="宋体"/>
      <w:b/>
      <w:bCs/>
      <w:szCs w:val="20"/>
    </w:rPr>
  </w:style>
  <w:style w:type="paragraph" w:customStyle="1" w:styleId="131">
    <w:name w:val="0题干"/>
    <w:basedOn w:val="1"/>
    <w:semiHidden/>
    <w:qFormat/>
    <w:uiPriority w:val="0"/>
    <w:pPr>
      <w:widowControl/>
      <w:spacing w:line="360" w:lineRule="auto"/>
      <w:ind w:left="525" w:hanging="525" w:hangingChars="250"/>
    </w:pPr>
    <w:rPr>
      <w:rFonts w:eastAsia="仿宋_GB2312" w:cs="宋体"/>
      <w:kern w:val="0"/>
      <w:szCs w:val="20"/>
    </w:rPr>
  </w:style>
  <w:style w:type="paragraph" w:customStyle="1" w:styleId="132">
    <w:name w:val="0选项"/>
    <w:basedOn w:val="1"/>
    <w:semiHidden/>
    <w:qFormat/>
    <w:uiPriority w:val="0"/>
    <w:pPr>
      <w:widowControl/>
      <w:spacing w:line="360" w:lineRule="auto"/>
      <w:ind w:left="735" w:leftChars="250" w:hanging="210" w:hangingChars="100"/>
    </w:pPr>
    <w:rPr>
      <w:rFonts w:eastAsia="仿宋_GB2312" w:cs="宋体"/>
      <w:kern w:val="0"/>
      <w:szCs w:val="20"/>
    </w:rPr>
  </w:style>
  <w:style w:type="paragraph" w:customStyle="1" w:styleId="133">
    <w:name w:val="017试卷 第？部分"/>
    <w:basedOn w:val="45"/>
    <w:link w:val="211"/>
    <w:qFormat/>
    <w:uiPriority w:val="0"/>
    <w:pPr>
      <w:spacing w:before="312"/>
    </w:pPr>
  </w:style>
  <w:style w:type="paragraph" w:customStyle="1" w:styleId="134">
    <w:name w:val="017试卷 第？题 参考时限？分钟"/>
    <w:basedOn w:val="44"/>
    <w:link w:val="213"/>
    <w:qFormat/>
    <w:uiPriority w:val="0"/>
    <w:pPr>
      <w:spacing w:after="468"/>
    </w:pPr>
  </w:style>
  <w:style w:type="paragraph" w:customStyle="1" w:styleId="135">
    <w:name w:val="017试卷 题干（第一个回车前）"/>
    <w:basedOn w:val="131"/>
    <w:qFormat/>
    <w:uiPriority w:val="0"/>
    <w:pPr>
      <w:ind w:left="0" w:hanging="527"/>
    </w:pPr>
  </w:style>
  <w:style w:type="paragraph" w:customStyle="1" w:styleId="136">
    <w:name w:val="017试卷 选项（以及题干第一个回车后）"/>
    <w:basedOn w:val="132"/>
    <w:qFormat/>
    <w:uiPriority w:val="0"/>
    <w:pPr>
      <w:ind w:left="250"/>
    </w:pPr>
  </w:style>
  <w:style w:type="paragraph" w:customStyle="1" w:styleId="137">
    <w:name w:val="017试卷 注释"/>
    <w:basedOn w:val="129"/>
    <w:qFormat/>
    <w:uiPriority w:val="0"/>
    <w:pPr>
      <w:ind w:firstLine="360"/>
    </w:pPr>
    <w:rPr>
      <w:sz w:val="18"/>
    </w:rPr>
  </w:style>
  <w:style w:type="paragraph" w:customStyle="1" w:styleId="138">
    <w:name w:val="017试卷 表内标题"/>
    <w:basedOn w:val="1"/>
    <w:link w:val="217"/>
    <w:qFormat/>
    <w:uiPriority w:val="0"/>
    <w:pPr>
      <w:widowControl/>
      <w:spacing w:line="240" w:lineRule="auto"/>
      <w:jc w:val="center"/>
      <w:textAlignment w:val="center"/>
    </w:pPr>
    <w:rPr>
      <w:rFonts w:eastAsia="楷体_GB2312"/>
      <w:b/>
      <w:sz w:val="18"/>
      <w:szCs w:val="18"/>
    </w:rPr>
  </w:style>
  <w:style w:type="paragraph" w:customStyle="1" w:styleId="139">
    <w:name w:val="017试卷 表内正文"/>
    <w:basedOn w:val="1"/>
    <w:link w:val="218"/>
    <w:qFormat/>
    <w:uiPriority w:val="0"/>
    <w:pPr>
      <w:widowControl/>
      <w:jc w:val="center"/>
    </w:pPr>
    <w:rPr>
      <w:rFonts w:eastAsia="楷体_GB2312"/>
      <w:kern w:val="0"/>
      <w:sz w:val="18"/>
      <w:szCs w:val="18"/>
    </w:rPr>
  </w:style>
  <w:style w:type="paragraph" w:customStyle="1" w:styleId="140">
    <w:name w:val="017试卷 图（表）题"/>
    <w:basedOn w:val="130"/>
    <w:link w:val="220"/>
    <w:qFormat/>
    <w:uiPriority w:val="0"/>
    <w:rPr>
      <w:rFonts w:ascii="Times New Roman" w:hAnsi="Times New Roman" w:cs="Times New Roman"/>
    </w:rPr>
  </w:style>
  <w:style w:type="paragraph" w:customStyle="1" w:styleId="141">
    <w:name w:val="017试卷 题型说明"/>
    <w:basedOn w:val="42"/>
    <w:qFormat/>
    <w:uiPriority w:val="99"/>
    <w:pPr>
      <w:spacing w:before="312" w:after="312"/>
      <w:ind w:firstLine="422"/>
    </w:pPr>
    <w:rPr>
      <w:rFonts w:cs="宋体"/>
      <w:bCs/>
      <w:szCs w:val="20"/>
    </w:rPr>
  </w:style>
  <w:style w:type="paragraph" w:customStyle="1" w:styleId="142">
    <w:name w:val="017试卷 “请开始答题”五字"/>
    <w:basedOn w:val="36"/>
    <w:qFormat/>
    <w:uiPriority w:val="0"/>
    <w:pPr>
      <w:spacing w:before="312"/>
    </w:pPr>
    <w:rPr>
      <w:rFonts w:cs="宋体"/>
      <w:bCs/>
      <w:szCs w:val="20"/>
    </w:rPr>
  </w:style>
  <w:style w:type="paragraph" w:customStyle="1" w:styleId="143">
    <w:name w:val="017试卷 结束语"/>
    <w:basedOn w:val="37"/>
    <w:qFormat/>
    <w:uiPriority w:val="0"/>
    <w:rPr>
      <w:rFonts w:ascii="宋体" w:hAnsi="宋体"/>
    </w:rPr>
  </w:style>
  <w:style w:type="paragraph" w:customStyle="1" w:styleId="144">
    <w:name w:val="017试卷 图形及表格"/>
    <w:basedOn w:val="1"/>
    <w:qFormat/>
    <w:uiPriority w:val="0"/>
    <w:pPr>
      <w:jc w:val="center"/>
    </w:pPr>
    <w:rPr>
      <w:rFonts w:cs="宋体"/>
      <w:szCs w:val="20"/>
    </w:rPr>
  </w:style>
  <w:style w:type="paragraph" w:customStyle="1" w:styleId="145">
    <w:name w:val="017试卷 题目材料"/>
    <w:basedOn w:val="129"/>
    <w:link w:val="222"/>
    <w:qFormat/>
    <w:uiPriority w:val="0"/>
  </w:style>
  <w:style w:type="paragraph" w:customStyle="1" w:styleId="146">
    <w:name w:val="样式 方正小标宋_GBK (符号) 黑体 小二 居中 首行缩进:  1.18 字符"/>
    <w:basedOn w:val="1"/>
    <w:qFormat/>
    <w:uiPriority w:val="0"/>
    <w:pPr>
      <w:spacing w:beforeLines="100" w:afterLines="50" w:line="360" w:lineRule="auto"/>
      <w:ind w:firstLine="118" w:firstLineChars="118"/>
      <w:jc w:val="center"/>
    </w:pPr>
    <w:rPr>
      <w:rFonts w:ascii="方正小标宋_GBK" w:hAnsi="黑体" w:eastAsia="方正小标宋_GBK" w:cs="宋体"/>
      <w:sz w:val="36"/>
      <w:szCs w:val="20"/>
    </w:rPr>
  </w:style>
  <w:style w:type="character" w:customStyle="1" w:styleId="147">
    <w:name w:val="标题 1 Char"/>
    <w:link w:val="3"/>
    <w:semiHidden/>
    <w:qFormat/>
    <w:uiPriority w:val="0"/>
  </w:style>
  <w:style w:type="character" w:customStyle="1" w:styleId="148">
    <w:name w:val="标题 2 Char"/>
    <w:link w:val="4"/>
    <w:semiHidden/>
    <w:qFormat/>
    <w:uiPriority w:val="0"/>
    <w:rPr>
      <w:rFonts w:ascii="黑体" w:eastAsia="黑体"/>
      <w:sz w:val="36"/>
      <w:szCs w:val="36"/>
    </w:rPr>
  </w:style>
  <w:style w:type="character" w:customStyle="1" w:styleId="149">
    <w:name w:val="标题 3 Char"/>
    <w:link w:val="5"/>
    <w:semiHidden/>
    <w:qFormat/>
    <w:uiPriority w:val="0"/>
    <w:rPr>
      <w:rFonts w:eastAsia="黑体"/>
      <w:bCs/>
      <w:sz w:val="32"/>
      <w:szCs w:val="32"/>
    </w:rPr>
  </w:style>
  <w:style w:type="character" w:customStyle="1" w:styleId="150">
    <w:name w:val="标题 4 Char"/>
    <w:link w:val="6"/>
    <w:semiHidden/>
    <w:qFormat/>
    <w:uiPriority w:val="0"/>
    <w:rPr>
      <w:rFonts w:ascii="Arial" w:hAnsi="Arial" w:eastAsia="黑体"/>
      <w:b/>
      <w:bCs/>
      <w:sz w:val="28"/>
      <w:szCs w:val="28"/>
    </w:rPr>
  </w:style>
  <w:style w:type="character" w:customStyle="1" w:styleId="151">
    <w:name w:val="标题 5 Char"/>
    <w:link w:val="7"/>
    <w:semiHidden/>
    <w:qFormat/>
    <w:uiPriority w:val="0"/>
    <w:rPr>
      <w:b/>
      <w:bCs/>
      <w:sz w:val="28"/>
      <w:szCs w:val="28"/>
    </w:rPr>
  </w:style>
  <w:style w:type="character" w:customStyle="1" w:styleId="152">
    <w:name w:val="标题 6 Char"/>
    <w:link w:val="8"/>
    <w:semiHidden/>
    <w:qFormat/>
    <w:uiPriority w:val="0"/>
    <w:rPr>
      <w:rFonts w:ascii="Arial" w:hAnsi="Arial" w:eastAsia="黑体"/>
      <w:b/>
      <w:bCs/>
      <w:sz w:val="24"/>
    </w:rPr>
  </w:style>
  <w:style w:type="character" w:customStyle="1" w:styleId="153">
    <w:name w:val="文档结构图 Char"/>
    <w:basedOn w:val="24"/>
    <w:link w:val="11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54">
    <w:name w:val="页眉 Char"/>
    <w:basedOn w:val="24"/>
    <w:link w:val="16"/>
    <w:qFormat/>
    <w:uiPriority w:val="0"/>
    <w:rPr>
      <w:kern w:val="2"/>
      <w:sz w:val="18"/>
      <w:szCs w:val="18"/>
    </w:rPr>
  </w:style>
  <w:style w:type="character" w:customStyle="1" w:styleId="155">
    <w:name w:val="H-5级标题 （一） Char"/>
    <w:link w:val="30"/>
    <w:semiHidden/>
    <w:qFormat/>
    <w:uiPriority w:val="0"/>
    <w:rPr>
      <w:rFonts w:eastAsia="黑体"/>
      <w:bCs/>
      <w:sz w:val="24"/>
      <w:szCs w:val="28"/>
    </w:rPr>
  </w:style>
  <w:style w:type="character" w:customStyle="1" w:styleId="156">
    <w:name w:val="W-题目来源、题目说明 Char"/>
    <w:link w:val="33"/>
    <w:semiHidden/>
    <w:qFormat/>
    <w:uiPriority w:val="0"/>
    <w:rPr>
      <w:color w:val="0000FF"/>
      <w:lang w:val="en-US" w:eastAsia="zh-CN" w:bidi="ar-SA"/>
    </w:rPr>
  </w:style>
  <w:style w:type="character" w:customStyle="1" w:styleId="157">
    <w:name w:val="H-4级标题 一、 Char"/>
    <w:link w:val="34"/>
    <w:semiHidden/>
    <w:qFormat/>
    <w:uiPriority w:val="0"/>
    <w:rPr>
      <w:rFonts w:eastAsia="黑体"/>
      <w:bCs/>
      <w:sz w:val="28"/>
      <w:szCs w:val="28"/>
    </w:rPr>
  </w:style>
  <w:style w:type="character" w:customStyle="1" w:styleId="158">
    <w:name w:val="W-讲义答案和解析 Char Char Char"/>
    <w:link w:val="35"/>
    <w:semiHidden/>
    <w:qFormat/>
    <w:uiPriority w:val="99"/>
    <w:rPr>
      <w:color w:val="FF0000"/>
      <w:szCs w:val="22"/>
      <w:lang w:bidi="ar-SA"/>
    </w:rPr>
  </w:style>
  <w:style w:type="character" w:customStyle="1" w:styleId="159">
    <w:name w:val="页脚 Char"/>
    <w:basedOn w:val="24"/>
    <w:link w:val="15"/>
    <w:semiHidden/>
    <w:qFormat/>
    <w:uiPriority w:val="99"/>
    <w:rPr>
      <w:kern w:val="2"/>
      <w:szCs w:val="24"/>
    </w:rPr>
  </w:style>
  <w:style w:type="character" w:customStyle="1" w:styleId="160">
    <w:name w:val="批注框文本 Char"/>
    <w:basedOn w:val="24"/>
    <w:link w:val="14"/>
    <w:semiHidden/>
    <w:qFormat/>
    <w:uiPriority w:val="99"/>
    <w:rPr>
      <w:kern w:val="2"/>
      <w:sz w:val="18"/>
      <w:szCs w:val="18"/>
    </w:rPr>
  </w:style>
  <w:style w:type="character" w:customStyle="1" w:styleId="161">
    <w:name w:val="W-讲义5级（一） Char Char"/>
    <w:link w:val="51"/>
    <w:semiHidden/>
    <w:qFormat/>
    <w:uiPriority w:val="0"/>
    <w:rPr>
      <w:b/>
      <w:bCs/>
      <w:sz w:val="24"/>
      <w:szCs w:val="28"/>
    </w:rPr>
  </w:style>
  <w:style w:type="character" w:customStyle="1" w:styleId="162">
    <w:name w:val="W-标题后说明信息和题目来源 Char Char"/>
    <w:link w:val="53"/>
    <w:semiHidden/>
    <w:qFormat/>
    <w:uiPriority w:val="0"/>
    <w:rPr>
      <w:color w:val="0000FF"/>
      <w:lang w:val="en-US" w:eastAsia="zh-CN" w:bidi="ar-SA"/>
    </w:rPr>
  </w:style>
  <w:style w:type="character" w:customStyle="1" w:styleId="163">
    <w:name w:val="W-讲义4级一、 Char Char"/>
    <w:link w:val="54"/>
    <w:semiHidden/>
    <w:qFormat/>
    <w:uiPriority w:val="99"/>
    <w:rPr>
      <w:b/>
      <w:kern w:val="2"/>
      <w:sz w:val="28"/>
      <w:szCs w:val="20"/>
    </w:rPr>
  </w:style>
  <w:style w:type="character" w:customStyle="1" w:styleId="164">
    <w:name w:val="讲义题目、选项{858D7CFB-ED40-4347-BF05-701D383B685F}"/>
    <w:link w:val="68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65">
    <w:name w:val="请开始答题、题目、选项{858D7CFB-ED40-4347-BF05-701D383B685F}"/>
    <w:link w:val="72"/>
    <w:semiHidden/>
    <w:qFormat/>
    <w:uiPriority w:val="0"/>
    <w:rPr>
      <w:rFonts w:eastAsia="Times New Roman"/>
      <w:lang w:val="en-US" w:eastAsia="zh-CN" w:bidi="ar-SA"/>
    </w:rPr>
  </w:style>
  <w:style w:type="character" w:customStyle="1" w:styleId="166">
    <w:name w:val="W-请开始答题、题目、选项 Char Char"/>
    <w:link w:val="75"/>
    <w:qFormat/>
    <w:uiPriority w:val="0"/>
    <w:rPr>
      <w:szCs w:val="22"/>
      <w:lang w:bidi="ar-SA"/>
    </w:rPr>
  </w:style>
  <w:style w:type="character" w:customStyle="1" w:styleId="167">
    <w:name w:val="14讲义题目来源、题目说明 Char"/>
    <w:link w:val="78"/>
    <w:semiHidden/>
    <w:qFormat/>
    <w:uiPriority w:val="0"/>
    <w:rPr>
      <w:color w:val="0000FF"/>
      <w:lang w:val="en-US" w:eastAsia="zh-CN" w:bidi="ar-SA"/>
    </w:rPr>
  </w:style>
  <w:style w:type="character" w:customStyle="1" w:styleId="168">
    <w:name w:val="14讲义题目、选项、请开始答题 Char"/>
    <w:link w:val="79"/>
    <w:qFormat/>
    <w:uiPriority w:val="0"/>
    <w:rPr>
      <w:sz w:val="21"/>
      <w:szCs w:val="21"/>
      <w:lang w:val="en-US" w:eastAsia="zh-CN" w:bidi="ar-SA"/>
    </w:rPr>
  </w:style>
  <w:style w:type="character" w:customStyle="1" w:styleId="169">
    <w:name w:val="14讲义题目答案和解析 Char"/>
    <w:basedOn w:val="24"/>
    <w:link w:val="80"/>
    <w:semiHidden/>
    <w:qFormat/>
    <w:uiPriority w:val="0"/>
    <w:rPr>
      <w:color w:val="FF0000"/>
      <w:sz w:val="21"/>
      <w:szCs w:val="21"/>
      <w:lang w:val="en-US" w:eastAsia="zh-CN" w:bidi="ar-SA"/>
    </w:rPr>
  </w:style>
  <w:style w:type="character" w:customStyle="1" w:styleId="170">
    <w:name w:val="14讲义1级标题 部分、篇 Char"/>
    <w:basedOn w:val="24"/>
    <w:link w:val="87"/>
    <w:semiHidden/>
    <w:qFormat/>
    <w:uiPriority w:val="0"/>
    <w:rPr>
      <w:rFonts w:ascii="黑体" w:eastAsia="黑体"/>
      <w:kern w:val="2"/>
      <w:sz w:val="44"/>
      <w:szCs w:val="44"/>
    </w:rPr>
  </w:style>
  <w:style w:type="character" w:customStyle="1" w:styleId="171">
    <w:name w:val="14讲义2级标题 章 Char"/>
    <w:basedOn w:val="24"/>
    <w:link w:val="88"/>
    <w:semiHidden/>
    <w:qFormat/>
    <w:uiPriority w:val="0"/>
    <w:rPr>
      <w:rFonts w:ascii="黑体" w:eastAsia="黑体"/>
      <w:kern w:val="2"/>
      <w:sz w:val="32"/>
      <w:szCs w:val="32"/>
    </w:rPr>
  </w:style>
  <w:style w:type="character" w:customStyle="1" w:styleId="172">
    <w:name w:val="14讲义3级标题 节 Char"/>
    <w:basedOn w:val="24"/>
    <w:link w:val="89"/>
    <w:semiHidden/>
    <w:qFormat/>
    <w:uiPriority w:val="0"/>
    <w:rPr>
      <w:rFonts w:ascii="黑体" w:eastAsia="黑体"/>
      <w:kern w:val="2"/>
      <w:sz w:val="30"/>
      <w:szCs w:val="30"/>
    </w:rPr>
  </w:style>
  <w:style w:type="character" w:customStyle="1" w:styleId="173">
    <w:name w:val="14讲义4级标题 一、 Char"/>
    <w:basedOn w:val="24"/>
    <w:link w:val="90"/>
    <w:semiHidden/>
    <w:qFormat/>
    <w:uiPriority w:val="0"/>
    <w:rPr>
      <w:rFonts w:ascii="黑体" w:eastAsia="黑体"/>
      <w:kern w:val="2"/>
      <w:sz w:val="28"/>
      <w:szCs w:val="28"/>
    </w:rPr>
  </w:style>
  <w:style w:type="character" w:customStyle="1" w:styleId="174">
    <w:name w:val="14讲义5级标题 （五） Char"/>
    <w:basedOn w:val="24"/>
    <w:link w:val="91"/>
    <w:semiHidden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175">
    <w:name w:val="14讲义6级标题 1． Char"/>
    <w:basedOn w:val="24"/>
    <w:link w:val="92"/>
    <w:semiHidden/>
    <w:qFormat/>
    <w:uiPriority w:val="0"/>
    <w:rPr>
      <w:kern w:val="2"/>
      <w:szCs w:val="24"/>
    </w:rPr>
  </w:style>
  <w:style w:type="character" w:customStyle="1" w:styleId="176">
    <w:name w:val="14讲义7级标题 （1） Char"/>
    <w:basedOn w:val="24"/>
    <w:link w:val="93"/>
    <w:semiHidden/>
    <w:qFormat/>
    <w:uiPriority w:val="0"/>
    <w:rPr>
      <w:kern w:val="2"/>
      <w:szCs w:val="24"/>
    </w:rPr>
  </w:style>
  <w:style w:type="character" w:customStyle="1" w:styleId="177">
    <w:name w:val="14讲义8级标题 ① Char"/>
    <w:basedOn w:val="24"/>
    <w:link w:val="94"/>
    <w:semiHidden/>
    <w:qFormat/>
    <w:uiPriority w:val="0"/>
    <w:rPr>
      <w:kern w:val="2"/>
      <w:szCs w:val="24"/>
    </w:rPr>
  </w:style>
  <w:style w:type="character" w:customStyle="1" w:styleId="178">
    <w:name w:val="2014讲义 正文 Char"/>
    <w:basedOn w:val="24"/>
    <w:link w:val="95"/>
    <w:semiHidden/>
    <w:qFormat/>
    <w:uiPriority w:val="0"/>
    <w:rPr>
      <w:kern w:val="2"/>
      <w:szCs w:val="24"/>
    </w:rPr>
  </w:style>
  <w:style w:type="character" w:customStyle="1" w:styleId="179">
    <w:name w:val="2014讲义 表题 Char"/>
    <w:basedOn w:val="24"/>
    <w:link w:val="96"/>
    <w:semiHidden/>
    <w:qFormat/>
    <w:uiPriority w:val="0"/>
    <w:rPr>
      <w:rFonts w:ascii="宋体" w:hAnsi="宋体" w:eastAsia="宋体"/>
      <w:kern w:val="2"/>
      <w:sz w:val="18"/>
      <w:szCs w:val="18"/>
    </w:rPr>
  </w:style>
  <w:style w:type="character" w:customStyle="1" w:styleId="180">
    <w:name w:val="2014讲义 图题 Char"/>
    <w:basedOn w:val="178"/>
    <w:link w:val="97"/>
    <w:semiHidden/>
    <w:qFormat/>
    <w:uiPriority w:val="0"/>
    <w:rPr>
      <w:kern w:val="2"/>
      <w:sz w:val="18"/>
      <w:szCs w:val="18"/>
    </w:rPr>
  </w:style>
  <w:style w:type="character" w:customStyle="1" w:styleId="181">
    <w:name w:val="首行悬挂 Char"/>
    <w:link w:val="101"/>
    <w:semiHidden/>
    <w:qFormat/>
    <w:uiPriority w:val="0"/>
    <w:rPr>
      <w:sz w:val="20"/>
      <w:szCs w:val="20"/>
    </w:rPr>
  </w:style>
  <w:style w:type="character" w:customStyle="1" w:styleId="182">
    <w:name w:val="正文文本 Char"/>
    <w:basedOn w:val="24"/>
    <w:link w:val="12"/>
    <w:semiHidden/>
    <w:qFormat/>
    <w:uiPriority w:val="0"/>
    <w:rPr>
      <w:kern w:val="2"/>
      <w:szCs w:val="24"/>
    </w:rPr>
  </w:style>
  <w:style w:type="character" w:customStyle="1" w:styleId="183">
    <w:name w:val="正文首行缩进 Char"/>
    <w:basedOn w:val="182"/>
    <w:link w:val="21"/>
    <w:semiHidden/>
    <w:qFormat/>
    <w:uiPriority w:val="0"/>
    <w:rPr>
      <w:kern w:val="2"/>
      <w:szCs w:val="20"/>
    </w:rPr>
  </w:style>
  <w:style w:type="character" w:customStyle="1" w:styleId="184">
    <w:name w:val="15"/>
    <w:semiHidden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85">
    <w:name w:val="讲义题目、选项[858D7CFB-ED40-4347-BF05-701D383B685F]2"/>
    <w:semiHidden/>
    <w:qFormat/>
    <w:uiPriority w:val="0"/>
    <w:rPr>
      <w:sz w:val="21"/>
    </w:rPr>
  </w:style>
  <w:style w:type="character" w:customStyle="1" w:styleId="186">
    <w:name w:val="W-讲义答案和解析 Char Char"/>
    <w:semiHidden/>
    <w:qFormat/>
    <w:uiPriority w:val="0"/>
    <w:rPr>
      <w:color w:val="FF0000"/>
      <w:sz w:val="21"/>
      <w:szCs w:val="21"/>
      <w:lang w:bidi="ar-SA"/>
    </w:rPr>
  </w:style>
  <w:style w:type="character" w:customStyle="1" w:styleId="187">
    <w:name w:val="请开始答题、题目、选项 Char Char"/>
    <w:semiHidden/>
    <w:qFormat/>
    <w:uiPriority w:val="0"/>
    <w:rPr>
      <w:sz w:val="21"/>
    </w:rPr>
  </w:style>
  <w:style w:type="character" w:customStyle="1" w:styleId="188">
    <w:name w:val="W-标题后说明信息和题目来源 Char"/>
    <w:semiHidden/>
    <w:qFormat/>
    <w:uiPriority w:val="0"/>
    <w:rPr>
      <w:color w:val="0000FF"/>
      <w:sz w:val="21"/>
      <w:lang w:val="en-US" w:eastAsia="zh-CN" w:bidi="ar-SA"/>
    </w:rPr>
  </w:style>
  <w:style w:type="character" w:customStyle="1" w:styleId="189">
    <w:name w:val="TOC 标题1 Char"/>
    <w:basedOn w:val="147"/>
    <w:link w:val="107"/>
    <w:semiHidden/>
    <w:qFormat/>
    <w:uiPriority w:val="99"/>
    <w:rPr>
      <w:rFonts w:ascii="Cambria" w:hAnsi="Cambria"/>
      <w:bCs/>
      <w:color w:val="365F91"/>
      <w:sz w:val="28"/>
      <w:szCs w:val="28"/>
    </w:rPr>
  </w:style>
  <w:style w:type="character" w:customStyle="1" w:styleId="190">
    <w:name w:val="017讲义1级标题 篇 Char"/>
    <w:basedOn w:val="24"/>
    <w:link w:val="108"/>
    <w:semiHidden/>
    <w:qFormat/>
    <w:uiPriority w:val="0"/>
    <w:rPr>
      <w:rFonts w:eastAsia="黑体"/>
      <w:b/>
    </w:rPr>
  </w:style>
  <w:style w:type="character" w:customStyle="1" w:styleId="191">
    <w:name w:val="017讲义2级标题 章 Char"/>
    <w:basedOn w:val="24"/>
    <w:link w:val="110"/>
    <w:semiHidden/>
    <w:qFormat/>
    <w:uiPriority w:val="0"/>
    <w:rPr>
      <w:rFonts w:eastAsia="方正粗宋简体"/>
      <w:sz w:val="32"/>
      <w:szCs w:val="29"/>
    </w:rPr>
  </w:style>
  <w:style w:type="character" w:customStyle="1" w:styleId="192">
    <w:name w:val="017讲义3级标题 节 Char"/>
    <w:basedOn w:val="24"/>
    <w:link w:val="111"/>
    <w:semiHidden/>
    <w:qFormat/>
    <w:uiPriority w:val="0"/>
    <w:rPr>
      <w:rFonts w:eastAsia="黑体"/>
      <w:bCs/>
      <w:sz w:val="29"/>
      <w:szCs w:val="27"/>
    </w:rPr>
  </w:style>
  <w:style w:type="character" w:customStyle="1" w:styleId="193">
    <w:name w:val="017讲义4级标题 一、 Char"/>
    <w:basedOn w:val="24"/>
    <w:link w:val="112"/>
    <w:semiHidden/>
    <w:qFormat/>
    <w:uiPriority w:val="0"/>
    <w:rPr>
      <w:rFonts w:eastAsia="黑体"/>
      <w:bCs/>
      <w:sz w:val="25"/>
      <w:szCs w:val="25"/>
    </w:rPr>
  </w:style>
  <w:style w:type="character" w:customStyle="1" w:styleId="194">
    <w:name w:val="017讲义5级标题 （一） Char"/>
    <w:basedOn w:val="24"/>
    <w:link w:val="113"/>
    <w:semiHidden/>
    <w:qFormat/>
    <w:uiPriority w:val="0"/>
    <w:rPr>
      <w:rFonts w:eastAsia="方正小标宋简体"/>
      <w:bCs/>
      <w:sz w:val="23"/>
      <w:szCs w:val="23"/>
    </w:rPr>
  </w:style>
  <w:style w:type="character" w:customStyle="1" w:styleId="195">
    <w:name w:val="017讲义题目、选项、请开始答题 Char"/>
    <w:link w:val="114"/>
    <w:semiHidden/>
    <w:qFormat/>
    <w:uiPriority w:val="0"/>
    <w:rPr>
      <w:sz w:val="21"/>
      <w:szCs w:val="21"/>
      <w:lang w:val="en-US" w:eastAsia="zh-CN" w:bidi="ar-SA"/>
    </w:rPr>
  </w:style>
  <w:style w:type="character" w:customStyle="1" w:styleId="196">
    <w:name w:val="017试卷 答案及解析 Char"/>
    <w:basedOn w:val="24"/>
    <w:link w:val="115"/>
    <w:qFormat/>
    <w:uiPriority w:val="0"/>
    <w:rPr>
      <w:color w:val="FF0000"/>
      <w:sz w:val="21"/>
      <w:szCs w:val="21"/>
      <w:lang w:val="en-US" w:eastAsia="zh-CN" w:bidi="ar-SA"/>
    </w:rPr>
  </w:style>
  <w:style w:type="character" w:customStyle="1" w:styleId="197">
    <w:name w:val="017讲义图片 Char"/>
    <w:basedOn w:val="24"/>
    <w:link w:val="116"/>
    <w:semiHidden/>
    <w:qFormat/>
    <w:uiPriority w:val="0"/>
  </w:style>
  <w:style w:type="character" w:customStyle="1" w:styleId="198">
    <w:name w:val="一 Char Char"/>
    <w:link w:val="117"/>
    <w:semiHidden/>
    <w:qFormat/>
    <w:locked/>
    <w:uiPriority w:val="0"/>
    <w:rPr>
      <w:rFonts w:ascii="方正大黑简体" w:hAnsi="Arial" w:eastAsia="方正大黑简体"/>
      <w:b/>
      <w:kern w:val="2"/>
      <w:sz w:val="28"/>
      <w:szCs w:val="20"/>
    </w:rPr>
  </w:style>
  <w:style w:type="character" w:customStyle="1" w:styleId="199">
    <w:name w:val="题目[858D7CFB-ED40-4347-BF05-701D383B685F]"/>
    <w:link w:val="119"/>
    <w:semiHidden/>
    <w:qFormat/>
    <w:locked/>
    <w:uiPriority w:val="0"/>
    <w:rPr>
      <w:szCs w:val="22"/>
      <w:lang w:bidi="ar-SA"/>
    </w:rPr>
  </w:style>
  <w:style w:type="character" w:customStyle="1" w:styleId="200">
    <w:name w:val="章 Char"/>
    <w:basedOn w:val="201"/>
    <w:link w:val="121"/>
    <w:semiHidden/>
    <w:qFormat/>
    <w:uiPriority w:val="0"/>
    <w:rPr>
      <w:rFonts w:ascii="方正大黑简体" w:eastAsia="方正大黑简体"/>
      <w:kern w:val="2"/>
      <w:sz w:val="48"/>
      <w:szCs w:val="48"/>
    </w:rPr>
  </w:style>
  <w:style w:type="character" w:customStyle="1" w:styleId="201">
    <w:name w:val="W-讲义2级章 Char"/>
    <w:basedOn w:val="148"/>
    <w:link w:val="56"/>
    <w:semiHidden/>
    <w:qFormat/>
    <w:uiPriority w:val="99"/>
    <w:rPr>
      <w:rFonts w:ascii="黑体" w:eastAsia="黑体"/>
      <w:kern w:val="2"/>
      <w:sz w:val="36"/>
      <w:szCs w:val="36"/>
    </w:rPr>
  </w:style>
  <w:style w:type="character" w:customStyle="1" w:styleId="202">
    <w:name w:val="标题 7 Char"/>
    <w:basedOn w:val="24"/>
    <w:link w:val="9"/>
    <w:semiHidden/>
    <w:qFormat/>
    <w:uiPriority w:val="0"/>
    <w:rPr>
      <w:b/>
      <w:bCs/>
      <w:sz w:val="24"/>
      <w:szCs w:val="24"/>
    </w:rPr>
  </w:style>
  <w:style w:type="character" w:customStyle="1" w:styleId="203">
    <w:name w:val="标题 8 Char"/>
    <w:basedOn w:val="24"/>
    <w:link w:val="10"/>
    <w:semiHidden/>
    <w:qFormat/>
    <w:uiPriority w:val="0"/>
    <w:rPr>
      <w:rFonts w:ascii="Cambria" w:hAnsi="Cambria" w:eastAsia="宋体" w:cs="黑体"/>
      <w:sz w:val="24"/>
      <w:szCs w:val="24"/>
    </w:rPr>
  </w:style>
  <w:style w:type="character" w:customStyle="1" w:styleId="204">
    <w:name w:val="W-讲义1级部分 Char Char"/>
    <w:basedOn w:val="147"/>
    <w:link w:val="55"/>
    <w:semiHidden/>
    <w:qFormat/>
    <w:locked/>
    <w:uiPriority w:val="99"/>
    <w:rPr>
      <w:rFonts w:ascii="宋体" w:hAnsi="宋体"/>
      <w:b/>
      <w:kern w:val="2"/>
      <w:sz w:val="44"/>
      <w:szCs w:val="24"/>
    </w:rPr>
  </w:style>
  <w:style w:type="character" w:customStyle="1" w:styleId="205">
    <w:name w:val="W-讲义3级节 Char Char"/>
    <w:link w:val="57"/>
    <w:semiHidden/>
    <w:qFormat/>
    <w:locked/>
    <w:uiPriority w:val="0"/>
    <w:rPr>
      <w:rFonts w:eastAsia="黑体"/>
      <w:kern w:val="2"/>
      <w:sz w:val="32"/>
      <w:szCs w:val="20"/>
    </w:rPr>
  </w:style>
  <w:style w:type="character" w:customStyle="1" w:styleId="206">
    <w:name w:val="017讲义题目来源、题目说明 Char"/>
    <w:link w:val="125"/>
    <w:semiHidden/>
    <w:qFormat/>
    <w:locked/>
    <w:uiPriority w:val="0"/>
    <w:rPr>
      <w:color w:val="0000FF"/>
      <w:lang w:val="en-US" w:eastAsia="zh-CN" w:bidi="ar-SA"/>
    </w:rPr>
  </w:style>
  <w:style w:type="character" w:customStyle="1" w:styleId="207">
    <w:name w:val="题目 Char"/>
    <w:semiHidden/>
    <w:qFormat/>
    <w:uiPriority w:val="0"/>
  </w:style>
  <w:style w:type="character" w:customStyle="1" w:styleId="208">
    <w:name w:val="0表行标题"/>
    <w:basedOn w:val="24"/>
    <w:semiHidden/>
    <w:qFormat/>
    <w:uiPriority w:val="0"/>
    <w:rPr>
      <w:rFonts w:hint="eastAsia" w:ascii="仿宋_GB2312" w:hAnsi="仿宋_GB2312" w:eastAsia="仿宋_GB2312"/>
    </w:rPr>
  </w:style>
  <w:style w:type="character" w:customStyle="1" w:styleId="209">
    <w:name w:val="H-3级标题 节 Char"/>
    <w:basedOn w:val="149"/>
    <w:link w:val="40"/>
    <w:semiHidden/>
    <w:qFormat/>
    <w:uiPriority w:val="0"/>
    <w:rPr>
      <w:rFonts w:eastAsia="黑体"/>
      <w:sz w:val="30"/>
      <w:szCs w:val="32"/>
    </w:rPr>
  </w:style>
  <w:style w:type="character" w:customStyle="1" w:styleId="210">
    <w:name w:val="H-第？部分 Char"/>
    <w:basedOn w:val="209"/>
    <w:link w:val="45"/>
    <w:semiHidden/>
    <w:qFormat/>
    <w:uiPriority w:val="0"/>
    <w:rPr>
      <w:rFonts w:eastAsia="黑体"/>
      <w:sz w:val="28"/>
      <w:szCs w:val="32"/>
    </w:rPr>
  </w:style>
  <w:style w:type="character" w:customStyle="1" w:styleId="211">
    <w:name w:val="017试卷 第？部分 Char"/>
    <w:basedOn w:val="210"/>
    <w:link w:val="133"/>
    <w:qFormat/>
    <w:uiPriority w:val="0"/>
    <w:rPr>
      <w:rFonts w:eastAsia="黑体"/>
      <w:sz w:val="28"/>
      <w:szCs w:val="32"/>
    </w:rPr>
  </w:style>
  <w:style w:type="character" w:customStyle="1" w:styleId="212">
    <w:name w:val="H-共？题共分？钟 Char"/>
    <w:basedOn w:val="148"/>
    <w:link w:val="44"/>
    <w:semiHidden/>
    <w:qFormat/>
    <w:uiPriority w:val="0"/>
    <w:rPr>
      <w:rFonts w:ascii="黑体" w:eastAsia="黑体"/>
      <w:sz w:val="36"/>
      <w:szCs w:val="36"/>
    </w:rPr>
  </w:style>
  <w:style w:type="character" w:customStyle="1" w:styleId="213">
    <w:name w:val="017试卷 第？题 参考时限？分钟 Char"/>
    <w:basedOn w:val="212"/>
    <w:link w:val="134"/>
    <w:qFormat/>
    <w:uiPriority w:val="0"/>
    <w:rPr>
      <w:rFonts w:ascii="黑体" w:eastAsia="黑体"/>
      <w:sz w:val="36"/>
      <w:szCs w:val="36"/>
    </w:rPr>
  </w:style>
  <w:style w:type="character" w:customStyle="1" w:styleId="214">
    <w:name w:val="H-？、题型说明 Char"/>
    <w:basedOn w:val="24"/>
    <w:link w:val="42"/>
    <w:semiHidden/>
    <w:qFormat/>
    <w:uiPriority w:val="0"/>
    <w:rPr>
      <w:rFonts w:eastAsia="黑体"/>
      <w:b/>
      <w:sz w:val="21"/>
      <w:szCs w:val="21"/>
      <w:lang w:val="en-US" w:eastAsia="zh-CN" w:bidi="ar-SA"/>
    </w:rPr>
  </w:style>
  <w:style w:type="character" w:customStyle="1" w:styleId="215">
    <w:name w:val="H-？、题前说明 Char"/>
    <w:basedOn w:val="214"/>
    <w:link w:val="43"/>
    <w:semiHidden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6">
    <w:name w:val="017试卷 题前说明 Char"/>
    <w:basedOn w:val="215"/>
    <w:link w:val="109"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7">
    <w:name w:val="017试卷 表内标题 Char"/>
    <w:basedOn w:val="24"/>
    <w:link w:val="138"/>
    <w:qFormat/>
    <w:uiPriority w:val="0"/>
    <w:rPr>
      <w:rFonts w:eastAsia="楷体_GB2312"/>
      <w:b/>
      <w:kern w:val="2"/>
      <w:sz w:val="18"/>
      <w:szCs w:val="18"/>
    </w:rPr>
  </w:style>
  <w:style w:type="character" w:customStyle="1" w:styleId="218">
    <w:name w:val="017试卷 表内正文 Char"/>
    <w:basedOn w:val="24"/>
    <w:link w:val="139"/>
    <w:qFormat/>
    <w:uiPriority w:val="0"/>
    <w:rPr>
      <w:rFonts w:eastAsia="楷体_GB2312"/>
      <w:sz w:val="18"/>
      <w:szCs w:val="18"/>
    </w:rPr>
  </w:style>
  <w:style w:type="character" w:customStyle="1" w:styleId="219">
    <w:name w:val="0表题 Char"/>
    <w:basedOn w:val="24"/>
    <w:link w:val="130"/>
    <w:semiHidden/>
    <w:qFormat/>
    <w:uiPriority w:val="0"/>
    <w:rPr>
      <w:rFonts w:ascii="仿宋_GB2312" w:hAnsi="宋体" w:eastAsia="仿宋_GB2312" w:cs="宋体"/>
      <w:b/>
      <w:bCs/>
      <w:kern w:val="2"/>
      <w:szCs w:val="20"/>
    </w:rPr>
  </w:style>
  <w:style w:type="character" w:customStyle="1" w:styleId="220">
    <w:name w:val="017试卷 图（表）题 Char"/>
    <w:basedOn w:val="219"/>
    <w:link w:val="140"/>
    <w:qFormat/>
    <w:uiPriority w:val="0"/>
    <w:rPr>
      <w:rFonts w:ascii="仿宋_GB2312" w:hAnsi="宋体" w:eastAsia="仿宋_GB2312" w:cs="宋体"/>
      <w:kern w:val="2"/>
      <w:szCs w:val="20"/>
    </w:rPr>
  </w:style>
  <w:style w:type="character" w:customStyle="1" w:styleId="221">
    <w:name w:val="0正文 Char"/>
    <w:basedOn w:val="24"/>
    <w:link w:val="129"/>
    <w:semiHidden/>
    <w:qFormat/>
    <w:uiPriority w:val="0"/>
    <w:rPr>
      <w:rFonts w:hAnsi="宋体" w:eastAsia="仿宋_GB2312" w:cs="宋体"/>
      <w:kern w:val="2"/>
      <w:szCs w:val="20"/>
    </w:rPr>
  </w:style>
  <w:style w:type="character" w:customStyle="1" w:styleId="222">
    <w:name w:val="017试卷 题目材料 Char"/>
    <w:basedOn w:val="221"/>
    <w:link w:val="145"/>
    <w:qFormat/>
    <w:uiPriority w:val="0"/>
    <w:rPr>
      <w:rFonts w:hAnsi="宋体" w:eastAsia="仿宋_GB2312" w:cs="宋体"/>
      <w:kern w:val="2"/>
      <w:szCs w:val="20"/>
    </w:rPr>
  </w:style>
  <w:style w:type="paragraph" w:customStyle="1" w:styleId="223">
    <w:name w:val="017讲义题目答案和解析"/>
    <w:next w:val="1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Theme="minorHAnsi" w:hAnsiTheme="minorHAnsi" w:eastAsiaTheme="minorEastAsia" w:cstheme="minorBidi"/>
      <w:color w:val="FF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2014年元旦之后新模板-131227.dotx</Template>
  <Company>中公教育</Company>
  <Pages>8</Pages>
  <Words>998</Words>
  <Characters>5690</Characters>
  <Lines>47</Lines>
  <Paragraphs>13</Paragraphs>
  <TotalTime>1</TotalTime>
  <ScaleCrop>false</ScaleCrop>
  <LinksUpToDate>false</LinksUpToDate>
  <CharactersWithSpaces>6675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2019-03-25T00:49:00Z</dcterms:created>
  <dc:creator>Sky123.Org</dc:creator>
  <cp:lastModifiedBy>小朋友</cp:lastModifiedBy>
  <cp:lastPrinted>2016-10-28T01:14:00Z</cp:lastPrinted>
  <dcterms:modified xsi:type="dcterms:W3CDTF">2019-06-26T09:51:49Z</dcterms:modified>
  <dc:title>一 根据所给图表，回答下列问题。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  <property fmtid="{D5CDD505-2E9C-101B-9397-08002B2CF9AE}" pid="3" name="KSORubyTemplateID" linkTarget="0">
    <vt:lpwstr>6</vt:lpwstr>
  </property>
</Properties>
</file>