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7"/>
        <w:spacing w:before="312" w:after="156"/>
        <w:ind w:firstLine="4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年执业药师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资格考试</w:t>
      </w:r>
    </w:p>
    <w:p>
      <w:pPr>
        <w:pStyle w:val="147"/>
        <w:spacing w:before="312" w:after="156"/>
        <w:ind w:firstLine="4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中公杯试卷——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中药学综合知识与技能</w:t>
      </w:r>
    </w:p>
    <w:p>
      <w:pPr>
        <w:pStyle w:val="147"/>
        <w:spacing w:before="312" w:after="156"/>
        <w:ind w:firstLine="4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参考答案及解析</w:t>
      </w:r>
    </w:p>
    <w:p>
      <w:pPr>
        <w:pStyle w:val="14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一、最佳选择题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【答案】D。解析：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题主要考查异病同治。“异病同治”指不同的疾病，在其发展过程中，由于出现了相同的病机，因而可以采用同一种方法来治疗。子宫下垂、久泻脱肛其病机均为气虚，故用补中益气丸可起到治疗作用。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阴阳治则。阴虚不能制阳而致阳亢者，属虚热证，一般不能用寒凉药直折其热，须“壮水之主，以制阳光”，即用滋阴壮水之法以抑制阳亢火盛，这种治疗原则亦称为“阳病治阴”。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【答案】B。</w:t>
      </w: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>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津液的分布。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质地较稠厚，流动性较小，灌注于骨节、脏腑、脑、髓等组织，起濡养作用的，则称为液。</w:t>
      </w:r>
    </w:p>
    <w:p>
      <w:pPr>
        <w:pStyle w:val="116"/>
        <w:ind w:firstLine="42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4.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解析：本题主要考查经络系统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走向规律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阳经分为手三阳经和足三阳经。手三阳经的走向为从手走头，足三阳经的走向为从头走足，所以阳经的交汇为头面部。</w:t>
      </w:r>
    </w:p>
    <w:p>
      <w:pPr>
        <w:pStyle w:val="116"/>
        <w:ind w:firstLine="420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【答案】D。解析：本题主要考查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六淫致病特点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主要包括外感性、季节性、地域性、相兼性。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【答案】D。解析：本题主要考查饮食失宜。饮食失宜包括饮食不节、饮食不洁、饮食偏嗜。</w:t>
      </w:r>
      <w:r>
        <w:rPr>
          <w:rFonts w:hint="default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饮食偏嗜包括种类偏嗜、寒热偏嗜、五味偏嗜，此处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苦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为五味偏嗜。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7.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A。解析：本题主要考查望神。癫、狂、痫都属于神乱疾病。若表情淡漠，寡言少语，闷闷不乐，继则精神发呆，哭笑无常，多为痰气凝结、阻蔽心神的癫病；若烦躁不宁，登高而歌，弃衣而走，呼号怒骂，打人毁物，不避亲疏，多属痰火扰心的狂病；若突然跌倒，昏不知人，口吐涎沫，四肢抽动，多属痰迷心窍、肝风内动的痫病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【答案】E。解析：本题主要考查胃痛的治法。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该患者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的临床表现可判断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为饮食停滞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之胃痛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，治当导滞和胃。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9.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【答案】A。解析：本题主要考查便秘的临床表现。患者为津亏肠燥，其主要临床表现为大便秘结，面色无华，头晕目眩，心悸，口干。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10.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【答案】E。解析：本题主要考查石淋的中成药选用。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11.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【答案】B。解析：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对头痛辨证论治的掌握。患者头痛多年，因受情志刺激而加重，且见目眩、口苦、心烦易怒、脉弦有力等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肝阳偏亢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的典型临床表现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，故应辨证为肝阳上亢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之头痛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，中医治疗应平肝潜阳，宜选用羚角钩藤汤。芎菊上清丸用于治疗风热头痛，川芎茶调散用于治疗风寒头痛，通窍活血汤用于治疗瘀血阻络型头痛，杞菊地黄丸有滋养肾阴的功效。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12.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【答案】B。解析：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对眩晕辨证论治的掌握。该眩晕患者，形体肥胖，头重如裹，胸闷恶心，食少多寐，舌苔白腻，脉濡滑，此为痰浊上蒙证的表现，中医治疗应涤痰宣窍，治宜选用的中成药是半夏天麻丸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当归龙荟丸用于治疗肝火上扰所引起的眩晕；归脾丸用于治疗气血亏虚所引起的眩晕；正天丸有疏风活血、养血平肝、通络止痛的功效；济生肾气丸有温肾化水、利水消肿的功效。</w:t>
      </w:r>
    </w:p>
    <w:p>
      <w:pPr>
        <w:pStyle w:val="116"/>
        <w:ind w:firstLine="42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13.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【答案】C。解析：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本题主要考查阳痿的分型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阳痿的分型包括四种：惊恐伤肾、心脾两虚、肾阳不足、肝郁不舒。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14.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【答案】A。解析：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痔疮的中成药。肠风下血证表现为大便带血，滴血或喷射状出血，血色鲜红，或有肛门瘙痒，舌红，脉浮数。中成药选用槐角丸。</w:t>
      </w:r>
    </w:p>
    <w:p>
      <w:pPr>
        <w:pStyle w:val="116"/>
        <w:ind w:firstLine="42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15.【答案】E。解析：</w:t>
      </w:r>
      <w:r>
        <w:rPr>
          <w:rFonts w:hint="default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患儿厌食</w:t>
      </w:r>
      <w:r>
        <w:rPr>
          <w:rFonts w:hint="default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其表现</w:t>
      </w:r>
      <w:r>
        <w:rPr>
          <w:rFonts w:hint="default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不思饮食，食而不化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，神疲多汗，大便稀薄，夹有未消化食物，形体偏</w:t>
      </w:r>
      <w:r>
        <w:rPr>
          <w:rFonts w:hint="default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，肢倦乏力，为脾胃气虚所致，方选异功散，以健脾益气，佐以助运。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16.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【答案】B。解析：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的是口疮的辨证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疼痛较轻，久难愈合。伴倦怠乏力，面色㿠白，腰膝或少腹以下冷痛，小便清；检查见口疮色白或暗，周边淡红或不红。舌淡苔白，脉沉迟。辨证为脾肾阳虚。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17.【答案】B。解析：本题主要考查藏药的功能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具有清热解毒，益肝养胃，明目醒神，愈疮，滋补强身功能的藏药是仁青芒觉。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18.【答案】B。解析：本题主要考查维医基础知识中的台西合斯（诊断）学说。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19.【答案】C。解析：本题主要考查血小板计数范围。正常值为（100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300）</w:t>
      </w: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/L。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【答案】D。解析：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血小板增多的疾病。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脾摘除术后，血小板应增多。红细胞沉降率的变化与脾摘除关系不大，主要与纤维蛋白原的变化相关。血小板减少主要见于再生障碍性贫血、急性白血病等。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21.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【答案】B。解析：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医学典籍。其中《千金翼方》是《千金要方》的续编；《灵枢》侧重于经络理论和针刺方法，为后世针灸学发展奠定坚实基础；《金匮要略方论》侧重于内伤杂病；《诸病源候论》是我国第一部证候学专著；《伤寒论》奠定了中医学辨证论治的基础，后世称为“众方之祖”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22.【答案】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本题主要考查处方格式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处方正文分列药品名称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剂型、规格、数量以及用法用量。患者姓名应位于处方前记。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23.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【答案】C。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中药的调剂流程。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调剂时，复核的内容包括：药味是否相符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剂数是否相符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有无用药禁忌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剂量是否准确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审查药品质量是否合格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审查先煎、后下等特殊处理药品是否单包并注明用法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复核人检查无误后需签名等。计价是否准确不属于复核的内容。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24.【答案】A。解析：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常见中药饮片的正名和别名。马钱子的别名有番木鳖、马前、马钱子。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25.【答案】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中药的正名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别名。淡大芸是肉苁蓉的别名。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26.【答案】D。解析：本题主要考查妊娠禁忌用药。除了芫花其他选项中药属于妊娠慎用药。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27.【答案】C。解析：本题主要考查证候禁忌。湿热泻痢者禁用涩肠止泻药。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28.【答案】D。解析：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对中药饮片斗谱排列的掌握情况。麻黄与麻黄根不同部位入药并且功效不相同，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但属于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同一植物来源，不能排列在一起。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29.【答案】D。解析：本题主要考查妊娠慎用中成药品种。其他中成药属于妊娠禁忌。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【答案】D。解析：本题主要考查中药贮藏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的温度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当温度在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以下的常温情况下，储藏的中药一般比较稳定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31.【答案】A。解析：本题主要考查易发生虫蛀和霉变的中药。含淀粉、糖、脂肪、蛋白质等成分的中药易发生虫蛀；饮片受潮后在适宜温度条件下，引发寄生在其表面或内部的霉菌大量繁殖从而导致发霉。当归易虫蛀、霉变、泛油；贝母易被虫蛀；山药易变色、虫蛀；牛膝易霉变、泛油；黄芪易变色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32.【答案】E。解析：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合理用药基本原则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有效是指保证用药对所防治的疾病有效。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33.【答案】E。解析：本题主要考查中成药的合理应用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附子理中丸与牛黄解毒片存在证候禁忌，应建议纠正。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34.【答案】A。解析：本题主要考查中成药的联用。大活络丹与天麻丸合用，两者均含附子，会增加有毒药味的服用量，加大患者产生不良反应的危险性。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35.【答案】E。解析：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本题主要考查中成药所含的西药成分。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重感冒灵片含有安乃近，其退热作用强，易致患者大汗淋漓，甚至发生虚脱；长期应用可能引起粒细胞缺乏症、血小板减少性紫癜、再生障碍性贫血。</w:t>
      </w:r>
    </w:p>
    <w:p>
      <w:pPr>
        <w:pStyle w:val="116"/>
        <w:ind w:firstLine="42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36.【答案】D。解析：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中西药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联用在药动学上的作用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异烟肼不可与含有麻黄碱的中成药联用，以免通过影响酶抑反应而影响代谢。例如大活络丹、千柏鼻炎片、蛤蚧定喘丸、通宣理肺丸。</w:t>
      </w:r>
    </w:p>
    <w:p>
      <w:pPr>
        <w:pStyle w:val="116"/>
        <w:ind w:firstLine="42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37.【答案】A。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肾毒性中药。芦荟含有蒽酰苷类可引起肾功能衰竭。巴豆含蛋白类，土荆芥含挥发油。</w:t>
      </w:r>
    </w:p>
    <w:p>
      <w:pPr>
        <w:pStyle w:val="116"/>
        <w:ind w:firstLine="42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38.【答案】D。解析：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本题主要考查肝功能不全患者的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用药禁忌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。川楝子属于萜与内酯类对肝脏有损伤的中药，毒蛋白类包括苍耳子、蓖麻子、相思豆、望江南子。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39.【答案】B。解析：本题主要考查含马钱子的中成药品种。伤科七味片属于含马钱子的中成药，故中毒表现为马钱子中毒特征。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40.【答案】B。解析：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中药不良反应。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白矾的慢性中毒主要是因为铝离子长期摄入导致的蓄积反应，其能造成神经毒性，如阿尔茨海默病、痴呆和认知功能障碍。</w:t>
      </w:r>
    </w:p>
    <w:p>
      <w:pPr>
        <w:pStyle w:val="14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二、配伍选择题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[41～43]【答案】EAD。解析：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是五脏的生理功能。肾的生理功能：肾藏精，主生长、发育与生殖；肾主水；肾主纳气。肝的生理功能：肝主疏泄；肝主藏血。肺的生理功能：肺主气，司呼吸；肺主宣发与肃降；肺主通调水道；肺朝百脉，主治节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[44～45]【答案】BC。解析：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阴阳格拒。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四肢厥逆、下利清谷、脉微欲绝，又见阳浮于外，身热反不恶寒（但欲盖衣被）、面颊泛红，辨证为真寒假热，属于阴盛格阳；身热、面红、气粗、烦躁，突然出现四肢厥冷（但身热不恶寒）、脉象沉伏（但沉数有力），辨证为真热假寒，属于阳盛格阴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[46～47]【答案】ED。解析：本题主要考查望舌苔。舌苔质疏松，颗粒粗大，形如豆腐渣舌面，揩之可去，称为腐苔；舌苔质致密，颗粒细小，融合成片，揩之不去，刮之不脱，称为腻苔。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[48～50]【答案】ADB。解析：本题主要考查虚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证的辨证论治。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虚证有阴虚、阳虚、气虚、血虚等多种证候的不同。气虚表现神疲乏力，少气懒言，声音低微，头晕，自汗，不思饮食，活动后诸症加重。舌质淡，或有齿痕，苔薄白，脉虚无力。血虚表现头晕眼花，心悸多梦，手足发麻，面色萎黄，口唇、爪甲色淡，妇女月经量少。舌质淡，脉细。阴虚表现为形体消瘦，口燥咽干，潮热颧红，五心烦热，盗汗，小便短黄，大便干结。舌质红，舌面少津，苔少或无苔，脉细数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[51～52]【答案】D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。解析：本题主要考查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血病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辨证。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面色苍白或萎黄，唇色淡白，头晕眼花，心悸失眠，手足发麻，舌质淡，脉细无力。为血虚的典型表现；心烦，燥扰发狂，口干不喜饮，身热以夜间为甚，脉细数，舌红绛。为血热的典型表现。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[53～55]【答案】EBA。解析：本题主要考查痹症的治法选用。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[56～57]【答案】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崩漏的辨证论治。患者症见经血非时而下，量多如崩，淋沥不断，色淡质稀，神疲体倦，气短懒言，四肢不温，面浮肢肿，舌淡胖，苔薄白，脉缓弱。证属脾不统血型崩漏，治宜选用固冲汤。患者症见经血非时而下，出血量多，淋沥不尽，色淡质稀，两目干涩，腰酸膝软，面色晦暗，舌淡暗，苔薄白，脉沉弱。证属肝肾不足型崩漏，治宜选用调肝汤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[58～61]【答案】DEAC。解析：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咳嗽的治法方药。痰热壅肺所致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的咳嗽，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方用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清金化痰汤加减；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燥邪伤肺所致的咳嗽，方用桑杏汤加减；肺肾阴虚所致的咳嗽，方用百合固金汤加减；风热犯肺所致咳嗽，方用桑菊饮加减。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[62～65]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答案】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ECAD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。解析：本题主要考查胃痛的方剂选用。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[66～67]【答案】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E。解析：本题主要考查饮片的处方应付。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厚朴应付姜制品；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酸枣仁应付清炒品。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[68～70]【答案】CBD。解析：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特殊的汤剂方法。番泻叶有效成分容易被破坏，所以宜后下；海金沙为细小颗粒，故需包煎；羚羊角为贵重药材，故可另煎。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[71～72]【答案】CD。解析：本题主要考查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中药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的特殊煎药方法。矿物、动物骨甲类饮片、某些有毒饮片需要先煎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气味芳香类饮片、有效成分易被破坏的饮片需后下。</w:t>
      </w:r>
    </w:p>
    <w:p>
      <w:pPr>
        <w:pStyle w:val="116"/>
        <w:ind w:firstLine="42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[73～75]【答案】ABD。解析：本题主要考查毒性药材和饮片的使用注意事项。闹羊花孕妇禁用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体虚者禁用，不宜多服、久服。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常山一般用量为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5～9g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u w:val="none"/>
          <w14:textFill>
            <w14:solidFill>
              <w14:schemeClr w14:val="tx1"/>
            </w14:solidFill>
          </w14:textFill>
        </w:rPr>
        <w:t>有催吐副作用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，量不宜过大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16"/>
        <w:tabs>
          <w:tab w:val="left" w:pos="405"/>
        </w:tabs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[76～78]【答案】ABD。解析：本题主要考查特殊管理中药的内服用量。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[79～80]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【答案】AD。解析：本题主要考查中药的质量变异现象。易虫蛀的是鸡内金；易变色的是黄柏。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[81～82]【答案】EB。解析：本题主要考查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“十八反”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半夏、瓜蒌（全瓜蒌、瓜蒌皮、瓜蒌仁、天花粉）、贝母（川贝、浙贝）、白蔹、白及反乌头（川乌、附子、草乌）；甘遂、京大戟、海藻、芫花反甘草，人参、南沙参、丹参、玄参、苦参、细辛、芍药（赤芍、白芍）反藜芦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[83～84]【答案】DC。解析：本题主要考查老年人的用药注意。益心通脉颗粒含甘草、人参、鹿茸等成分与二甲双胍联用产生拮抗作用，导致降糖效果降低；复方丹参片、复方丹参滴丸、银杏叶及其提取物制剂与法莫替丁同时服用，可产生络合效应，形成螯合物，影响疗效；麝香保心丸与地高辛联合用药，诱发强心苷中毒，出现频发性早搏等心律失常等不良反应。</w:t>
      </w:r>
    </w:p>
    <w:p>
      <w:pPr>
        <w:pStyle w:val="116"/>
        <w:ind w:firstLine="42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[85～87]【答案】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CED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。解析：本题主要考查证候禁忌。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邪实而正不虚者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慎用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补虚药，以免闭门留邪；火热内炽者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慎用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温热药；阴虚内热者慎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苦寒清热药，以免伤阴。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[88～90]【答案】DEC。解析：本题主要考查药物的不良反应。麝香通心滴丸主要含有蟾酥，蟾酥的有毒成分是强心苷，中毒表现为：循环系统表现为胸闷、心悸，咽喉干痛，四肢无力，心电图显示房室传导阻滞。消化系统表现为恶心呕吐、腹痛、腹泻等；山药丸含有马钱子粉，马钱子的有毒成分是士的宁，中毒表现为：面部肌肉紧张，吞咽困难；伸肌屈肌同时做极度收缩，发生典型的士的宁惊厥，甚至出现角弓反张；牛黄至宝丸含有雄黄，雄黄的有毒成分是砷，中毒表现为：消化系统表现为口腔咽喉干痛、烧灼感、口中有金属味、流涎、剧烈恶心呕吐、腹痛腹泻，出现各种出血症状，如吐血、咳血、眼结膜充血、便血、尿血等。</w:t>
      </w:r>
    </w:p>
    <w:p>
      <w:pPr>
        <w:pStyle w:val="14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三、综合分析选择题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[91～92]【答案】AC。解析：本题主要考查脏腑辨证。腰膝酸软，头晕耳鸣，五心烦热，潮热盗汗，舌红，脉细数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辨证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为肾阴虚；咳嗽咳血，两颧潮红，盗汗遗精辨证为肺肾阴虚证。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[93～95]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DAC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。解析：本题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主要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不寐的辨证论治。夜不能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寐，胁肋胀痛，嗳气时作，喜太息。舌苔薄白，脉弦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为不寐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肝气郁结证，治法为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疏肝解郁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，选用中成药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解郁安神颗粒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、解郁丸。弦脉主肝胆病、痛证、痰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[96～99]【答案】ACBE。解析：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的是痛痹患者的辨证治疗。患者出现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痛有定处，关节感觉寒冷，屈伸不利，遇冷尤甚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症状，可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辨证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为以寒邪为最主要致病因素的痛痹。治当温经散寒、祛风除湿，方选乌头汤，中成药为风湿定片、小活洛丸、木瓜丸、寒湿痹胶囊、风湿骨痛胶囊。木瓜丸中含有乌头，服用过量会造成中毒，表现为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四肢抽搐、牙关紧闭、心律不齐，恶心、呕吐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，解毒可用阿托品。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[100～103]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AEAD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。解析：本题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主要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咳嗽的辨证论治。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咳嗽声重，痰稀色白，恶寒，或有发热，无汗。舌苔薄白，脉浮紧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属于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风寒犯肺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证的咳嗽，选用方剂杏苏散，选用中成药通宣理肺丸、风寒咳嗽丸、杏苏止咳糖浆、三拗片；通宣理肺丸中含有麻黄碱，不可与帕吉林以及复方降压片等降压片联用，使作用降低，血压失去控制。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[104～106]【答案】DDE。解析：本题主要考查了头痛的辨证论治。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头痛时作，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连项背，恶寒畏风，遇风尤剧，口不渴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苔薄白，脉浮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是风寒头痛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，治当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祛风散寒，可选用方剂为川芎茶调散加减，可选用中成药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药引为清茶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[107～108]【答案】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B。解析：本题主要考查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医疗用毒性中药的中毒反应和基本救治原则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。含马钱子类药物中毒，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可以用肉桂煎汤或者甘草煎汤饮服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。马钱子中士的宁成人的中毒量为5～10mg。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[109～110]【答案】EB。解析：本题主要考查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肝功能不全者的中药应用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。蟾酥、黄药子、苍耳子可引起急性肝损伤。苍耳子中含毒蛋白，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可能引起肝损伤的药物。</w:t>
      </w:r>
    </w:p>
    <w:p>
      <w:pPr>
        <w:pStyle w:val="14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四、多项选择题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【答案】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ACE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解析：本题主要考查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五行学说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ascii="Calibri" w:hAnsi="Calibri"/>
          <w:color w:val="000000" w:themeColor="text1"/>
          <w:kern w:val="2"/>
          <w14:textFill>
            <w14:solidFill>
              <w14:schemeClr w14:val="tx1"/>
            </w14:solidFill>
          </w14:textFill>
        </w:rPr>
        <w:t>金曰从革</w:t>
      </w:r>
      <w:r>
        <w:rPr>
          <w:rFonts w:hint="eastAsia" w:ascii="Calibri" w:hAnsi="Calibri"/>
          <w:color w:val="000000" w:themeColor="text1"/>
          <w:kern w:val="2"/>
          <w14:textFill>
            <w14:solidFill>
              <w14:schemeClr w14:val="tx1"/>
            </w14:solidFill>
          </w14:textFill>
        </w:rPr>
        <w:t>，</w:t>
      </w:r>
      <w:r>
        <w:rPr>
          <w:rFonts w:ascii="Calibri" w:hAnsi="Calibri"/>
          <w:color w:val="000000" w:themeColor="text1"/>
          <w:kern w:val="2"/>
          <w14:textFill>
            <w14:solidFill>
              <w14:schemeClr w14:val="tx1"/>
            </w14:solidFill>
          </w14:textFill>
        </w:rPr>
        <w:t>具有清洁、肃降、收敛等作用的事物，均归属于金</w:t>
      </w:r>
      <w:r>
        <w:rPr>
          <w:rFonts w:hint="eastAsia" w:ascii="Calibri" w:hAnsi="Calibri"/>
          <w:color w:val="000000" w:themeColor="text1"/>
          <w:kern w:val="2"/>
          <w14:textFill>
            <w14:solidFill>
              <w14:schemeClr w14:val="tx1"/>
            </w14:solidFill>
          </w14:textFill>
        </w:rPr>
        <w:t>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112.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ABCD。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解析：本题主要考查疾病的预防。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通过培养人体的正气，提高人体抗病能力的方法有重视精神调养、加强身体锻炼、注意生活起居、人工免疫。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113.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ABCE。解析：本题主要考查正治。正治主要包括：寒者热之，热者寒之，虚则补之，实则泻之。</w:t>
      </w:r>
    </w:p>
    <w:p>
      <w:pPr>
        <w:pStyle w:val="116"/>
        <w:ind w:firstLine="420"/>
        <w:rPr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114.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ABC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。解析：本题主要考查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异病同治的辨证论治。四神丸的功能为温肾散寒，涩肠止泻。可用于脾肾阳虚所引起的泄泻、口疮，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阳虚引起的虚劳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115.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ABCE。解析：本题主要考查提供咨询服务的内容。主要包括：讲授科学保健常识、发放科普教育材料、提供药学知识咨询、开展社区知识讲座等。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116.【答案】ABCDE。解析：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对中药饮片斗谱排列的掌握情况。外观性状相似的饮片，尤其是外观形状相似但功效不同的饮片，不宜排列在一起，如知母与玉竹、蛇床子与地肤子、玫瑰花与月季花、韭菜子与葱子、血余炭与干漆炭等。</w:t>
      </w:r>
    </w:p>
    <w:p>
      <w:pPr>
        <w:pStyle w:val="116"/>
        <w:ind w:firstLine="42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117.【答案】A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BCE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。解析：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本题主要考查中西药的合理联用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甘草与丙谷胺、甘草与氢化可的松联用属于协同增效；甘草与呋喃唑酮联用能降低毒副作用；黄精、骨碎补、甘草与链霉素联用可降低西药的不良反应。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118.【答案】ABCDE。解析：本题主要考查中西药的联合应用。有机酸的中药与阿司匹林，利福平联用会减少排泄，有机酸的中药有乌梅、山茱萸、山楂、陈皮、木瓜、川芎、青皮、女贞子等。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119.【答案】AE。解析：本题主要考查老年人的中药应用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老年慢性支气管炎日久会出现肺阴虚象，宜用西洋参、沙参等，益气养阴清热，若用红参，偏于甘温，反而使余邪复燃，病情加重。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120.【答案】ABCD。解析：本题主要考查引起中药不良反应发生的因素。引起中药不良反应发生的机体因素有特殊人群、性别、个体因素和种族因素。</w:t>
      </w:r>
    </w:p>
    <w:p>
      <w:pPr>
        <w:pStyle w:val="147"/>
        <w:spacing w:before="312" w:after="156"/>
        <w:ind w:firstLine="425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0490" w:h="14742"/>
      <w:pgMar w:top="1474" w:right="1247" w:bottom="1077" w:left="1247" w:header="851" w:footer="680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宋简体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韵动粗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t>7</w:t>
    </w:r>
    <w:r>
      <w:fldChar w:fldCharType="end"/>
    </w:r>
    <w:r>
      <w:t>页 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8</w:t>
    </w:r>
    <w:r>
      <w:fldChar w:fldCharType="end"/>
    </w:r>
    <w: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t>8</w:t>
    </w:r>
    <w:r>
      <w:fldChar w:fldCharType="end"/>
    </w:r>
    <w:r>
      <w:t>页 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8</w:t>
    </w:r>
    <w:r>
      <w:fldChar w:fldCharType="end"/>
    </w:r>
    <w: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183515</wp:posOffset>
              </wp:positionV>
              <wp:extent cx="3893820" cy="635"/>
              <wp:effectExtent l="0" t="0" r="0" b="0"/>
              <wp:wrapNone/>
              <wp:docPr id="2" name="直接箭头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93820" cy="63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18" o:spid="_x0000_s1026" o:spt="34" type="#_x0000_t34" style="position:absolute;left:0pt;margin-left:0.05pt;margin-top:14.45pt;height:0.05pt;width:306.6pt;z-index:251657216;mso-width-relative:page;mso-height-relative:page;" filled="f" stroked="t" coordsize="21600,21600" o:gfxdata="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lDOU+0gAAAAYBAAAPAAAAAAAAAAEAIAAAACIAAABkcnMvZG93bnJldi54bWxQSwEC&#10;FAAUAAAACACHTuJA2TZ/C/oBAADUAwAADgAAAAAAAAABACAAAAAhAQAAZHJzL2Uyb0RvYy54bWxQ&#10;SwUGAAAAAAYABgBZAQAAjQUAAAAA&#10;" adj="10800">
              <v:fill on="f" focussize="0,0"/>
              <v:stroke weight="0.5pt" color="#000000" joinstyle="miter"/>
              <v:imagedata o:title=""/>
              <o:lock v:ext="edit" aspectratio="f"/>
            </v:shape>
          </w:pict>
        </mc:Fallback>
      </mc:AlternateContent>
    </w:r>
    <w:r>
      <w:drawing>
        <wp:anchor distT="0" distB="0" distL="114300" distR="114300" simplePos="0" relativeHeight="251691008" behindDoc="0" locked="0" layoutInCell="1" allowOverlap="1">
          <wp:simplePos x="0" y="0"/>
          <wp:positionH relativeFrom="column">
            <wp:posOffset>3876675</wp:posOffset>
          </wp:positionH>
          <wp:positionV relativeFrom="paragraph">
            <wp:posOffset>-228600</wp:posOffset>
          </wp:positionV>
          <wp:extent cx="1188085" cy="799465"/>
          <wp:effectExtent l="0" t="0" r="12065" b="635"/>
          <wp:wrapNone/>
          <wp:docPr id="3" name="图片 3" descr="5a431adbb359f00412d9b1af91d5d5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5a431adbb359f00412d9b1af91d5d5f"/>
                  <pic:cNvPicPr>
                    <a:picLocks noChangeAspect="1"/>
                  </pic:cNvPicPr>
                </pic:nvPicPr>
                <pic:blipFill>
                  <a:blip r:embed="rId1"/>
                  <a:srcRect l="16781" r="15698"/>
                  <a:stretch>
                    <a:fillRect/>
                  </a:stretch>
                </pic:blipFill>
                <pic:spPr>
                  <a:xfrm>
                    <a:off x="0" y="0"/>
                    <a:ext cx="1188085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PowerPlusWaterMarkObject4865095" o:spid="_x0000_s3074" o:spt="136" type="#_x0000_t136" style="position:absolute;left:0pt;height:70.45pt;width:493.15pt;mso-position-horizontal:center;mso-position-horizontal-relative:margin;mso-position-vertical:center;mso-position-vertical-relative:margin;rotation:20643840f;z-index:-251657216;mso-width-relative:page;mso-height-relative:page;" fillcolor="#C0C0C0" filled="t" o:preferrelative="t" stroked="f" coordsize="21600,21600" o:allowincell="f">
          <v:path/>
          <v:fill on="t" opacity="32768f" focussize="0,0"/>
          <v:stroke on="f"/>
          <v:imagedata o:title=""/>
          <o:lock v:ext="edit" text="f"/>
          <v:textpath on="t" fitshape="t" fitpath="t" trim="t" xscale="f" string="www.cyikao.com" style="font-family:宋体;font-size:8pt;v-text-align:center;"/>
        </v:shape>
      </w:pic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-56515</wp:posOffset>
              </wp:positionH>
              <wp:positionV relativeFrom="paragraph">
                <wp:posOffset>-15875</wp:posOffset>
              </wp:positionV>
              <wp:extent cx="2143125" cy="294640"/>
              <wp:effectExtent l="0" t="0" r="0" b="0"/>
              <wp:wrapNone/>
              <wp:docPr id="3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294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  <w:lang w:eastAsia="zh-CN"/>
                            </w:rPr>
                            <w:t>享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用 请勿外泄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4.45pt;margin-top:-1.25pt;height:23.2pt;width:168.75pt;z-index:251658240;mso-width-relative:page;mso-height-relative:page;" filled="f" stroked="f" coordsize="21600,21600" o:gfxdata="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CHtGTXAAAACAEAAA8AAAAAAAAA&#10;AQAgAAAAIgAAAGRycy9kb3ducmV2LnhtbFBLAQIUABQAAAAIAIdO4kCnAfa8oAEAABgDAAAOAAAA&#10;AAAAAAEAIAAAACYBAABkcnMvZTJvRG9jLnhtbFBLBQYAAAAABgAGAFkBAAA4BQAAAAA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  <w:lang w:eastAsia="zh-CN"/>
                      </w:rPr>
                      <w:t>享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用 请勿外泄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bookmarkStart w:id="0" w:name="_GoBack"/>
    <w:bookmarkEnd w:id="0"/>
    <w:r>
      <w:drawing>
        <wp:anchor distT="0" distB="0" distL="114300" distR="114300" simplePos="0" relativeHeight="251721728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-228600</wp:posOffset>
          </wp:positionV>
          <wp:extent cx="1188085" cy="799465"/>
          <wp:effectExtent l="0" t="0" r="12065" b="635"/>
          <wp:wrapNone/>
          <wp:docPr id="4" name="图片 4" descr="5a431adbb359f00412d9b1af91d5d5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5a431adbb359f00412d9b1af91d5d5f"/>
                  <pic:cNvPicPr>
                    <a:picLocks noChangeAspect="1"/>
                  </pic:cNvPicPr>
                </pic:nvPicPr>
                <pic:blipFill>
                  <a:blip r:embed="rId1"/>
                  <a:srcRect l="16781" r="15698"/>
                  <a:stretch>
                    <a:fillRect/>
                  </a:stretch>
                </pic:blipFill>
                <pic:spPr>
                  <a:xfrm>
                    <a:off x="0" y="0"/>
                    <a:ext cx="1188085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1198880</wp:posOffset>
              </wp:positionH>
              <wp:positionV relativeFrom="paragraph">
                <wp:posOffset>164465</wp:posOffset>
              </wp:positionV>
              <wp:extent cx="3829050" cy="635"/>
              <wp:effectExtent l="0" t="0" r="0" b="0"/>
              <wp:wrapNone/>
              <wp:docPr id="1" name="直接箭头连接符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63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20" o:spid="_x0000_s1026" o:spt="34" type="#_x0000_t34" style="position:absolute;left:0pt;margin-left:94.4pt;margin-top:12.95pt;height:0.05pt;width:301.5pt;z-index:251655168;mso-width-relative:page;mso-height-relative:page;" filled="f" stroked="t" coordsize="21600,21600" o:gfxdata="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5C5HO1QAAAAkBAAAPAAAAAAAAAAEAIAAAACIAAABkcnMvZG93bnJldi54bWxQSwEC&#10;FAAUAAAACACHTuJAWCdFh/cBAADUAwAADgAAAAAAAAABACAAAAAkAQAAZHJzL2Uyb0RvYy54bWxQ&#10;SwUGAAAAAAYABgBZAQAAjQUAAAAA&#10;" adj="10800">
              <v:fill on="f" focussize="0,0"/>
              <v:stroke weight="0.5pt" color="#000000" joinstyle="miter"/>
              <v:imagedata o:title=""/>
              <o:lock v:ext="edit" aspectratio="f"/>
            </v:shape>
          </w:pict>
        </mc:Fallback>
      </mc:AlternateContent>
    </w:r>
    <w:r>
      <w:pict>
        <v:shape id="PowerPlusWaterMarkObject4865094" o:spid="_x0000_s3078" o:spt="136" type="#_x0000_t136" style="position:absolute;left:0pt;height:70.45pt;width:493.15pt;mso-position-horizontal:center;mso-position-horizontal-relative:margin;mso-position-vertical:center;mso-position-vertical-relative:margin;rotation:20643840f;z-index:-251656192;mso-width-relative:page;mso-height-relative:page;" fillcolor="#C0C0C0" filled="t" o:preferrelative="t" stroked="f" coordsize="21600,21600" o:allowincell="f">
          <v:path/>
          <v:fill on="t" opacity="32768f" focussize="0,0"/>
          <v:stroke on="f"/>
          <v:imagedata o:title=""/>
          <o:lock v:ext="edit" text="f"/>
          <v:textpath on="t" fitshape="t" fitpath="t" trim="t" xscale="f" string="www.cyikao.com" style="font-family:宋体;font-size:8pt;v-text-align:center;"/>
        </v:shape>
      </w:pict>
    </w: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3839210</wp:posOffset>
              </wp:positionH>
              <wp:positionV relativeFrom="paragraph">
                <wp:posOffset>-35560</wp:posOffset>
              </wp:positionV>
              <wp:extent cx="1780540" cy="294640"/>
              <wp:effectExtent l="0" t="0" r="0" b="0"/>
              <wp:wrapNone/>
              <wp:docPr id="42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0540" cy="294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  <w:lang w:eastAsia="zh-CN"/>
                            </w:rPr>
                            <w:t>享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用 请勿外泄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文本框 19" o:spid="_x0000_s1026" o:spt="202" type="#_x0000_t202" style="position:absolute;left:0pt;margin-left:302.3pt;margin-top:-2.8pt;height:23.2pt;width:140.2pt;z-index:251656192;mso-width-relative:page;mso-height-relative:page;" filled="f" stroked="f" coordsize="21600,21600" o:gfxdata="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i7ltq1gAAAAkBAAAPAAAAAAAAAAEA&#10;IAAAACIAAABkcnMvZG93bnJldi54bWxQSwECFAAUAAAACACHTuJAfogKtZ8BAAAZAwAADgAAAAAA&#10;AAABACAAAAAlAQAAZHJzL2Uyb0RvYy54bWxQSwUGAAAAAAYABgBZAQAANgUAAAAA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  <w:lang w:eastAsia="zh-CN"/>
                      </w:rPr>
                      <w:t>享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用 请勿外泄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4865093" o:spid="_x0000_s3073" o:spt="136" type="#_x0000_t136" style="position:absolute;left:0pt;height:70.45pt;width:493.15pt;mso-position-horizontal:center;mso-position-horizontal-relative:margin;mso-position-vertical:center;mso-position-vertical-relative:margin;rotation:20643840f;z-index:-251658240;mso-width-relative:page;mso-height-relative:page;" fillcolor="#C0C0C0" filled="t" o:preferrelative="t" stroked="f" coordsize="21600,21600" o:allowincell="f">
          <v:path/>
          <v:fill on="t" opacity="32768f" focussize="0,0"/>
          <v:stroke on="f"/>
          <v:imagedata o:title=""/>
          <o:lock v:ext="edit" text="f"/>
          <v:textpath on="t" fitshape="t" fitpath="t" trim="t" xscale="f" string="www.cyikao.com" style="font-family:宋体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attachedTemplate r:id="rId1"/>
  <w:documentProtection w:enforcement="0"/>
  <w:defaultTabStop w:val="420"/>
  <w:evenAndOddHeaders w:val="1"/>
  <w:drawingGridHorizontalSpacing w:val="105"/>
  <w:drawingGridVerticalSpacing w:val="156"/>
  <w:doNotShadeFormData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28"/>
    <w:rsid w:val="00011BE3"/>
    <w:rsid w:val="0002646A"/>
    <w:rsid w:val="00033093"/>
    <w:rsid w:val="00044A09"/>
    <w:rsid w:val="00047FA2"/>
    <w:rsid w:val="00054712"/>
    <w:rsid w:val="000600D5"/>
    <w:rsid w:val="00061C5B"/>
    <w:rsid w:val="00064CFF"/>
    <w:rsid w:val="00071397"/>
    <w:rsid w:val="000713DF"/>
    <w:rsid w:val="000827E1"/>
    <w:rsid w:val="000837B2"/>
    <w:rsid w:val="00084DF4"/>
    <w:rsid w:val="0008742E"/>
    <w:rsid w:val="00090939"/>
    <w:rsid w:val="0009281A"/>
    <w:rsid w:val="0009440E"/>
    <w:rsid w:val="000C221A"/>
    <w:rsid w:val="000C6A67"/>
    <w:rsid w:val="000C7A55"/>
    <w:rsid w:val="000C7B5A"/>
    <w:rsid w:val="000D00A0"/>
    <w:rsid w:val="000D60E7"/>
    <w:rsid w:val="000D70A4"/>
    <w:rsid w:val="000D7A1E"/>
    <w:rsid w:val="000E02B3"/>
    <w:rsid w:val="00104E81"/>
    <w:rsid w:val="0010523C"/>
    <w:rsid w:val="0010627D"/>
    <w:rsid w:val="00112725"/>
    <w:rsid w:val="00113096"/>
    <w:rsid w:val="00117EC0"/>
    <w:rsid w:val="001229B1"/>
    <w:rsid w:val="00130E90"/>
    <w:rsid w:val="00133AAC"/>
    <w:rsid w:val="00137836"/>
    <w:rsid w:val="001406BA"/>
    <w:rsid w:val="00151BDD"/>
    <w:rsid w:val="0016105A"/>
    <w:rsid w:val="00167B28"/>
    <w:rsid w:val="00171A8A"/>
    <w:rsid w:val="00172A27"/>
    <w:rsid w:val="00173EA3"/>
    <w:rsid w:val="001744EE"/>
    <w:rsid w:val="0017501F"/>
    <w:rsid w:val="00175DF4"/>
    <w:rsid w:val="0018471E"/>
    <w:rsid w:val="00184BFD"/>
    <w:rsid w:val="00191595"/>
    <w:rsid w:val="00193313"/>
    <w:rsid w:val="00196AFE"/>
    <w:rsid w:val="00196D54"/>
    <w:rsid w:val="001A70F4"/>
    <w:rsid w:val="001B1659"/>
    <w:rsid w:val="001B6E67"/>
    <w:rsid w:val="001C4D45"/>
    <w:rsid w:val="001D1E00"/>
    <w:rsid w:val="001D43A5"/>
    <w:rsid w:val="001D4987"/>
    <w:rsid w:val="001D5024"/>
    <w:rsid w:val="001E12DB"/>
    <w:rsid w:val="001E7FBA"/>
    <w:rsid w:val="001F3DAC"/>
    <w:rsid w:val="001F487C"/>
    <w:rsid w:val="001F5732"/>
    <w:rsid w:val="00204E0F"/>
    <w:rsid w:val="002050C1"/>
    <w:rsid w:val="00215DA5"/>
    <w:rsid w:val="00216AAC"/>
    <w:rsid w:val="00223D8B"/>
    <w:rsid w:val="002303D9"/>
    <w:rsid w:val="00232D13"/>
    <w:rsid w:val="00246D3E"/>
    <w:rsid w:val="00255048"/>
    <w:rsid w:val="00256CB7"/>
    <w:rsid w:val="002634CC"/>
    <w:rsid w:val="00263535"/>
    <w:rsid w:val="00293346"/>
    <w:rsid w:val="00293D4D"/>
    <w:rsid w:val="0029591C"/>
    <w:rsid w:val="002A4B31"/>
    <w:rsid w:val="002A5D25"/>
    <w:rsid w:val="002C3F3B"/>
    <w:rsid w:val="002D3CC2"/>
    <w:rsid w:val="002D479A"/>
    <w:rsid w:val="002D6F7B"/>
    <w:rsid w:val="002E0246"/>
    <w:rsid w:val="002E7C17"/>
    <w:rsid w:val="002F0E92"/>
    <w:rsid w:val="002F3749"/>
    <w:rsid w:val="003177F3"/>
    <w:rsid w:val="003319FE"/>
    <w:rsid w:val="0033362E"/>
    <w:rsid w:val="00347EA3"/>
    <w:rsid w:val="00351ADC"/>
    <w:rsid w:val="00353AFB"/>
    <w:rsid w:val="00353F16"/>
    <w:rsid w:val="00357020"/>
    <w:rsid w:val="0035736C"/>
    <w:rsid w:val="00357C42"/>
    <w:rsid w:val="003637AA"/>
    <w:rsid w:val="0037126E"/>
    <w:rsid w:val="00387CCA"/>
    <w:rsid w:val="00390CCB"/>
    <w:rsid w:val="003A25A2"/>
    <w:rsid w:val="003B2372"/>
    <w:rsid w:val="003C44C5"/>
    <w:rsid w:val="003D10AE"/>
    <w:rsid w:val="003D6376"/>
    <w:rsid w:val="003E1C44"/>
    <w:rsid w:val="003E474C"/>
    <w:rsid w:val="003E4C3C"/>
    <w:rsid w:val="003E622A"/>
    <w:rsid w:val="003F5C18"/>
    <w:rsid w:val="00403256"/>
    <w:rsid w:val="00416BA7"/>
    <w:rsid w:val="00422293"/>
    <w:rsid w:val="00432FE7"/>
    <w:rsid w:val="00435A59"/>
    <w:rsid w:val="004369C2"/>
    <w:rsid w:val="00450766"/>
    <w:rsid w:val="00451138"/>
    <w:rsid w:val="00455131"/>
    <w:rsid w:val="00456AF6"/>
    <w:rsid w:val="004579A2"/>
    <w:rsid w:val="00457A59"/>
    <w:rsid w:val="0048458B"/>
    <w:rsid w:val="00484718"/>
    <w:rsid w:val="004B4190"/>
    <w:rsid w:val="004C074A"/>
    <w:rsid w:val="004C0BAE"/>
    <w:rsid w:val="004C3382"/>
    <w:rsid w:val="004C42E5"/>
    <w:rsid w:val="004C6C15"/>
    <w:rsid w:val="004C7E4F"/>
    <w:rsid w:val="004D1D0B"/>
    <w:rsid w:val="004D4715"/>
    <w:rsid w:val="004D4950"/>
    <w:rsid w:val="004E2B0B"/>
    <w:rsid w:val="004E662D"/>
    <w:rsid w:val="004F419D"/>
    <w:rsid w:val="00520794"/>
    <w:rsid w:val="005310A9"/>
    <w:rsid w:val="00537CF3"/>
    <w:rsid w:val="00545A6B"/>
    <w:rsid w:val="00556975"/>
    <w:rsid w:val="00562732"/>
    <w:rsid w:val="00562DA4"/>
    <w:rsid w:val="005636A9"/>
    <w:rsid w:val="0057068D"/>
    <w:rsid w:val="005730B2"/>
    <w:rsid w:val="0057540F"/>
    <w:rsid w:val="00593804"/>
    <w:rsid w:val="005960B6"/>
    <w:rsid w:val="005A2AB2"/>
    <w:rsid w:val="005A4524"/>
    <w:rsid w:val="005B06E4"/>
    <w:rsid w:val="005B1E7B"/>
    <w:rsid w:val="005C1EE6"/>
    <w:rsid w:val="005C4D3C"/>
    <w:rsid w:val="005D4C84"/>
    <w:rsid w:val="005E2478"/>
    <w:rsid w:val="005F0E8D"/>
    <w:rsid w:val="005F2CE2"/>
    <w:rsid w:val="006019DA"/>
    <w:rsid w:val="00602675"/>
    <w:rsid w:val="006027F2"/>
    <w:rsid w:val="00610860"/>
    <w:rsid w:val="00622054"/>
    <w:rsid w:val="006232B3"/>
    <w:rsid w:val="00623B11"/>
    <w:rsid w:val="00630FB7"/>
    <w:rsid w:val="00633B8C"/>
    <w:rsid w:val="006349BB"/>
    <w:rsid w:val="00634BE3"/>
    <w:rsid w:val="00643236"/>
    <w:rsid w:val="00653EE5"/>
    <w:rsid w:val="00655511"/>
    <w:rsid w:val="00662C09"/>
    <w:rsid w:val="006630EE"/>
    <w:rsid w:val="0067479E"/>
    <w:rsid w:val="00682665"/>
    <w:rsid w:val="00685045"/>
    <w:rsid w:val="00693D63"/>
    <w:rsid w:val="00696BE4"/>
    <w:rsid w:val="006A1303"/>
    <w:rsid w:val="006B0FFA"/>
    <w:rsid w:val="006B2215"/>
    <w:rsid w:val="006D0D8C"/>
    <w:rsid w:val="006D48D6"/>
    <w:rsid w:val="006E2629"/>
    <w:rsid w:val="0070033B"/>
    <w:rsid w:val="00700ECB"/>
    <w:rsid w:val="00701235"/>
    <w:rsid w:val="00702B8D"/>
    <w:rsid w:val="007048A7"/>
    <w:rsid w:val="00711378"/>
    <w:rsid w:val="00713F40"/>
    <w:rsid w:val="00717EE2"/>
    <w:rsid w:val="007319C3"/>
    <w:rsid w:val="00740AF4"/>
    <w:rsid w:val="007411E4"/>
    <w:rsid w:val="00741D36"/>
    <w:rsid w:val="0074427E"/>
    <w:rsid w:val="00746038"/>
    <w:rsid w:val="007532BB"/>
    <w:rsid w:val="0076378A"/>
    <w:rsid w:val="00767361"/>
    <w:rsid w:val="00772485"/>
    <w:rsid w:val="00776CBE"/>
    <w:rsid w:val="0077779A"/>
    <w:rsid w:val="00780D95"/>
    <w:rsid w:val="00780DB4"/>
    <w:rsid w:val="007857AA"/>
    <w:rsid w:val="007A0DD4"/>
    <w:rsid w:val="007A2AF8"/>
    <w:rsid w:val="007B1BC9"/>
    <w:rsid w:val="007C012C"/>
    <w:rsid w:val="007C0E90"/>
    <w:rsid w:val="007C1050"/>
    <w:rsid w:val="007D6F54"/>
    <w:rsid w:val="007E0855"/>
    <w:rsid w:val="007E131E"/>
    <w:rsid w:val="007E7801"/>
    <w:rsid w:val="007F3C39"/>
    <w:rsid w:val="007F40E1"/>
    <w:rsid w:val="007F4BE8"/>
    <w:rsid w:val="00804189"/>
    <w:rsid w:val="008076F8"/>
    <w:rsid w:val="0081543B"/>
    <w:rsid w:val="00824E32"/>
    <w:rsid w:val="00826B82"/>
    <w:rsid w:val="008270BF"/>
    <w:rsid w:val="008319AF"/>
    <w:rsid w:val="00831ADE"/>
    <w:rsid w:val="00832EC1"/>
    <w:rsid w:val="00834060"/>
    <w:rsid w:val="00835014"/>
    <w:rsid w:val="00836EDE"/>
    <w:rsid w:val="008426A3"/>
    <w:rsid w:val="0085687A"/>
    <w:rsid w:val="00863BA8"/>
    <w:rsid w:val="00874AFF"/>
    <w:rsid w:val="008846B8"/>
    <w:rsid w:val="00890FBA"/>
    <w:rsid w:val="00893EEB"/>
    <w:rsid w:val="008A1F4A"/>
    <w:rsid w:val="008A259B"/>
    <w:rsid w:val="008A5EDD"/>
    <w:rsid w:val="008B2A37"/>
    <w:rsid w:val="008C25DA"/>
    <w:rsid w:val="008C3A4F"/>
    <w:rsid w:val="008C4460"/>
    <w:rsid w:val="008C7DFE"/>
    <w:rsid w:val="008D2431"/>
    <w:rsid w:val="008D3CC8"/>
    <w:rsid w:val="008D6277"/>
    <w:rsid w:val="008D722B"/>
    <w:rsid w:val="008E0FB0"/>
    <w:rsid w:val="008E1D71"/>
    <w:rsid w:val="008E2EEE"/>
    <w:rsid w:val="008E2FBF"/>
    <w:rsid w:val="008E308F"/>
    <w:rsid w:val="00906116"/>
    <w:rsid w:val="00920342"/>
    <w:rsid w:val="009304F5"/>
    <w:rsid w:val="00944CB6"/>
    <w:rsid w:val="009456F9"/>
    <w:rsid w:val="00953C08"/>
    <w:rsid w:val="00964BD9"/>
    <w:rsid w:val="009654E2"/>
    <w:rsid w:val="009662D3"/>
    <w:rsid w:val="00967ECB"/>
    <w:rsid w:val="00967FAB"/>
    <w:rsid w:val="00972D6E"/>
    <w:rsid w:val="009775F3"/>
    <w:rsid w:val="0099313C"/>
    <w:rsid w:val="009958E5"/>
    <w:rsid w:val="00995BAE"/>
    <w:rsid w:val="009B1A26"/>
    <w:rsid w:val="009C3ED8"/>
    <w:rsid w:val="009D01CE"/>
    <w:rsid w:val="009D2F7E"/>
    <w:rsid w:val="009D48AF"/>
    <w:rsid w:val="009D5422"/>
    <w:rsid w:val="009D5576"/>
    <w:rsid w:val="009F4B4E"/>
    <w:rsid w:val="00A11341"/>
    <w:rsid w:val="00A11882"/>
    <w:rsid w:val="00A11BE5"/>
    <w:rsid w:val="00A11DA8"/>
    <w:rsid w:val="00A121E2"/>
    <w:rsid w:val="00A20B92"/>
    <w:rsid w:val="00A235AC"/>
    <w:rsid w:val="00A249CF"/>
    <w:rsid w:val="00A318AE"/>
    <w:rsid w:val="00A32DA7"/>
    <w:rsid w:val="00A344B5"/>
    <w:rsid w:val="00A41344"/>
    <w:rsid w:val="00A4201C"/>
    <w:rsid w:val="00A42ECE"/>
    <w:rsid w:val="00A43E6B"/>
    <w:rsid w:val="00A461DD"/>
    <w:rsid w:val="00A47CBE"/>
    <w:rsid w:val="00A54D92"/>
    <w:rsid w:val="00A60C02"/>
    <w:rsid w:val="00A6484B"/>
    <w:rsid w:val="00A67FF6"/>
    <w:rsid w:val="00A76F34"/>
    <w:rsid w:val="00A848E4"/>
    <w:rsid w:val="00A86255"/>
    <w:rsid w:val="00AA348D"/>
    <w:rsid w:val="00AA430F"/>
    <w:rsid w:val="00AA47B6"/>
    <w:rsid w:val="00AA4B2F"/>
    <w:rsid w:val="00AB2360"/>
    <w:rsid w:val="00AB390B"/>
    <w:rsid w:val="00AC7BF2"/>
    <w:rsid w:val="00AD4DE7"/>
    <w:rsid w:val="00AD5BE3"/>
    <w:rsid w:val="00AD79B9"/>
    <w:rsid w:val="00AE1AC0"/>
    <w:rsid w:val="00AE6E26"/>
    <w:rsid w:val="00AF38F3"/>
    <w:rsid w:val="00B07457"/>
    <w:rsid w:val="00B159D5"/>
    <w:rsid w:val="00B17077"/>
    <w:rsid w:val="00B246F2"/>
    <w:rsid w:val="00B34208"/>
    <w:rsid w:val="00B345F5"/>
    <w:rsid w:val="00B411ED"/>
    <w:rsid w:val="00B4275E"/>
    <w:rsid w:val="00B558B1"/>
    <w:rsid w:val="00B61A29"/>
    <w:rsid w:val="00B74339"/>
    <w:rsid w:val="00B922D1"/>
    <w:rsid w:val="00B96814"/>
    <w:rsid w:val="00B97003"/>
    <w:rsid w:val="00B9778E"/>
    <w:rsid w:val="00BA4133"/>
    <w:rsid w:val="00BB2320"/>
    <w:rsid w:val="00BB24AD"/>
    <w:rsid w:val="00BB561F"/>
    <w:rsid w:val="00BB60FE"/>
    <w:rsid w:val="00BC0176"/>
    <w:rsid w:val="00BD7A1D"/>
    <w:rsid w:val="00BE23DA"/>
    <w:rsid w:val="00BF3CB0"/>
    <w:rsid w:val="00BF4D32"/>
    <w:rsid w:val="00C12625"/>
    <w:rsid w:val="00C13498"/>
    <w:rsid w:val="00C15395"/>
    <w:rsid w:val="00C250E9"/>
    <w:rsid w:val="00C266C6"/>
    <w:rsid w:val="00C31410"/>
    <w:rsid w:val="00C3280C"/>
    <w:rsid w:val="00C35247"/>
    <w:rsid w:val="00C37703"/>
    <w:rsid w:val="00C464F9"/>
    <w:rsid w:val="00C85692"/>
    <w:rsid w:val="00C86B22"/>
    <w:rsid w:val="00CA0524"/>
    <w:rsid w:val="00CA3426"/>
    <w:rsid w:val="00CA4E6D"/>
    <w:rsid w:val="00CC0187"/>
    <w:rsid w:val="00CC2695"/>
    <w:rsid w:val="00CC4A94"/>
    <w:rsid w:val="00CC5088"/>
    <w:rsid w:val="00CC52C3"/>
    <w:rsid w:val="00CD4BE0"/>
    <w:rsid w:val="00CE0FC2"/>
    <w:rsid w:val="00CF10B8"/>
    <w:rsid w:val="00CF3BD3"/>
    <w:rsid w:val="00CF44B1"/>
    <w:rsid w:val="00D0287D"/>
    <w:rsid w:val="00D13977"/>
    <w:rsid w:val="00D143F4"/>
    <w:rsid w:val="00D21A4B"/>
    <w:rsid w:val="00D2225C"/>
    <w:rsid w:val="00D256A0"/>
    <w:rsid w:val="00D31528"/>
    <w:rsid w:val="00D53BC7"/>
    <w:rsid w:val="00D620F4"/>
    <w:rsid w:val="00D64779"/>
    <w:rsid w:val="00D6561F"/>
    <w:rsid w:val="00D65F9F"/>
    <w:rsid w:val="00D715C4"/>
    <w:rsid w:val="00D71F6C"/>
    <w:rsid w:val="00D72FF7"/>
    <w:rsid w:val="00D81F4B"/>
    <w:rsid w:val="00D838FB"/>
    <w:rsid w:val="00D846AC"/>
    <w:rsid w:val="00D84EF8"/>
    <w:rsid w:val="00D92137"/>
    <w:rsid w:val="00D94E13"/>
    <w:rsid w:val="00DA4A24"/>
    <w:rsid w:val="00DB3679"/>
    <w:rsid w:val="00DC14A4"/>
    <w:rsid w:val="00DC2F17"/>
    <w:rsid w:val="00DC6A05"/>
    <w:rsid w:val="00DF1DF5"/>
    <w:rsid w:val="00DF29C2"/>
    <w:rsid w:val="00E01B91"/>
    <w:rsid w:val="00E1565D"/>
    <w:rsid w:val="00E231E9"/>
    <w:rsid w:val="00E320FC"/>
    <w:rsid w:val="00E34365"/>
    <w:rsid w:val="00E35190"/>
    <w:rsid w:val="00E46794"/>
    <w:rsid w:val="00E517DD"/>
    <w:rsid w:val="00E544FE"/>
    <w:rsid w:val="00E62051"/>
    <w:rsid w:val="00E62675"/>
    <w:rsid w:val="00E841A8"/>
    <w:rsid w:val="00E86651"/>
    <w:rsid w:val="00E86A32"/>
    <w:rsid w:val="00E93CE6"/>
    <w:rsid w:val="00EA0884"/>
    <w:rsid w:val="00EA4975"/>
    <w:rsid w:val="00EA5852"/>
    <w:rsid w:val="00EB20F0"/>
    <w:rsid w:val="00EB3E3C"/>
    <w:rsid w:val="00EC3B77"/>
    <w:rsid w:val="00ED057C"/>
    <w:rsid w:val="00ED4E74"/>
    <w:rsid w:val="00ED78C8"/>
    <w:rsid w:val="00EE0149"/>
    <w:rsid w:val="00EE5D1B"/>
    <w:rsid w:val="00EF117C"/>
    <w:rsid w:val="00EF1A99"/>
    <w:rsid w:val="00EF669D"/>
    <w:rsid w:val="00F01EFF"/>
    <w:rsid w:val="00F12A80"/>
    <w:rsid w:val="00F142C7"/>
    <w:rsid w:val="00F147EF"/>
    <w:rsid w:val="00F25400"/>
    <w:rsid w:val="00F3110E"/>
    <w:rsid w:val="00F360B7"/>
    <w:rsid w:val="00F43BC8"/>
    <w:rsid w:val="00F5258F"/>
    <w:rsid w:val="00F5687D"/>
    <w:rsid w:val="00F65849"/>
    <w:rsid w:val="00F710C5"/>
    <w:rsid w:val="00F71AB0"/>
    <w:rsid w:val="00F73D38"/>
    <w:rsid w:val="00F75132"/>
    <w:rsid w:val="00F8185D"/>
    <w:rsid w:val="00F84885"/>
    <w:rsid w:val="00F90503"/>
    <w:rsid w:val="00F91C98"/>
    <w:rsid w:val="00F97797"/>
    <w:rsid w:val="00FA5351"/>
    <w:rsid w:val="00FA6A21"/>
    <w:rsid w:val="00FC152C"/>
    <w:rsid w:val="00FD0392"/>
    <w:rsid w:val="00FD22C8"/>
    <w:rsid w:val="00FD3247"/>
    <w:rsid w:val="00FD715C"/>
    <w:rsid w:val="00FE30A7"/>
    <w:rsid w:val="00FF2D26"/>
    <w:rsid w:val="01E61D73"/>
    <w:rsid w:val="024170D4"/>
    <w:rsid w:val="026C3111"/>
    <w:rsid w:val="03EC61BA"/>
    <w:rsid w:val="04562CDC"/>
    <w:rsid w:val="048170D5"/>
    <w:rsid w:val="0516003E"/>
    <w:rsid w:val="064809A0"/>
    <w:rsid w:val="06827A89"/>
    <w:rsid w:val="076B43C5"/>
    <w:rsid w:val="07B51F67"/>
    <w:rsid w:val="08D65171"/>
    <w:rsid w:val="09107413"/>
    <w:rsid w:val="095C49EA"/>
    <w:rsid w:val="0BCC29FE"/>
    <w:rsid w:val="0BFD462F"/>
    <w:rsid w:val="0C82453A"/>
    <w:rsid w:val="0CED0CC0"/>
    <w:rsid w:val="0DBD6359"/>
    <w:rsid w:val="0E1A2652"/>
    <w:rsid w:val="0F094C9B"/>
    <w:rsid w:val="0F28292F"/>
    <w:rsid w:val="0FA92C71"/>
    <w:rsid w:val="0FB5235F"/>
    <w:rsid w:val="0FFD1497"/>
    <w:rsid w:val="10210E5F"/>
    <w:rsid w:val="10C60102"/>
    <w:rsid w:val="11325CA0"/>
    <w:rsid w:val="11590C2E"/>
    <w:rsid w:val="1182145A"/>
    <w:rsid w:val="118A6066"/>
    <w:rsid w:val="11DA56CD"/>
    <w:rsid w:val="11F13204"/>
    <w:rsid w:val="13BF20E4"/>
    <w:rsid w:val="140250BA"/>
    <w:rsid w:val="149808D4"/>
    <w:rsid w:val="14A66315"/>
    <w:rsid w:val="14B21B05"/>
    <w:rsid w:val="14E102B8"/>
    <w:rsid w:val="14E93577"/>
    <w:rsid w:val="14EA09F0"/>
    <w:rsid w:val="15D76164"/>
    <w:rsid w:val="15DD4A73"/>
    <w:rsid w:val="160431EA"/>
    <w:rsid w:val="164D2DFA"/>
    <w:rsid w:val="16582F39"/>
    <w:rsid w:val="165D3450"/>
    <w:rsid w:val="175704C2"/>
    <w:rsid w:val="176C070A"/>
    <w:rsid w:val="17864A44"/>
    <w:rsid w:val="180137E4"/>
    <w:rsid w:val="18455699"/>
    <w:rsid w:val="188D0467"/>
    <w:rsid w:val="18EC5AA2"/>
    <w:rsid w:val="19BA58BA"/>
    <w:rsid w:val="19E61B6D"/>
    <w:rsid w:val="1A010FD8"/>
    <w:rsid w:val="1AA35140"/>
    <w:rsid w:val="1ABA6DB2"/>
    <w:rsid w:val="1B8B4DF5"/>
    <w:rsid w:val="1CA56AFC"/>
    <w:rsid w:val="1CFB0368"/>
    <w:rsid w:val="1D2962A9"/>
    <w:rsid w:val="1E477868"/>
    <w:rsid w:val="1E531F20"/>
    <w:rsid w:val="1ECC4C80"/>
    <w:rsid w:val="1F0B4B6E"/>
    <w:rsid w:val="1F3C6CA2"/>
    <w:rsid w:val="1FD20E1B"/>
    <w:rsid w:val="20BB6B12"/>
    <w:rsid w:val="211D1D23"/>
    <w:rsid w:val="2135737B"/>
    <w:rsid w:val="215B27F0"/>
    <w:rsid w:val="216C0421"/>
    <w:rsid w:val="2192180E"/>
    <w:rsid w:val="233F41BF"/>
    <w:rsid w:val="236603F3"/>
    <w:rsid w:val="23B20580"/>
    <w:rsid w:val="23F67C8E"/>
    <w:rsid w:val="243C13D1"/>
    <w:rsid w:val="2579478B"/>
    <w:rsid w:val="26150538"/>
    <w:rsid w:val="265B5BDC"/>
    <w:rsid w:val="2781695F"/>
    <w:rsid w:val="27FC28CB"/>
    <w:rsid w:val="281A7F94"/>
    <w:rsid w:val="282E1BFE"/>
    <w:rsid w:val="29446D02"/>
    <w:rsid w:val="2A541A7F"/>
    <w:rsid w:val="2A567628"/>
    <w:rsid w:val="2B396842"/>
    <w:rsid w:val="2C425D39"/>
    <w:rsid w:val="2C5A556F"/>
    <w:rsid w:val="2C5E423F"/>
    <w:rsid w:val="2CFC0307"/>
    <w:rsid w:val="2D9822A3"/>
    <w:rsid w:val="2E521054"/>
    <w:rsid w:val="2E5B3160"/>
    <w:rsid w:val="2F802974"/>
    <w:rsid w:val="2F985FE7"/>
    <w:rsid w:val="2FCD7299"/>
    <w:rsid w:val="2FE1172F"/>
    <w:rsid w:val="3016186C"/>
    <w:rsid w:val="309644B7"/>
    <w:rsid w:val="30CF0178"/>
    <w:rsid w:val="31CC426D"/>
    <w:rsid w:val="322270FE"/>
    <w:rsid w:val="33005608"/>
    <w:rsid w:val="33123198"/>
    <w:rsid w:val="332B3069"/>
    <w:rsid w:val="343F4C44"/>
    <w:rsid w:val="34840A2A"/>
    <w:rsid w:val="3530018C"/>
    <w:rsid w:val="369E2426"/>
    <w:rsid w:val="36B46EA4"/>
    <w:rsid w:val="36BF521F"/>
    <w:rsid w:val="375E7B22"/>
    <w:rsid w:val="3790773C"/>
    <w:rsid w:val="37FB573F"/>
    <w:rsid w:val="38D9489B"/>
    <w:rsid w:val="39AF70CB"/>
    <w:rsid w:val="39DA288B"/>
    <w:rsid w:val="39EC3622"/>
    <w:rsid w:val="3AFA1588"/>
    <w:rsid w:val="3BA8797C"/>
    <w:rsid w:val="3C510B6B"/>
    <w:rsid w:val="3C7D6413"/>
    <w:rsid w:val="3CA45243"/>
    <w:rsid w:val="3DDA2350"/>
    <w:rsid w:val="3E196A00"/>
    <w:rsid w:val="3E8570E2"/>
    <w:rsid w:val="3E8B0E39"/>
    <w:rsid w:val="3F936BEB"/>
    <w:rsid w:val="40511E97"/>
    <w:rsid w:val="410647C4"/>
    <w:rsid w:val="415A2416"/>
    <w:rsid w:val="416F0970"/>
    <w:rsid w:val="41F3200F"/>
    <w:rsid w:val="43274CB6"/>
    <w:rsid w:val="43391BDA"/>
    <w:rsid w:val="43701BA3"/>
    <w:rsid w:val="43D67922"/>
    <w:rsid w:val="44FF55A5"/>
    <w:rsid w:val="45504A20"/>
    <w:rsid w:val="4609782D"/>
    <w:rsid w:val="479E111B"/>
    <w:rsid w:val="47FB0682"/>
    <w:rsid w:val="4946182B"/>
    <w:rsid w:val="4952486C"/>
    <w:rsid w:val="4A1C285A"/>
    <w:rsid w:val="4A4816CF"/>
    <w:rsid w:val="4B0663EE"/>
    <w:rsid w:val="4B8D2890"/>
    <w:rsid w:val="4B902A71"/>
    <w:rsid w:val="4BB8131B"/>
    <w:rsid w:val="4BC9454D"/>
    <w:rsid w:val="4C387149"/>
    <w:rsid w:val="4C484820"/>
    <w:rsid w:val="4C5F543E"/>
    <w:rsid w:val="4CA5755E"/>
    <w:rsid w:val="4CFB4CC4"/>
    <w:rsid w:val="4DEC507B"/>
    <w:rsid w:val="4E9F59B3"/>
    <w:rsid w:val="4F9C3C21"/>
    <w:rsid w:val="4FA57F05"/>
    <w:rsid w:val="4FDA2ED5"/>
    <w:rsid w:val="50141BE2"/>
    <w:rsid w:val="5048581A"/>
    <w:rsid w:val="51F32C8C"/>
    <w:rsid w:val="52072B37"/>
    <w:rsid w:val="52096870"/>
    <w:rsid w:val="52272391"/>
    <w:rsid w:val="522D3B18"/>
    <w:rsid w:val="52643E0C"/>
    <w:rsid w:val="5345648B"/>
    <w:rsid w:val="539F0E72"/>
    <w:rsid w:val="53AD6FE7"/>
    <w:rsid w:val="54375391"/>
    <w:rsid w:val="54A94BF5"/>
    <w:rsid w:val="55250141"/>
    <w:rsid w:val="55AF18CE"/>
    <w:rsid w:val="56E95AA1"/>
    <w:rsid w:val="573B6D1B"/>
    <w:rsid w:val="57610A78"/>
    <w:rsid w:val="57647B16"/>
    <w:rsid w:val="579A2DFB"/>
    <w:rsid w:val="57D919D5"/>
    <w:rsid w:val="57EB3115"/>
    <w:rsid w:val="58DB3117"/>
    <w:rsid w:val="5A3F33B7"/>
    <w:rsid w:val="5A9C08A8"/>
    <w:rsid w:val="5AC34736"/>
    <w:rsid w:val="5ACC4D78"/>
    <w:rsid w:val="5B094E72"/>
    <w:rsid w:val="5B3B5000"/>
    <w:rsid w:val="5B5818BC"/>
    <w:rsid w:val="5CB307BC"/>
    <w:rsid w:val="5CE7188C"/>
    <w:rsid w:val="5DB6481F"/>
    <w:rsid w:val="5DBD202B"/>
    <w:rsid w:val="5E4244B0"/>
    <w:rsid w:val="5E692546"/>
    <w:rsid w:val="5EF66122"/>
    <w:rsid w:val="5F2D6DB9"/>
    <w:rsid w:val="5F794444"/>
    <w:rsid w:val="6008278D"/>
    <w:rsid w:val="602E5F06"/>
    <w:rsid w:val="60AC386D"/>
    <w:rsid w:val="614A53AC"/>
    <w:rsid w:val="61545AEC"/>
    <w:rsid w:val="61AA1B5D"/>
    <w:rsid w:val="61E62D3C"/>
    <w:rsid w:val="620C1A36"/>
    <w:rsid w:val="6217721C"/>
    <w:rsid w:val="621C29F1"/>
    <w:rsid w:val="626D2E17"/>
    <w:rsid w:val="62724331"/>
    <w:rsid w:val="62A86E93"/>
    <w:rsid w:val="62DA6A19"/>
    <w:rsid w:val="63EF48A3"/>
    <w:rsid w:val="641A6DB5"/>
    <w:rsid w:val="641C5189"/>
    <w:rsid w:val="64912182"/>
    <w:rsid w:val="65B3216E"/>
    <w:rsid w:val="668C3220"/>
    <w:rsid w:val="674373F0"/>
    <w:rsid w:val="67F64F17"/>
    <w:rsid w:val="68282474"/>
    <w:rsid w:val="687C44A9"/>
    <w:rsid w:val="68DB3F1F"/>
    <w:rsid w:val="6AD72262"/>
    <w:rsid w:val="6AF20EB7"/>
    <w:rsid w:val="6B6431EB"/>
    <w:rsid w:val="6B64361E"/>
    <w:rsid w:val="6BE568A8"/>
    <w:rsid w:val="6C2063C3"/>
    <w:rsid w:val="6C2957A9"/>
    <w:rsid w:val="6C83547E"/>
    <w:rsid w:val="6C881180"/>
    <w:rsid w:val="6D140CD9"/>
    <w:rsid w:val="6D87168C"/>
    <w:rsid w:val="6D98184E"/>
    <w:rsid w:val="6D9837DA"/>
    <w:rsid w:val="6DB93C68"/>
    <w:rsid w:val="6DF515FF"/>
    <w:rsid w:val="6E581C79"/>
    <w:rsid w:val="6E6D19DD"/>
    <w:rsid w:val="6F2122C6"/>
    <w:rsid w:val="6F416D2E"/>
    <w:rsid w:val="6F4D0A6A"/>
    <w:rsid w:val="6F775DD7"/>
    <w:rsid w:val="6F9E63E8"/>
    <w:rsid w:val="70183C3C"/>
    <w:rsid w:val="70967CD4"/>
    <w:rsid w:val="71354452"/>
    <w:rsid w:val="71900C9B"/>
    <w:rsid w:val="724A71AA"/>
    <w:rsid w:val="72AD76A1"/>
    <w:rsid w:val="72FB3394"/>
    <w:rsid w:val="73602794"/>
    <w:rsid w:val="73DF0665"/>
    <w:rsid w:val="74897AE0"/>
    <w:rsid w:val="74F24122"/>
    <w:rsid w:val="756A4542"/>
    <w:rsid w:val="76075367"/>
    <w:rsid w:val="761D6301"/>
    <w:rsid w:val="76465A70"/>
    <w:rsid w:val="76933F03"/>
    <w:rsid w:val="76BA61B0"/>
    <w:rsid w:val="77814006"/>
    <w:rsid w:val="782630DF"/>
    <w:rsid w:val="78B87F4E"/>
    <w:rsid w:val="78D42FCF"/>
    <w:rsid w:val="7949005C"/>
    <w:rsid w:val="795621AC"/>
    <w:rsid w:val="79877814"/>
    <w:rsid w:val="7A4E7573"/>
    <w:rsid w:val="7A90116C"/>
    <w:rsid w:val="7AA23B5A"/>
    <w:rsid w:val="7AE359F3"/>
    <w:rsid w:val="7AE50572"/>
    <w:rsid w:val="7AE75D2B"/>
    <w:rsid w:val="7B8A2FF8"/>
    <w:rsid w:val="7BA8341E"/>
    <w:rsid w:val="7BD94133"/>
    <w:rsid w:val="7C46089E"/>
    <w:rsid w:val="7C684712"/>
    <w:rsid w:val="7CC44D28"/>
    <w:rsid w:val="7DFB274A"/>
    <w:rsid w:val="7E1411FE"/>
    <w:rsid w:val="7E3F2851"/>
    <w:rsid w:val="7E427539"/>
    <w:rsid w:val="7EA74C48"/>
    <w:rsid w:val="7EF30CF4"/>
    <w:rsid w:val="7F34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name="heading 1"/>
    <w:lsdException w:qFormat="1" w:unhideWhenUsed="0" w:uiPriority="0" w:name="heading 2"/>
    <w:lsdException w:qFormat="1" w:unhideWhenUsed="0" w:uiPriority="0" w:name="heading 3"/>
    <w:lsdException w:qFormat="1" w:unhideWhenUsed="0" w:uiPriority="0" w:name="heading 4"/>
    <w:lsdException w:qFormat="1" w:unhideWhenUsed="0" w:uiPriority="0" w:name="heading 5"/>
    <w:lsdException w:qFormat="1" w:unhideWhenUsed="0" w:uiPriority="0" w:name="heading 6"/>
    <w:lsdException w:qFormat="1" w:unhideWhenUsed="0" w:uiPriority="0" w:name="heading 7"/>
    <w:lsdException w:qFormat="1" w:unhideWhenUsed="0" w:uiPriority="0" w:name="heading 8"/>
    <w:lsdException w:qFormat="1" w:unhideWhenUsed="0" w:uiPriority="0" w:name="heading 9"/>
    <w:lsdException w:unhideWhenUsed="0" w:uiPriority="99" w:name="index 1"/>
    <w:lsdException w:unhideWhenUsed="0" w:uiPriority="99" w:name="index 2"/>
    <w:lsdException w:unhideWhenUsed="0" w:uiPriority="99" w:name="index 3"/>
    <w:lsdException w:unhideWhenUsed="0" w:uiPriority="99" w:name="index 4"/>
    <w:lsdException w:unhideWhenUsed="0" w:uiPriority="99" w:name="index 5"/>
    <w:lsdException w:unhideWhenUsed="0" w:uiPriority="99" w:name="index 6"/>
    <w:lsdException w:unhideWhenUsed="0" w:uiPriority="99" w:name="index 7"/>
    <w:lsdException w:unhideWhenUsed="0" w:uiPriority="99" w:name="index 8"/>
    <w:lsdException w:unhideWhenUsed="0" w:uiPriority="99" w:name="index 9"/>
    <w:lsdException w:qFormat="1" w:unhideWhenUsed="0" w:uiPriority="39" w:name="toc 1"/>
    <w:lsdException w:qFormat="1" w:unhideWhenUsed="0" w:uiPriority="39" w:name="toc 2"/>
    <w:lsdException w:qFormat="1" w:unhideWhenUsed="0" w:uiPriority="39" w:name="toc 3"/>
    <w:lsdException w:qFormat="1" w:unhideWhenUsed="0" w:uiPriority="39" w:name="toc 4"/>
    <w:lsdException w:unhideWhenUsed="0" w:uiPriority="39" w:name="toc 5"/>
    <w:lsdException w:unhideWhenUsed="0" w:uiPriority="39" w:name="toc 6"/>
    <w:lsdException w:unhideWhenUsed="0" w:uiPriority="39" w:name="toc 7"/>
    <w:lsdException w:unhideWhenUsed="0" w:uiPriority="39" w:name="toc 8"/>
    <w:lsdException w:unhideWhenUsed="0" w:uiPriority="39" w:name="toc 9"/>
    <w:lsdException w:unhideWhenUsed="0" w:uiPriority="99" w:name="Normal Indent"/>
    <w:lsdException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99" w:name="footer"/>
    <w:lsdException w:unhideWhenUsed="0" w:uiPriority="99" w:name="index heading"/>
    <w:lsdException w:qFormat="1" w:unhideWhenUsed="0" w:uiPriority="0" w:name="caption"/>
    <w:lsdException w:unhideWhenUsed="0" w:uiPriority="99" w:name="table of figures"/>
    <w:lsdException w:unhideWhenUsed="0" w:uiPriority="99" w:name="envelope address"/>
    <w:lsdException w:unhideWhenUsed="0" w:uiPriority="99" w:name="envelope return"/>
    <w:lsdException w:unhideWhenUsed="0" w:uiPriority="99" w:name="footnote reference"/>
    <w:lsdException w:qFormat="1" w:unhideWhenUsed="0" w:uiPriority="99" w:name="annotation reference"/>
    <w:lsdException w:unhideWhenUsed="0" w:uiPriority="99" w:name="line number"/>
    <w:lsdException w:qFormat="1" w:unhideWhenUsed="0" w:uiPriority="0" w:name="page number"/>
    <w:lsdException w:unhideWhenUsed="0" w:uiPriority="99" w:name="endnote reference"/>
    <w:lsdException w:unhideWhenUsed="0" w:uiPriority="99" w:name="endnote text"/>
    <w:lsdException w:unhideWhenUsed="0" w:uiPriority="99" w:name="table of authorities"/>
    <w:lsdException w:unhideWhenUsed="0" w:uiPriority="99" w:name="macro"/>
    <w:lsdException w:unhideWhenUsed="0" w:uiPriority="99" w:name="toa heading"/>
    <w:lsdException w:unhideWhenUsed="0" w:uiPriority="99" w:name="List"/>
    <w:lsdException w:unhideWhenUsed="0" w:uiPriority="99" w:name="List Bullet"/>
    <w:lsdException w:unhideWhenUsed="0" w:uiPriority="99" w:name="List Number"/>
    <w:lsdException w:unhideWhenUsed="0" w:uiPriority="99" w:name="List 2"/>
    <w:lsdException w:unhideWhenUsed="0" w:uiPriority="99" w:name="List 3"/>
    <w:lsdException w:unhideWhenUsed="0" w:uiPriority="99" w:name="List 4"/>
    <w:lsdException w:unhideWhenUsed="0" w:uiPriority="99" w:name="List 5"/>
    <w:lsdException w:unhideWhenUsed="0" w:uiPriority="99" w:name="List Bullet 2"/>
    <w:lsdException w:unhideWhenUsed="0" w:uiPriority="99" w:name="List Bullet 3"/>
    <w:lsdException w:unhideWhenUsed="0" w:uiPriority="99" w:name="List Bullet 4"/>
    <w:lsdException w:unhideWhenUsed="0" w:uiPriority="99" w:name="List Bullet 5"/>
    <w:lsdException w:unhideWhenUsed="0" w:uiPriority="99" w:name="List Number 2"/>
    <w:lsdException w:unhideWhenUsed="0" w:uiPriority="99" w:name="List Number 3"/>
    <w:lsdException w:unhideWhenUsed="0" w:uiPriority="99" w:name="List Number 4"/>
    <w:lsdException w:unhideWhenUsed="0" w:uiPriority="99" w:name="List Number 5"/>
    <w:lsdException w:unhideWhenUsed="0" w:uiPriority="10" w:semiHidden="0" w:name="Title"/>
    <w:lsdException w:unhideWhenUsed="0" w:uiPriority="99" w:name="Closing"/>
    <w:lsdException w:unhideWhenUsed="0" w:uiPriority="99" w:name="Signature"/>
    <w:lsdException w:qFormat="1" w:uiPriority="1" w:name="Default Paragraph Font"/>
    <w:lsdException w:qFormat="1" w:unhideWhenUsed="0" w:uiPriority="0" w:name="Body Text"/>
    <w:lsdException w:unhideWhenUsed="0" w:uiPriority="99" w:name="Body Text Indent"/>
    <w:lsdException w:unhideWhenUsed="0" w:uiPriority="99" w:name="List Continue"/>
    <w:lsdException w:unhideWhenUsed="0" w:uiPriority="99" w:name="List Continue 2"/>
    <w:lsdException w:unhideWhenUsed="0" w:uiPriority="99" w:name="List Continue 3"/>
    <w:lsdException w:unhideWhenUsed="0" w:uiPriority="99" w:name="List Continue 4"/>
    <w:lsdException w:unhideWhenUsed="0" w:uiPriority="99" w:name="List Continue 5"/>
    <w:lsdException w:unhideWhenUsed="0" w:uiPriority="99" w:name="Message Header"/>
    <w:lsdException w:qFormat="1" w:unhideWhenUsed="0" w:uiPriority="0" w:semiHidden="0" w:name="Subtitle"/>
    <w:lsdException w:unhideWhenUsed="0" w:uiPriority="99" w:name="Salutation"/>
    <w:lsdException w:unhideWhenUsed="0" w:uiPriority="99" w:name="Date"/>
    <w:lsdException w:qFormat="1" w:unhideWhenUsed="0" w:uiPriority="0" w:name="Body Text First Indent"/>
    <w:lsdException w:unhideWhenUsed="0" w:uiPriority="99" w:name="Body Text First Indent 2"/>
    <w:lsdException w:unhideWhenUsed="0" w:uiPriority="99" w:name="Note Heading"/>
    <w:lsdException w:unhideWhenUsed="0" w:uiPriority="99" w:name="Body Text 2"/>
    <w:lsdException w:unhideWhenUsed="0" w:uiPriority="99" w:name="Body Text 3"/>
    <w:lsdException w:unhideWhenUsed="0" w:uiPriority="99" w:name="Body Text Indent 2"/>
    <w:lsdException w:unhideWhenUsed="0" w:uiPriority="99" w:name="Body Text Indent 3"/>
    <w:lsdException w:unhideWhenUsed="0" w:uiPriority="99" w:name="Block Text"/>
    <w:lsdException w:qFormat="1" w:unhideWhenUsed="0" w:uiPriority="0" w:name="Hyperlink"/>
    <w:lsdException w:unhideWhenUsed="0" w:uiPriority="99" w:name="FollowedHyperlink"/>
    <w:lsdException w:qFormat="1" w:unhideWhenUsed="0" w:uiPriority="22" w:name="Strong"/>
    <w:lsdException w:qFormat="1" w:unhideWhenUsed="0" w:uiPriority="20" w:name="Emphasis"/>
    <w:lsdException w:qFormat="1" w:unhideWhenUsed="0" w:uiPriority="99" w:name="Document Map"/>
    <w:lsdException w:unhideWhenUsed="0" w:uiPriority="99" w:name="Plain Text"/>
    <w:lsdException w:unhideWhenUsed="0" w:uiPriority="99" w:name="E-mail Signature"/>
    <w:lsdException w:qFormat="1" w:unhideWhenUsed="0" w:uiPriority="0" w:semiHidden="0" w:name="Normal (Web)"/>
    <w:lsdException w:unhideWhenUsed="0" w:uiPriority="99" w:name="HTML Acronym"/>
    <w:lsdException w:unhideWhenUsed="0" w:uiPriority="99" w:name="HTML Address"/>
    <w:lsdException w:unhideWhenUsed="0" w:uiPriority="99" w:name="HTML Cite"/>
    <w:lsdException w:unhideWhenUsed="0" w:uiPriority="99" w:name="HTML Code"/>
    <w:lsdException w:unhideWhenUsed="0" w:uiPriority="99" w:name="HTML Definition"/>
    <w:lsdException w:unhideWhenUsed="0" w:uiPriority="99" w:name="HTML Keyboard"/>
    <w:lsdException w:unhideWhenUsed="0" w:uiPriority="99" w:name="HTML Preformatted"/>
    <w:lsdException w:unhideWhenUsed="0" w:uiPriority="99" w:name="HTML Sample"/>
    <w:lsdException w:unhideWhenUsed="0" w:uiPriority="99" w:name="HTML Typewriter"/>
    <w:lsdException w:unhideWhenUsed="0"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widowControl w:val="0"/>
      <w:spacing w:line="30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8"/>
    <w:semiHidden/>
    <w:qFormat/>
    <w:uiPriority w:val="0"/>
    <w:pPr>
      <w:widowControl/>
      <w:outlineLvl w:val="0"/>
    </w:pPr>
    <w:rPr>
      <w:kern w:val="0"/>
      <w:szCs w:val="21"/>
    </w:rPr>
  </w:style>
  <w:style w:type="paragraph" w:styleId="4">
    <w:name w:val="heading 2"/>
    <w:basedOn w:val="1"/>
    <w:next w:val="1"/>
    <w:link w:val="149"/>
    <w:semiHidden/>
    <w:qFormat/>
    <w:uiPriority w:val="0"/>
    <w:pPr>
      <w:widowControl/>
      <w:spacing w:before="100" w:beforeAutospacing="1" w:after="100" w:afterAutospacing="1"/>
      <w:jc w:val="center"/>
      <w:outlineLvl w:val="1"/>
    </w:pPr>
    <w:rPr>
      <w:rFonts w:ascii="黑体" w:eastAsia="黑体"/>
      <w:kern w:val="0"/>
      <w:sz w:val="36"/>
      <w:szCs w:val="36"/>
    </w:rPr>
  </w:style>
  <w:style w:type="paragraph" w:styleId="5">
    <w:name w:val="heading 3"/>
    <w:basedOn w:val="1"/>
    <w:next w:val="1"/>
    <w:link w:val="150"/>
    <w:semiHidden/>
    <w:qFormat/>
    <w:uiPriority w:val="0"/>
    <w:pPr>
      <w:keepNext/>
      <w:keepLines/>
      <w:widowControl/>
      <w:spacing w:before="100" w:beforeAutospacing="1" w:after="100" w:afterAutospacing="1"/>
      <w:jc w:val="center"/>
      <w:outlineLvl w:val="2"/>
    </w:pPr>
    <w:rPr>
      <w:rFonts w:eastAsia="黑体"/>
      <w:bCs/>
      <w:kern w:val="0"/>
      <w:sz w:val="32"/>
      <w:szCs w:val="32"/>
    </w:rPr>
  </w:style>
  <w:style w:type="paragraph" w:styleId="6">
    <w:name w:val="heading 4"/>
    <w:basedOn w:val="1"/>
    <w:next w:val="1"/>
    <w:link w:val="151"/>
    <w:semiHidden/>
    <w:qFormat/>
    <w:uiPriority w:val="0"/>
    <w:pPr>
      <w:keepNext/>
      <w:keepLines/>
      <w:widowControl/>
      <w:spacing w:before="280" w:after="290" w:line="372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152"/>
    <w:semiHidden/>
    <w:qFormat/>
    <w:uiPriority w:val="0"/>
    <w:pPr>
      <w:keepNext/>
      <w:keepLines/>
      <w:widowControl/>
      <w:spacing w:before="280" w:after="290" w:line="372" w:lineRule="auto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153"/>
    <w:semiHidden/>
    <w:qFormat/>
    <w:uiPriority w:val="0"/>
    <w:pPr>
      <w:keepNext/>
      <w:keepLines/>
      <w:widowControl/>
      <w:spacing w:before="240" w:after="64" w:line="317" w:lineRule="auto"/>
      <w:outlineLvl w:val="5"/>
    </w:pPr>
    <w:rPr>
      <w:rFonts w:ascii="Arial" w:hAnsi="Arial" w:eastAsia="黑体"/>
      <w:b/>
      <w:bCs/>
      <w:kern w:val="0"/>
      <w:sz w:val="24"/>
      <w:szCs w:val="20"/>
    </w:rPr>
  </w:style>
  <w:style w:type="paragraph" w:styleId="9">
    <w:name w:val="heading 7"/>
    <w:basedOn w:val="1"/>
    <w:next w:val="1"/>
    <w:link w:val="203"/>
    <w:semiHidden/>
    <w:qFormat/>
    <w:uiPriority w:val="0"/>
    <w:pPr>
      <w:keepNext/>
      <w:keepLines/>
      <w:widowControl/>
      <w:spacing w:before="240" w:after="64" w:line="320" w:lineRule="auto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204"/>
    <w:semiHidden/>
    <w:qFormat/>
    <w:uiPriority w:val="0"/>
    <w:pPr>
      <w:keepNext/>
      <w:keepLines/>
      <w:widowControl/>
      <w:spacing w:before="240" w:after="64" w:line="320" w:lineRule="auto"/>
      <w:outlineLvl w:val="7"/>
    </w:pPr>
    <w:rPr>
      <w:rFonts w:ascii="Cambria" w:hAnsi="Cambria" w:cs="黑体"/>
      <w:kern w:val="0"/>
      <w:sz w:val="24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[No paragraph style]"/>
    <w:qFormat/>
    <w:uiPriority w:val="0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宋体" w:hAnsi="Times New Roman" w:eastAsia="宋体" w:cs="宋体"/>
      <w:color w:val="000000"/>
      <w:sz w:val="24"/>
      <w:szCs w:val="24"/>
      <w:lang w:val="zh-CN" w:eastAsia="zh-CN" w:bidi="ar-SA"/>
    </w:rPr>
  </w:style>
  <w:style w:type="paragraph" w:styleId="11">
    <w:name w:val="Body Text First Indent"/>
    <w:basedOn w:val="12"/>
    <w:link w:val="184"/>
    <w:semiHidden/>
    <w:qFormat/>
    <w:uiPriority w:val="0"/>
    <w:pPr>
      <w:spacing w:after="0"/>
      <w:ind w:firstLine="216" w:firstLineChars="103"/>
    </w:pPr>
    <w:rPr>
      <w:szCs w:val="20"/>
    </w:rPr>
  </w:style>
  <w:style w:type="paragraph" w:styleId="12">
    <w:name w:val="Body Text"/>
    <w:basedOn w:val="1"/>
    <w:link w:val="183"/>
    <w:semiHidden/>
    <w:qFormat/>
    <w:uiPriority w:val="0"/>
    <w:pPr>
      <w:spacing w:after="120"/>
    </w:pPr>
  </w:style>
  <w:style w:type="paragraph" w:styleId="13">
    <w:name w:val="Document Map"/>
    <w:basedOn w:val="1"/>
    <w:link w:val="154"/>
    <w:semiHidden/>
    <w:qFormat/>
    <w:uiPriority w:val="99"/>
    <w:rPr>
      <w:rFonts w:ascii="宋体"/>
      <w:sz w:val="18"/>
      <w:szCs w:val="18"/>
    </w:rPr>
  </w:style>
  <w:style w:type="paragraph" w:styleId="14">
    <w:name w:val="annotation text"/>
    <w:basedOn w:val="1"/>
    <w:semiHidden/>
    <w:qFormat/>
    <w:uiPriority w:val="99"/>
    <w:pPr>
      <w:jc w:val="left"/>
    </w:pPr>
  </w:style>
  <w:style w:type="paragraph" w:styleId="15">
    <w:name w:val="toc 3"/>
    <w:basedOn w:val="1"/>
    <w:next w:val="1"/>
    <w:semiHidden/>
    <w:qFormat/>
    <w:uiPriority w:val="39"/>
    <w:pPr>
      <w:spacing w:line="360" w:lineRule="auto"/>
      <w:ind w:left="400" w:leftChars="400"/>
    </w:pPr>
    <w:rPr>
      <w:sz w:val="24"/>
    </w:rPr>
  </w:style>
  <w:style w:type="paragraph" w:styleId="16">
    <w:name w:val="Balloon Text"/>
    <w:basedOn w:val="1"/>
    <w:link w:val="161"/>
    <w:semiHidden/>
    <w:qFormat/>
    <w:uiPriority w:val="99"/>
    <w:rPr>
      <w:sz w:val="18"/>
      <w:szCs w:val="18"/>
    </w:rPr>
  </w:style>
  <w:style w:type="paragraph" w:styleId="17">
    <w:name w:val="footer"/>
    <w:basedOn w:val="1"/>
    <w:link w:val="160"/>
    <w:semiHidden/>
    <w:qFormat/>
    <w:uiPriority w:val="99"/>
    <w:pPr>
      <w:widowControl/>
      <w:jc w:val="center"/>
    </w:pPr>
  </w:style>
  <w:style w:type="paragraph" w:styleId="18">
    <w:name w:val="header"/>
    <w:basedOn w:val="1"/>
    <w:link w:val="1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semiHidden/>
    <w:qFormat/>
    <w:uiPriority w:val="39"/>
    <w:pPr>
      <w:spacing w:line="360" w:lineRule="auto"/>
    </w:pPr>
    <w:rPr>
      <w:rFonts w:eastAsia="黑体"/>
      <w:b/>
      <w:sz w:val="30"/>
    </w:rPr>
  </w:style>
  <w:style w:type="paragraph" w:styleId="20">
    <w:name w:val="toc 4"/>
    <w:basedOn w:val="1"/>
    <w:next w:val="1"/>
    <w:semiHidden/>
    <w:qFormat/>
    <w:uiPriority w:val="39"/>
    <w:pPr>
      <w:spacing w:line="360" w:lineRule="auto"/>
      <w:ind w:left="600" w:leftChars="600"/>
    </w:pPr>
    <w:rPr>
      <w:sz w:val="24"/>
    </w:rPr>
  </w:style>
  <w:style w:type="paragraph" w:styleId="21">
    <w:name w:val="toc 2"/>
    <w:basedOn w:val="1"/>
    <w:next w:val="1"/>
    <w:semiHidden/>
    <w:qFormat/>
    <w:uiPriority w:val="39"/>
    <w:pPr>
      <w:widowControl/>
      <w:spacing w:line="360" w:lineRule="auto"/>
      <w:ind w:left="150" w:leftChars="150"/>
    </w:pPr>
    <w:rPr>
      <w:rFonts w:eastAsia="仿宋_GB2312"/>
      <w:kern w:val="0"/>
      <w:sz w:val="23"/>
      <w:szCs w:val="21"/>
    </w:rPr>
  </w:style>
  <w:style w:type="paragraph" w:styleId="2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24">
    <w:name w:val="Strong"/>
    <w:basedOn w:val="23"/>
    <w:semiHidden/>
    <w:qFormat/>
    <w:uiPriority w:val="22"/>
    <w:rPr>
      <w:b/>
    </w:rPr>
  </w:style>
  <w:style w:type="character" w:styleId="25">
    <w:name w:val="page number"/>
    <w:basedOn w:val="23"/>
    <w:semiHidden/>
    <w:qFormat/>
    <w:uiPriority w:val="0"/>
  </w:style>
  <w:style w:type="character" w:styleId="26">
    <w:name w:val="Emphasis"/>
    <w:basedOn w:val="23"/>
    <w:semiHidden/>
    <w:qFormat/>
    <w:uiPriority w:val="20"/>
    <w:rPr>
      <w:color w:val="CC0000"/>
    </w:rPr>
  </w:style>
  <w:style w:type="character" w:styleId="27">
    <w:name w:val="Hyperlink"/>
    <w:basedOn w:val="23"/>
    <w:semiHidden/>
    <w:qFormat/>
    <w:uiPriority w:val="0"/>
    <w:rPr>
      <w:color w:val="0000FF"/>
      <w:u w:val="single"/>
    </w:rPr>
  </w:style>
  <w:style w:type="character" w:styleId="28">
    <w:name w:val="annotation reference"/>
    <w:basedOn w:val="23"/>
    <w:semiHidden/>
    <w:qFormat/>
    <w:uiPriority w:val="99"/>
    <w:rPr>
      <w:sz w:val="21"/>
      <w:szCs w:val="21"/>
    </w:rPr>
  </w:style>
  <w:style w:type="table" w:styleId="30">
    <w:name w:val="Table Grid"/>
    <w:basedOn w:val="2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H-5级标题 （一）"/>
    <w:basedOn w:val="7"/>
    <w:next w:val="32"/>
    <w:link w:val="156"/>
    <w:semiHidden/>
    <w:qFormat/>
    <w:uiPriority w:val="0"/>
    <w:pPr>
      <w:spacing w:beforeLines="50" w:afterLines="50" w:line="240" w:lineRule="auto"/>
      <w:ind w:firstLine="200" w:firstLineChars="200"/>
      <w:textAlignment w:val="center"/>
    </w:pPr>
    <w:rPr>
      <w:rFonts w:eastAsia="黑体"/>
      <w:b w:val="0"/>
      <w:sz w:val="24"/>
    </w:rPr>
  </w:style>
  <w:style w:type="paragraph" w:customStyle="1" w:styleId="32">
    <w:name w:val="H-6级标题 1．(注：此标题序号后的点为英文全角输入或者汉字状态下半角第二次输入)"/>
    <w:basedOn w:val="33"/>
    <w:next w:val="1"/>
    <w:semiHidden/>
    <w:qFormat/>
    <w:uiPriority w:val="0"/>
    <w:pPr>
      <w:ind w:left="525" w:hanging="525"/>
    </w:pPr>
    <w:rPr>
      <w:rFonts w:eastAsia="宋体"/>
    </w:rPr>
  </w:style>
  <w:style w:type="paragraph" w:customStyle="1" w:styleId="33">
    <w:name w:val="H-题目题干"/>
    <w:basedOn w:val="1"/>
    <w:semiHidden/>
    <w:qFormat/>
    <w:uiPriority w:val="0"/>
    <w:pPr>
      <w:widowControl/>
      <w:spacing w:line="360" w:lineRule="auto"/>
      <w:ind w:left="250" w:hanging="250" w:hangingChars="250"/>
      <w:textAlignment w:val="center"/>
    </w:pPr>
    <w:rPr>
      <w:rFonts w:eastAsia="仿宋_GB2312"/>
      <w:kern w:val="0"/>
      <w:szCs w:val="20"/>
    </w:rPr>
  </w:style>
  <w:style w:type="paragraph" w:customStyle="1" w:styleId="34">
    <w:name w:val="W-题目来源、题目说明"/>
    <w:next w:val="1"/>
    <w:link w:val="157"/>
    <w:semiHidden/>
    <w:qFormat/>
    <w:uiPriority w:val="0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35">
    <w:name w:val="H-4级标题 一、"/>
    <w:basedOn w:val="6"/>
    <w:next w:val="31"/>
    <w:link w:val="158"/>
    <w:semiHidden/>
    <w:qFormat/>
    <w:uiPriority w:val="0"/>
    <w:pPr>
      <w:spacing w:beforeLines="50" w:afterLines="50" w:line="240" w:lineRule="auto"/>
      <w:textAlignment w:val="center"/>
    </w:pPr>
    <w:rPr>
      <w:rFonts w:ascii="Times New Roman" w:hAnsi="Times New Roman"/>
      <w:b w:val="0"/>
    </w:rPr>
  </w:style>
  <w:style w:type="paragraph" w:customStyle="1" w:styleId="36">
    <w:name w:val="W-讲义答案和解析"/>
    <w:next w:val="1"/>
    <w:link w:val="159"/>
    <w:semiHidden/>
    <w:qFormat/>
    <w:uiPriority w:val="99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Cs w:val="22"/>
      <w:lang w:val="en-US" w:eastAsia="zh-CN" w:bidi="ar-SA"/>
    </w:rPr>
  </w:style>
  <w:style w:type="paragraph" w:customStyle="1" w:styleId="37">
    <w:name w:val="H-请开始答题："/>
    <w:basedOn w:val="1"/>
    <w:next w:val="33"/>
    <w:semiHidden/>
    <w:qFormat/>
    <w:uiPriority w:val="0"/>
    <w:pPr>
      <w:spacing w:beforeLines="100"/>
    </w:pPr>
    <w:rPr>
      <w:rFonts w:eastAsia="黑体"/>
      <w:b/>
    </w:rPr>
  </w:style>
  <w:style w:type="paragraph" w:customStyle="1" w:styleId="38">
    <w:name w:val="H-结束语"/>
    <w:semiHidden/>
    <w:qFormat/>
    <w:uiPriority w:val="0"/>
    <w:pPr>
      <w:spacing w:beforeLines="100" w:line="300" w:lineRule="auto"/>
      <w:jc w:val="center"/>
    </w:pPr>
    <w:rPr>
      <w:rFonts w:ascii="Times New Roman" w:hAnsi="Times New Roman" w:eastAsia="黑体" w:cs="Times New Roman"/>
      <w:sz w:val="28"/>
      <w:szCs w:val="21"/>
      <w:lang w:val="en-US" w:eastAsia="zh-CN" w:bidi="ar-SA"/>
    </w:rPr>
  </w:style>
  <w:style w:type="paragraph" w:customStyle="1" w:styleId="39">
    <w:name w:val="H-1级标题 部分"/>
    <w:basedOn w:val="3"/>
    <w:next w:val="40"/>
    <w:semiHidden/>
    <w:qFormat/>
    <w:uiPriority w:val="0"/>
    <w:pPr>
      <w:spacing w:beforeLines="50" w:afterLines="50"/>
      <w:textAlignment w:val="center"/>
    </w:pPr>
    <w:rPr>
      <w:rFonts w:eastAsia="黑体"/>
      <w:b/>
    </w:rPr>
  </w:style>
  <w:style w:type="paragraph" w:customStyle="1" w:styleId="40">
    <w:name w:val="H-2级标题 章"/>
    <w:basedOn w:val="4"/>
    <w:next w:val="41"/>
    <w:semiHidden/>
    <w:qFormat/>
    <w:uiPriority w:val="0"/>
    <w:pPr>
      <w:spacing w:beforeLines="50" w:beforeAutospacing="0" w:afterLines="50" w:afterAutospacing="0" w:line="600" w:lineRule="auto"/>
      <w:textAlignment w:val="center"/>
    </w:pPr>
    <w:rPr>
      <w:rFonts w:ascii="Times New Roman"/>
      <w:sz w:val="32"/>
    </w:rPr>
  </w:style>
  <w:style w:type="paragraph" w:customStyle="1" w:styleId="41">
    <w:name w:val="H-3级标题 节"/>
    <w:basedOn w:val="5"/>
    <w:next w:val="35"/>
    <w:link w:val="210"/>
    <w:semiHidden/>
    <w:qFormat/>
    <w:uiPriority w:val="0"/>
    <w:pPr>
      <w:spacing w:beforeLines="50" w:beforeAutospacing="0" w:afterLines="50" w:afterAutospacing="0" w:line="480" w:lineRule="auto"/>
      <w:textAlignment w:val="center"/>
    </w:pPr>
    <w:rPr>
      <w:sz w:val="30"/>
    </w:rPr>
  </w:style>
  <w:style w:type="paragraph" w:customStyle="1" w:styleId="42">
    <w:name w:val="W-考情分析"/>
    <w:basedOn w:val="41"/>
    <w:semiHidden/>
    <w:qFormat/>
    <w:uiPriority w:val="0"/>
    <w:pPr>
      <w:outlineLvl w:val="9"/>
    </w:pPr>
    <w:rPr>
      <w:rFonts w:eastAsia="楷体_GB2312"/>
    </w:rPr>
  </w:style>
  <w:style w:type="paragraph" w:customStyle="1" w:styleId="43">
    <w:name w:val="H-？、题型说明"/>
    <w:next w:val="1"/>
    <w:link w:val="215"/>
    <w:semiHidden/>
    <w:qFormat/>
    <w:uiPriority w:val="0"/>
    <w:pPr>
      <w:spacing w:beforeLines="100" w:afterLines="100" w:line="300" w:lineRule="auto"/>
      <w:ind w:firstLine="200" w:firstLineChars="200"/>
      <w:jc w:val="both"/>
      <w:outlineLvl w:val="1"/>
    </w:pPr>
    <w:rPr>
      <w:rFonts w:ascii="Times New Roman" w:hAnsi="Times New Roman" w:eastAsia="黑体" w:cs="Times New Roman"/>
      <w:b/>
      <w:sz w:val="21"/>
      <w:szCs w:val="21"/>
      <w:lang w:val="en-US" w:eastAsia="zh-CN" w:bidi="ar-SA"/>
    </w:rPr>
  </w:style>
  <w:style w:type="paragraph" w:customStyle="1" w:styleId="44">
    <w:name w:val="H-？、题前说明"/>
    <w:basedOn w:val="43"/>
    <w:next w:val="37"/>
    <w:link w:val="216"/>
    <w:semiHidden/>
    <w:qFormat/>
    <w:uiPriority w:val="0"/>
    <w:pPr>
      <w:spacing w:afterLines="0"/>
      <w:outlineLvl w:val="9"/>
    </w:pPr>
  </w:style>
  <w:style w:type="paragraph" w:customStyle="1" w:styleId="45">
    <w:name w:val="H-共？题共分？钟"/>
    <w:basedOn w:val="4"/>
    <w:next w:val="43"/>
    <w:link w:val="213"/>
    <w:semiHidden/>
    <w:qFormat/>
    <w:uiPriority w:val="0"/>
    <w:pPr>
      <w:spacing w:before="0" w:beforeAutospacing="0" w:afterLines="150" w:afterAutospacing="0"/>
      <w:outlineLvl w:val="9"/>
    </w:pPr>
    <w:rPr>
      <w:rFonts w:ascii="Times New Roman"/>
      <w:sz w:val="21"/>
    </w:rPr>
  </w:style>
  <w:style w:type="paragraph" w:customStyle="1" w:styleId="46">
    <w:name w:val="H-第？部分"/>
    <w:basedOn w:val="41"/>
    <w:next w:val="45"/>
    <w:link w:val="211"/>
    <w:semiHidden/>
    <w:qFormat/>
    <w:uiPriority w:val="0"/>
    <w:pPr>
      <w:spacing w:beforeLines="100" w:afterLines="0" w:line="240" w:lineRule="auto"/>
      <w:outlineLvl w:val="0"/>
    </w:pPr>
    <w:rPr>
      <w:sz w:val="28"/>
    </w:rPr>
  </w:style>
  <w:style w:type="paragraph" w:customStyle="1" w:styleId="47">
    <w:name w:val="W-考情分析正文"/>
    <w:basedOn w:val="1"/>
    <w:semiHidden/>
    <w:qFormat/>
    <w:uiPriority w:val="0"/>
    <w:pPr>
      <w:widowControl/>
      <w:ind w:firstLine="200" w:firstLineChars="200"/>
      <w:textAlignment w:val="center"/>
    </w:pPr>
    <w:rPr>
      <w:rFonts w:eastAsia="楷体_GB2312"/>
      <w:kern w:val="0"/>
      <w:szCs w:val="20"/>
    </w:rPr>
  </w:style>
  <w:style w:type="paragraph" w:customStyle="1" w:styleId="48">
    <w:name w:val="H-7级标题 （1）(注：此处括号为汉字状态)"/>
    <w:basedOn w:val="1"/>
    <w:semiHidden/>
    <w:qFormat/>
    <w:uiPriority w:val="0"/>
    <w:pPr>
      <w:widowControl/>
      <w:ind w:firstLine="200" w:firstLineChars="200"/>
      <w:textAlignment w:val="center"/>
    </w:pPr>
    <w:rPr>
      <w:kern w:val="0"/>
      <w:szCs w:val="20"/>
    </w:rPr>
  </w:style>
  <w:style w:type="paragraph" w:customStyle="1" w:styleId="49">
    <w:name w:val="H-8级标题 ①"/>
    <w:basedOn w:val="1"/>
    <w:semiHidden/>
    <w:qFormat/>
    <w:uiPriority w:val="0"/>
  </w:style>
  <w:style w:type="paragraph" w:customStyle="1" w:styleId="50">
    <w:name w:val="H-题目提问方式、选项"/>
    <w:basedOn w:val="1"/>
    <w:semiHidden/>
    <w:qFormat/>
    <w:uiPriority w:val="0"/>
    <w:pPr>
      <w:widowControl/>
      <w:spacing w:line="360" w:lineRule="auto"/>
      <w:ind w:left="350" w:leftChars="250" w:hanging="100" w:hangingChars="100"/>
      <w:textAlignment w:val="center"/>
    </w:pPr>
    <w:rPr>
      <w:rFonts w:eastAsia="仿宋_GB2312"/>
      <w:kern w:val="0"/>
      <w:szCs w:val="20"/>
    </w:rPr>
  </w:style>
  <w:style w:type="paragraph" w:customStyle="1" w:styleId="51">
    <w:name w:val="H-题目答案"/>
    <w:basedOn w:val="36"/>
    <w:semiHidden/>
    <w:qFormat/>
    <w:uiPriority w:val="0"/>
    <w:pPr>
      <w:ind w:left="250" w:hanging="250" w:hangingChars="250"/>
    </w:pPr>
    <w:rPr>
      <w:rFonts w:eastAsia="仿宋_GB2312"/>
    </w:rPr>
  </w:style>
  <w:style w:type="paragraph" w:customStyle="1" w:styleId="52">
    <w:name w:val="W-讲义5级（一）"/>
    <w:basedOn w:val="7"/>
    <w:next w:val="53"/>
    <w:link w:val="162"/>
    <w:semiHidden/>
    <w:qFormat/>
    <w:uiPriority w:val="0"/>
    <w:pPr>
      <w:spacing w:beforeLines="50" w:afterLines="50" w:line="240" w:lineRule="auto"/>
      <w:ind w:firstLine="420" w:firstLineChars="200"/>
    </w:pPr>
    <w:rPr>
      <w:sz w:val="24"/>
    </w:rPr>
  </w:style>
  <w:style w:type="paragraph" w:customStyle="1" w:styleId="53">
    <w:name w:val="W-讲义6级1."/>
    <w:basedOn w:val="8"/>
    <w:next w:val="1"/>
    <w:semiHidden/>
    <w:qFormat/>
    <w:uiPriority w:val="0"/>
    <w:pPr>
      <w:spacing w:before="0" w:after="0" w:line="240" w:lineRule="auto"/>
      <w:ind w:firstLine="420" w:firstLineChars="200"/>
    </w:pPr>
    <w:rPr>
      <w:rFonts w:ascii="Times New Roman" w:hAnsi="Times New Roman" w:eastAsia="宋体"/>
      <w:sz w:val="21"/>
    </w:rPr>
  </w:style>
  <w:style w:type="paragraph" w:customStyle="1" w:styleId="54">
    <w:name w:val="W-标题后说明信息和题目来源"/>
    <w:next w:val="1"/>
    <w:link w:val="163"/>
    <w:semiHidden/>
    <w:qFormat/>
    <w:uiPriority w:val="0"/>
    <w:pPr>
      <w:spacing w:line="300" w:lineRule="auto"/>
      <w:jc w:val="both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55">
    <w:name w:val="W-讲义4级一、"/>
    <w:basedOn w:val="6"/>
    <w:next w:val="52"/>
    <w:link w:val="164"/>
    <w:semiHidden/>
    <w:qFormat/>
    <w:uiPriority w:val="99"/>
    <w:pPr>
      <w:widowControl w:val="0"/>
      <w:spacing w:beforeLines="50" w:afterLines="50" w:line="240" w:lineRule="auto"/>
      <w:ind w:firstLine="200" w:firstLineChars="200"/>
      <w:textAlignment w:val="center"/>
    </w:pPr>
    <w:rPr>
      <w:rFonts w:ascii="Times New Roman" w:hAnsi="Times New Roman" w:eastAsia="宋体"/>
      <w:bCs w:val="0"/>
      <w:kern w:val="2"/>
      <w:szCs w:val="20"/>
    </w:rPr>
  </w:style>
  <w:style w:type="paragraph" w:customStyle="1" w:styleId="56">
    <w:name w:val="W-讲义1级部分"/>
    <w:basedOn w:val="3"/>
    <w:next w:val="57"/>
    <w:link w:val="205"/>
    <w:semiHidden/>
    <w:qFormat/>
    <w:uiPriority w:val="99"/>
    <w:pPr>
      <w:spacing w:beforeLines="100" w:afterLines="100" w:line="240" w:lineRule="auto"/>
      <w:jc w:val="center"/>
      <w:textAlignment w:val="center"/>
    </w:pPr>
    <w:rPr>
      <w:rFonts w:ascii="宋体" w:hAnsi="宋体"/>
      <w:b/>
      <w:kern w:val="2"/>
      <w:sz w:val="44"/>
      <w:szCs w:val="24"/>
    </w:rPr>
  </w:style>
  <w:style w:type="paragraph" w:customStyle="1" w:styleId="57">
    <w:name w:val="W-讲义2级章"/>
    <w:basedOn w:val="4"/>
    <w:next w:val="58"/>
    <w:link w:val="202"/>
    <w:semiHidden/>
    <w:qFormat/>
    <w:uiPriority w:val="99"/>
    <w:pPr>
      <w:widowControl w:val="0"/>
      <w:spacing w:beforeLines="100" w:beforeAutospacing="0" w:afterLines="100" w:afterAutospacing="0" w:line="240" w:lineRule="auto"/>
      <w:textAlignment w:val="center"/>
    </w:pPr>
    <w:rPr>
      <w:kern w:val="2"/>
    </w:rPr>
  </w:style>
  <w:style w:type="paragraph" w:customStyle="1" w:styleId="58">
    <w:name w:val="W-讲义3级节"/>
    <w:basedOn w:val="5"/>
    <w:next w:val="55"/>
    <w:link w:val="206"/>
    <w:semiHidden/>
    <w:qFormat/>
    <w:uiPriority w:val="0"/>
    <w:pPr>
      <w:widowControl w:val="0"/>
      <w:spacing w:beforeLines="100" w:beforeAutospacing="0" w:afterLines="100" w:afterAutospacing="0" w:line="240" w:lineRule="auto"/>
      <w:textAlignment w:val="center"/>
    </w:pPr>
    <w:rPr>
      <w:bCs w:val="0"/>
      <w:kern w:val="2"/>
      <w:szCs w:val="20"/>
    </w:rPr>
  </w:style>
  <w:style w:type="paragraph" w:customStyle="1" w:styleId="59">
    <w:name w:val="W-考情分析、目录标题"/>
    <w:basedOn w:val="58"/>
    <w:semiHidden/>
    <w:qFormat/>
    <w:uiPriority w:val="0"/>
    <w:pPr>
      <w:outlineLvl w:val="9"/>
    </w:pPr>
    <w:rPr>
      <w:rFonts w:eastAsia="楷体_GB2312"/>
      <w:b/>
    </w:rPr>
  </w:style>
  <w:style w:type="paragraph" w:customStyle="1" w:styleId="60">
    <w:name w:val="W-？、题干"/>
    <w:next w:val="1"/>
    <w:semiHidden/>
    <w:qFormat/>
    <w:uiPriority w:val="0"/>
    <w:pPr>
      <w:spacing w:beforeLines="50" w:line="300" w:lineRule="auto"/>
      <w:ind w:firstLine="56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61">
    <w:name w:val="W-蓝色首行缩进"/>
    <w:next w:val="1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paragraph" w:customStyle="1" w:styleId="62">
    <w:name w:val="W-目录标题“部分”（加粗）"/>
    <w:basedOn w:val="1"/>
    <w:semiHidden/>
    <w:qFormat/>
    <w:uiPriority w:val="0"/>
    <w:pPr>
      <w:spacing w:line="137" w:lineRule="auto"/>
    </w:pPr>
    <w:rPr>
      <w:b/>
    </w:rPr>
  </w:style>
  <w:style w:type="paragraph" w:customStyle="1" w:styleId="63">
    <w:name w:val="W-共？题共分？钟"/>
    <w:basedOn w:val="4"/>
    <w:next w:val="60"/>
    <w:semiHidden/>
    <w:qFormat/>
    <w:uiPriority w:val="0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64">
    <w:name w:val="W-资料分析、言语材料前标题"/>
    <w:next w:val="1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65">
    <w:name w:val="W-第？部分"/>
    <w:basedOn w:val="3"/>
    <w:next w:val="63"/>
    <w:semiHidden/>
    <w:qFormat/>
    <w:uiPriority w:val="0"/>
    <w:pPr>
      <w:spacing w:beforeLines="50" w:afterLines="50"/>
    </w:pPr>
    <w:rPr>
      <w:sz w:val="28"/>
    </w:rPr>
  </w:style>
  <w:style w:type="paragraph" w:customStyle="1" w:styleId="66">
    <w:name w:val="W-考勤分析正文"/>
    <w:basedOn w:val="1"/>
    <w:semiHidden/>
    <w:qFormat/>
    <w:uiPriority w:val="0"/>
    <w:pPr>
      <w:widowControl/>
      <w:ind w:firstLine="420" w:firstLineChars="200"/>
    </w:pPr>
    <w:rPr>
      <w:rFonts w:eastAsia="楷体_GB2312"/>
      <w:kern w:val="0"/>
      <w:szCs w:val="20"/>
    </w:rPr>
  </w:style>
  <w:style w:type="paragraph" w:customStyle="1" w:styleId="67">
    <w:name w:val="讲义答案和解析"/>
    <w:next w:val="1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68">
    <w:name w:val="样式 W-请开始答题、题目、选项 + Arial 小五 黑色 居中 首行缩进:  2 字符"/>
    <w:basedOn w:val="1"/>
    <w:semiHidden/>
    <w:qFormat/>
    <w:uiPriority w:val="0"/>
    <w:pPr>
      <w:widowControl/>
      <w:ind w:firstLine="200" w:firstLineChars="200"/>
      <w:jc w:val="left"/>
    </w:pPr>
    <w:rPr>
      <w:rFonts w:ascii="Arial" w:hAnsi="Arial" w:cs="宋体"/>
      <w:color w:val="000000"/>
      <w:kern w:val="0"/>
      <w:szCs w:val="20"/>
    </w:rPr>
  </w:style>
  <w:style w:type="paragraph" w:customStyle="1" w:styleId="69">
    <w:name w:val="讲义题目、选项"/>
    <w:next w:val="1"/>
    <w:link w:val="165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70">
    <w:name w:val="p0"/>
    <w:basedOn w:val="1"/>
    <w:semiHidden/>
    <w:qFormat/>
    <w:uiPriority w:val="0"/>
    <w:pPr>
      <w:widowControl/>
    </w:pPr>
    <w:rPr>
      <w:kern w:val="0"/>
      <w:szCs w:val="21"/>
    </w:rPr>
  </w:style>
  <w:style w:type="paragraph" w:customStyle="1" w:styleId="71">
    <w:name w:val="p16"/>
    <w:basedOn w:val="1"/>
    <w:semiHidden/>
    <w:qFormat/>
    <w:uiPriority w:val="0"/>
    <w:pPr>
      <w:widowControl/>
    </w:pPr>
    <w:rPr>
      <w:kern w:val="0"/>
      <w:szCs w:val="21"/>
    </w:rPr>
  </w:style>
  <w:style w:type="paragraph" w:customStyle="1" w:styleId="72">
    <w:name w:val="p17"/>
    <w:basedOn w:val="1"/>
    <w:semiHidden/>
    <w:qFormat/>
    <w:uiPriority w:val="99"/>
    <w:pPr>
      <w:widowControl/>
      <w:ind w:firstLine="420"/>
    </w:pPr>
    <w:rPr>
      <w:kern w:val="0"/>
      <w:szCs w:val="21"/>
    </w:rPr>
  </w:style>
  <w:style w:type="paragraph" w:customStyle="1" w:styleId="73">
    <w:name w:val="请开始答题、题目、选项"/>
    <w:link w:val="166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Times New Roman" w:cs="Times New Roman"/>
      <w:lang w:val="en-US" w:eastAsia="zh-CN" w:bidi="ar-SA"/>
    </w:rPr>
  </w:style>
  <w:style w:type="paragraph" w:customStyle="1" w:styleId="74">
    <w:name w:val="样式 W-？、题前说明 + (中文) 黑体 首行缩进:  2 字符 段前: 1 行 段后: 1 行"/>
    <w:basedOn w:val="44"/>
    <w:semiHidden/>
    <w:qFormat/>
    <w:uiPriority w:val="0"/>
    <w:pPr>
      <w:spacing w:before="312" w:after="312"/>
      <w:ind w:firstLine="422"/>
    </w:pPr>
    <w:rPr>
      <w:rFonts w:cs="宋体"/>
      <w:bCs/>
    </w:rPr>
  </w:style>
  <w:style w:type="paragraph" w:customStyle="1" w:styleId="75">
    <w:name w:val="样式 H-？、题型说明 + 首行缩进:  2 字符 段前: 1 行 段后: 1 行"/>
    <w:basedOn w:val="43"/>
    <w:semiHidden/>
    <w:qFormat/>
    <w:uiPriority w:val="0"/>
    <w:pPr>
      <w:spacing w:before="312" w:after="312"/>
      <w:ind w:firstLine="422"/>
    </w:pPr>
    <w:rPr>
      <w:rFonts w:cs="宋体"/>
      <w:bCs/>
    </w:rPr>
  </w:style>
  <w:style w:type="paragraph" w:customStyle="1" w:styleId="76">
    <w:name w:val="W-请开始答题、题目、选项"/>
    <w:link w:val="167"/>
    <w:qFormat/>
    <w:uiPriority w:val="0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szCs w:val="22"/>
      <w:lang w:val="en-US" w:eastAsia="zh-CN" w:bidi="ar-SA"/>
    </w:rPr>
  </w:style>
  <w:style w:type="paragraph" w:customStyle="1" w:styleId="77">
    <w:name w:val="W-？、题型说明"/>
    <w:next w:val="1"/>
    <w:semiHidden/>
    <w:qFormat/>
    <w:uiPriority w:val="0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78">
    <w:name w:val="H-文字材料"/>
    <w:basedOn w:val="1"/>
    <w:semiHidden/>
    <w:qFormat/>
    <w:uiPriority w:val="0"/>
    <w:pPr>
      <w:spacing w:line="360" w:lineRule="auto"/>
      <w:ind w:firstLine="200" w:firstLineChars="200"/>
    </w:pPr>
    <w:rPr>
      <w:rFonts w:hAnsi="宋体" w:eastAsia="仿宋_GB2312"/>
    </w:rPr>
  </w:style>
  <w:style w:type="paragraph" w:customStyle="1" w:styleId="79">
    <w:name w:val="14讲义题目来源、题目说明"/>
    <w:next w:val="80"/>
    <w:link w:val="168"/>
    <w:semiHidden/>
    <w:qFormat/>
    <w:uiPriority w:val="0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80">
    <w:name w:val="14讲义题目、选项、请开始答题"/>
    <w:link w:val="169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81">
    <w:name w:val="14讲义题目答案和解析"/>
    <w:next w:val="1"/>
    <w:link w:val="170"/>
    <w:semiHidden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82">
    <w:name w:val="2014讲义 考情分析"/>
    <w:basedOn w:val="1"/>
    <w:semiHidden/>
    <w:qFormat/>
    <w:uiPriority w:val="0"/>
    <w:pPr>
      <w:keepNext/>
      <w:keepLines/>
      <w:spacing w:beforeLines="50" w:afterLines="50" w:line="480" w:lineRule="auto"/>
      <w:jc w:val="center"/>
      <w:textAlignment w:val="center"/>
    </w:pPr>
    <w:rPr>
      <w:rFonts w:eastAsia="楷体_GB2312"/>
      <w:b/>
      <w:bCs/>
      <w:sz w:val="30"/>
      <w:szCs w:val="32"/>
    </w:rPr>
  </w:style>
  <w:style w:type="paragraph" w:customStyle="1" w:styleId="83">
    <w:name w:val="2014讲义 题型说明"/>
    <w:next w:val="80"/>
    <w:qFormat/>
    <w:uiPriority w:val="0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84">
    <w:name w:val="2014讲义 题前说明"/>
    <w:basedOn w:val="83"/>
    <w:semiHidden/>
    <w:qFormat/>
    <w:uiPriority w:val="0"/>
    <w:pPr>
      <w:outlineLvl w:val="9"/>
    </w:pPr>
  </w:style>
  <w:style w:type="paragraph" w:customStyle="1" w:styleId="85">
    <w:name w:val="2014讲义 共？题共分？钟"/>
    <w:basedOn w:val="4"/>
    <w:next w:val="83"/>
    <w:semiHidden/>
    <w:qFormat/>
    <w:uiPriority w:val="0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86">
    <w:name w:val="2014讲义 第？部分"/>
    <w:basedOn w:val="3"/>
    <w:next w:val="85"/>
    <w:semiHidden/>
    <w:qFormat/>
    <w:uiPriority w:val="0"/>
    <w:pPr>
      <w:spacing w:beforeLines="100" w:afterLines="100"/>
    </w:pPr>
    <w:rPr>
      <w:sz w:val="28"/>
    </w:rPr>
  </w:style>
  <w:style w:type="paragraph" w:customStyle="1" w:styleId="87">
    <w:name w:val="2014讲义 考情分析正文"/>
    <w:basedOn w:val="80"/>
    <w:semiHidden/>
    <w:qFormat/>
    <w:uiPriority w:val="0"/>
    <w:rPr>
      <w:rFonts w:eastAsia="楷体_GB2312"/>
    </w:rPr>
  </w:style>
  <w:style w:type="paragraph" w:customStyle="1" w:styleId="88">
    <w:name w:val="14讲义1级标题 部分、篇"/>
    <w:basedOn w:val="1"/>
    <w:link w:val="171"/>
    <w:semiHidden/>
    <w:qFormat/>
    <w:uiPriority w:val="0"/>
    <w:pPr>
      <w:spacing w:beforeLines="50" w:afterLines="50" w:line="600" w:lineRule="auto"/>
      <w:jc w:val="center"/>
      <w:outlineLvl w:val="0"/>
    </w:pPr>
    <w:rPr>
      <w:rFonts w:ascii="黑体" w:eastAsia="黑体"/>
      <w:sz w:val="44"/>
      <w:szCs w:val="44"/>
    </w:rPr>
  </w:style>
  <w:style w:type="paragraph" w:customStyle="1" w:styleId="89">
    <w:name w:val="14讲义2级标题 章"/>
    <w:basedOn w:val="1"/>
    <w:link w:val="172"/>
    <w:semiHidden/>
    <w:qFormat/>
    <w:uiPriority w:val="0"/>
    <w:pPr>
      <w:spacing w:beforeLines="50" w:afterLines="50" w:line="600" w:lineRule="auto"/>
      <w:jc w:val="center"/>
      <w:outlineLvl w:val="1"/>
    </w:pPr>
    <w:rPr>
      <w:rFonts w:ascii="黑体" w:eastAsia="黑体"/>
      <w:sz w:val="32"/>
      <w:szCs w:val="32"/>
    </w:rPr>
  </w:style>
  <w:style w:type="paragraph" w:customStyle="1" w:styleId="90">
    <w:name w:val="14讲义3级标题 节"/>
    <w:basedOn w:val="1"/>
    <w:link w:val="173"/>
    <w:semiHidden/>
    <w:qFormat/>
    <w:uiPriority w:val="0"/>
    <w:pPr>
      <w:spacing w:beforeLines="50" w:afterLines="50" w:line="480" w:lineRule="auto"/>
      <w:jc w:val="center"/>
      <w:outlineLvl w:val="2"/>
    </w:pPr>
    <w:rPr>
      <w:rFonts w:ascii="黑体" w:eastAsia="黑体"/>
      <w:sz w:val="30"/>
      <w:szCs w:val="30"/>
    </w:rPr>
  </w:style>
  <w:style w:type="paragraph" w:customStyle="1" w:styleId="91">
    <w:name w:val="14讲义4级标题 一、"/>
    <w:basedOn w:val="1"/>
    <w:link w:val="174"/>
    <w:semiHidden/>
    <w:qFormat/>
    <w:uiPriority w:val="0"/>
    <w:pPr>
      <w:spacing w:line="240" w:lineRule="auto"/>
      <w:outlineLvl w:val="3"/>
    </w:pPr>
    <w:rPr>
      <w:rFonts w:ascii="黑体" w:eastAsia="黑体"/>
      <w:sz w:val="28"/>
      <w:szCs w:val="28"/>
    </w:rPr>
  </w:style>
  <w:style w:type="paragraph" w:customStyle="1" w:styleId="92">
    <w:name w:val="14讲义5级标题 （五）"/>
    <w:basedOn w:val="1"/>
    <w:link w:val="175"/>
    <w:semiHidden/>
    <w:qFormat/>
    <w:uiPriority w:val="0"/>
    <w:pPr>
      <w:spacing w:line="240" w:lineRule="auto"/>
      <w:ind w:firstLine="200" w:firstLineChars="200"/>
      <w:outlineLvl w:val="4"/>
    </w:pPr>
    <w:rPr>
      <w:rFonts w:ascii="黑体" w:eastAsia="黑体"/>
      <w:sz w:val="24"/>
    </w:rPr>
  </w:style>
  <w:style w:type="paragraph" w:customStyle="1" w:styleId="93">
    <w:name w:val="14讲义6级标题 1．"/>
    <w:basedOn w:val="1"/>
    <w:link w:val="176"/>
    <w:semiHidden/>
    <w:qFormat/>
    <w:uiPriority w:val="0"/>
    <w:pPr>
      <w:ind w:firstLine="200" w:firstLineChars="200"/>
      <w:outlineLvl w:val="5"/>
    </w:pPr>
  </w:style>
  <w:style w:type="paragraph" w:customStyle="1" w:styleId="94">
    <w:name w:val="14讲义7级标题 （1）"/>
    <w:basedOn w:val="1"/>
    <w:link w:val="177"/>
    <w:semiHidden/>
    <w:qFormat/>
    <w:uiPriority w:val="0"/>
    <w:pPr>
      <w:ind w:firstLine="200" w:firstLineChars="200"/>
      <w:outlineLvl w:val="6"/>
    </w:pPr>
  </w:style>
  <w:style w:type="paragraph" w:customStyle="1" w:styleId="95">
    <w:name w:val="14讲义8级标题 ①"/>
    <w:basedOn w:val="1"/>
    <w:link w:val="178"/>
    <w:semiHidden/>
    <w:qFormat/>
    <w:uiPriority w:val="0"/>
    <w:pPr>
      <w:ind w:firstLine="200" w:firstLineChars="200"/>
      <w:outlineLvl w:val="7"/>
    </w:pPr>
  </w:style>
  <w:style w:type="paragraph" w:customStyle="1" w:styleId="96">
    <w:name w:val="2014讲义 正文"/>
    <w:basedOn w:val="1"/>
    <w:link w:val="179"/>
    <w:semiHidden/>
    <w:qFormat/>
    <w:uiPriority w:val="0"/>
    <w:pPr>
      <w:ind w:firstLine="420" w:firstLineChars="200"/>
    </w:pPr>
  </w:style>
  <w:style w:type="paragraph" w:customStyle="1" w:styleId="97">
    <w:name w:val="2014讲义 表题"/>
    <w:basedOn w:val="1"/>
    <w:link w:val="180"/>
    <w:semiHidden/>
    <w:qFormat/>
    <w:uiPriority w:val="0"/>
    <w:pPr>
      <w:adjustRightInd w:val="0"/>
      <w:snapToGrid w:val="0"/>
      <w:spacing w:line="336" w:lineRule="auto"/>
      <w:jc w:val="center"/>
    </w:pPr>
    <w:rPr>
      <w:rFonts w:ascii="宋体" w:hAnsi="宋体"/>
      <w:sz w:val="18"/>
      <w:szCs w:val="18"/>
    </w:rPr>
  </w:style>
  <w:style w:type="paragraph" w:customStyle="1" w:styleId="98">
    <w:name w:val="2014讲义 图题"/>
    <w:basedOn w:val="96"/>
    <w:link w:val="181"/>
    <w:semiHidden/>
    <w:qFormat/>
    <w:uiPriority w:val="0"/>
    <w:pPr>
      <w:ind w:firstLine="360"/>
      <w:jc w:val="center"/>
    </w:pPr>
    <w:rPr>
      <w:sz w:val="18"/>
      <w:szCs w:val="18"/>
    </w:rPr>
  </w:style>
  <w:style w:type="paragraph" w:customStyle="1" w:styleId="99">
    <w:name w:val="2014讲义目录标题  目  录"/>
    <w:next w:val="19"/>
    <w:semiHidden/>
    <w:qFormat/>
    <w:uiPriority w:val="0"/>
    <w:pPr>
      <w:spacing w:beforeLines="50" w:afterLines="100" w:line="360" w:lineRule="auto"/>
      <w:jc w:val="center"/>
    </w:pPr>
    <w:rPr>
      <w:rFonts w:ascii="Times New Roman" w:hAnsi="Times New Roman" w:eastAsia="方正大标宋简体" w:cs="Times New Roman"/>
      <w:kern w:val="2"/>
      <w:sz w:val="48"/>
      <w:szCs w:val="32"/>
      <w:lang w:val="en-US" w:eastAsia="zh-CN" w:bidi="ar-SA"/>
    </w:rPr>
  </w:style>
  <w:style w:type="paragraph" w:customStyle="1" w:styleId="100">
    <w:name w:val="W-？、题前说明"/>
    <w:basedOn w:val="77"/>
    <w:semiHidden/>
    <w:qFormat/>
    <w:uiPriority w:val="0"/>
    <w:pPr>
      <w:outlineLvl w:val="9"/>
    </w:pPr>
  </w:style>
  <w:style w:type="paragraph" w:customStyle="1" w:styleId="101">
    <w:name w:val="W-讲义7级1）"/>
    <w:basedOn w:val="1"/>
    <w:semiHidden/>
    <w:qFormat/>
    <w:uiPriority w:val="0"/>
    <w:pPr>
      <w:widowControl/>
      <w:spacing w:line="240" w:lineRule="auto"/>
      <w:ind w:firstLine="200" w:firstLineChars="200"/>
      <w:textAlignment w:val="center"/>
    </w:pPr>
    <w:rPr>
      <w:kern w:val="0"/>
      <w:szCs w:val="22"/>
    </w:rPr>
  </w:style>
  <w:style w:type="paragraph" w:customStyle="1" w:styleId="102">
    <w:name w:val="首行悬挂"/>
    <w:basedOn w:val="1"/>
    <w:link w:val="182"/>
    <w:semiHidden/>
    <w:qFormat/>
    <w:uiPriority w:val="0"/>
    <w:pPr>
      <w:ind w:left="210" w:hanging="210" w:hangingChars="100"/>
    </w:pPr>
    <w:rPr>
      <w:kern w:val="0"/>
      <w:sz w:val="20"/>
      <w:szCs w:val="20"/>
    </w:rPr>
  </w:style>
  <w:style w:type="paragraph" w:customStyle="1" w:styleId="103">
    <w:name w:val="蓝色悬挂"/>
    <w:basedOn w:val="1"/>
    <w:semiHidden/>
    <w:qFormat/>
    <w:uiPriority w:val="0"/>
    <w:rPr>
      <w:color w:val="0000FF"/>
      <w:szCs w:val="20"/>
    </w:rPr>
  </w:style>
  <w:style w:type="paragraph" w:customStyle="1" w:styleId="104">
    <w:name w:val="蓝色答案悬挂"/>
    <w:basedOn w:val="1"/>
    <w:semiHidden/>
    <w:qFormat/>
    <w:uiPriority w:val="0"/>
    <w:pPr>
      <w:ind w:left="420" w:hanging="420" w:hangingChars="200"/>
    </w:pPr>
    <w:rPr>
      <w:color w:val="0000FF"/>
      <w:szCs w:val="20"/>
    </w:rPr>
  </w:style>
  <w:style w:type="paragraph" w:customStyle="1" w:styleId="105">
    <w:name w:val="W-题前说明"/>
    <w:basedOn w:val="77"/>
    <w:semiHidden/>
    <w:qFormat/>
    <w:uiPriority w:val="0"/>
    <w:pPr>
      <w:outlineLvl w:val="9"/>
    </w:pPr>
  </w:style>
  <w:style w:type="paragraph" w:customStyle="1" w:styleId="106">
    <w:name w:val="p15"/>
    <w:basedOn w:val="1"/>
    <w:semiHidden/>
    <w:qFormat/>
    <w:uiPriority w:val="0"/>
    <w:pPr>
      <w:widowControl/>
      <w:ind w:firstLine="420"/>
    </w:pPr>
    <w:rPr>
      <w:kern w:val="0"/>
      <w:szCs w:val="21"/>
    </w:rPr>
  </w:style>
  <w:style w:type="paragraph" w:customStyle="1" w:styleId="107">
    <w:name w:val="W-试题"/>
    <w:basedOn w:val="1"/>
    <w:semiHidden/>
    <w:qFormat/>
    <w:uiPriority w:val="0"/>
    <w:pPr>
      <w:tabs>
        <w:tab w:val="left" w:pos="2100"/>
        <w:tab w:val="left" w:pos="3780"/>
        <w:tab w:val="left" w:pos="5460"/>
      </w:tabs>
      <w:ind w:firstLine="200" w:firstLineChars="200"/>
    </w:pPr>
  </w:style>
  <w:style w:type="paragraph" w:customStyle="1" w:styleId="108">
    <w:name w:val="TOC 标题1"/>
    <w:basedOn w:val="3"/>
    <w:next w:val="1"/>
    <w:link w:val="190"/>
    <w:semiHidden/>
    <w:qFormat/>
    <w:uiPriority w:val="99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109">
    <w:name w:val="017讲义1级标题 篇"/>
    <w:basedOn w:val="110"/>
    <w:link w:val="191"/>
    <w:semiHidden/>
    <w:qFormat/>
    <w:uiPriority w:val="0"/>
  </w:style>
  <w:style w:type="paragraph" w:customStyle="1" w:styleId="110">
    <w:name w:val="017试卷 题前说明"/>
    <w:basedOn w:val="44"/>
    <w:link w:val="217"/>
    <w:qFormat/>
    <w:uiPriority w:val="0"/>
    <w:pPr>
      <w:spacing w:before="312"/>
      <w:ind w:firstLine="422"/>
    </w:pPr>
  </w:style>
  <w:style w:type="paragraph" w:customStyle="1" w:styleId="111">
    <w:name w:val="017讲义2级标题 章"/>
    <w:basedOn w:val="4"/>
    <w:link w:val="192"/>
    <w:semiHidden/>
    <w:qFormat/>
    <w:uiPriority w:val="0"/>
    <w:pPr>
      <w:spacing w:beforeLines="50" w:beforeAutospacing="0" w:afterLines="50" w:afterAutospacing="0" w:line="240" w:lineRule="auto"/>
      <w:textAlignment w:val="center"/>
    </w:pPr>
    <w:rPr>
      <w:rFonts w:ascii="Times New Roman" w:eastAsia="方正粗宋简体"/>
      <w:sz w:val="32"/>
      <w:szCs w:val="29"/>
    </w:rPr>
  </w:style>
  <w:style w:type="paragraph" w:customStyle="1" w:styleId="112">
    <w:name w:val="017讲义3级标题 节"/>
    <w:basedOn w:val="5"/>
    <w:link w:val="193"/>
    <w:semiHidden/>
    <w:qFormat/>
    <w:uiPriority w:val="0"/>
    <w:pPr>
      <w:spacing w:beforeLines="100" w:beforeAutospacing="0" w:afterLines="100" w:afterAutospacing="0"/>
      <w:textAlignment w:val="center"/>
    </w:pPr>
    <w:rPr>
      <w:sz w:val="29"/>
      <w:szCs w:val="27"/>
    </w:rPr>
  </w:style>
  <w:style w:type="paragraph" w:customStyle="1" w:styleId="113">
    <w:name w:val="017讲义4级标题 一、"/>
    <w:basedOn w:val="6"/>
    <w:link w:val="194"/>
    <w:semiHidden/>
    <w:qFormat/>
    <w:uiPriority w:val="0"/>
    <w:pPr>
      <w:spacing w:beforeLines="50" w:afterLines="50" w:line="240" w:lineRule="auto"/>
      <w:jc w:val="left"/>
      <w:textAlignment w:val="center"/>
    </w:pPr>
    <w:rPr>
      <w:rFonts w:ascii="Times New Roman" w:hAnsi="Times New Roman"/>
      <w:b w:val="0"/>
      <w:sz w:val="25"/>
      <w:szCs w:val="25"/>
    </w:rPr>
  </w:style>
  <w:style w:type="paragraph" w:customStyle="1" w:styleId="114">
    <w:name w:val="017讲义5级标题 （一）"/>
    <w:basedOn w:val="7"/>
    <w:link w:val="195"/>
    <w:semiHidden/>
    <w:qFormat/>
    <w:uiPriority w:val="0"/>
    <w:pPr>
      <w:spacing w:beforeLines="20" w:afterLines="20" w:line="240" w:lineRule="auto"/>
      <w:ind w:firstLine="200" w:firstLineChars="200"/>
      <w:jc w:val="left"/>
      <w:textAlignment w:val="center"/>
    </w:pPr>
    <w:rPr>
      <w:rFonts w:eastAsia="方正小标宋简体"/>
      <w:b w:val="0"/>
      <w:sz w:val="23"/>
      <w:szCs w:val="23"/>
    </w:rPr>
  </w:style>
  <w:style w:type="paragraph" w:customStyle="1" w:styleId="115">
    <w:name w:val="017讲义题目、选项、请开始答题"/>
    <w:link w:val="196"/>
    <w:semiHidden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116">
    <w:name w:val="017试卷 答案及解析"/>
    <w:next w:val="1"/>
    <w:link w:val="197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117">
    <w:name w:val="017讲义图片"/>
    <w:basedOn w:val="1"/>
    <w:link w:val="198"/>
    <w:semiHidden/>
    <w:qFormat/>
    <w:uiPriority w:val="0"/>
    <w:pPr>
      <w:widowControl/>
      <w:jc w:val="center"/>
    </w:pPr>
    <w:rPr>
      <w:kern w:val="0"/>
      <w:szCs w:val="21"/>
    </w:rPr>
  </w:style>
  <w:style w:type="paragraph" w:customStyle="1" w:styleId="118">
    <w:name w:val="一"/>
    <w:basedOn w:val="1"/>
    <w:link w:val="199"/>
    <w:semiHidden/>
    <w:qFormat/>
    <w:uiPriority w:val="0"/>
    <w:pPr>
      <w:keepNext/>
      <w:keepLines/>
      <w:adjustRightInd w:val="0"/>
      <w:snapToGrid w:val="0"/>
      <w:spacing w:beforeLines="100" w:after="50" w:line="240" w:lineRule="auto"/>
      <w:outlineLvl w:val="3"/>
    </w:pPr>
    <w:rPr>
      <w:rFonts w:ascii="方正大黑简体" w:hAnsi="Arial" w:eastAsia="方正大黑简体"/>
      <w:b/>
      <w:sz w:val="28"/>
      <w:szCs w:val="20"/>
    </w:rPr>
  </w:style>
  <w:style w:type="paragraph" w:customStyle="1" w:styleId="119">
    <w:name w:val="列出段落1"/>
    <w:basedOn w:val="1"/>
    <w:semiHidden/>
    <w:qFormat/>
    <w:uiPriority w:val="0"/>
    <w:pPr>
      <w:spacing w:line="240" w:lineRule="auto"/>
      <w:ind w:firstLine="420" w:firstLineChars="200"/>
    </w:pPr>
  </w:style>
  <w:style w:type="paragraph" w:customStyle="1" w:styleId="120">
    <w:name w:val="题目"/>
    <w:link w:val="200"/>
    <w:semiHidden/>
    <w:qFormat/>
    <w:uiPriority w:val="0"/>
    <w:pPr>
      <w:ind w:firstLine="720" w:firstLineChars="200"/>
    </w:pPr>
    <w:rPr>
      <w:rFonts w:ascii="Times New Roman" w:hAnsi="Times New Roman" w:eastAsia="宋体" w:cs="Times New Roman"/>
      <w:szCs w:val="22"/>
      <w:lang w:val="en-US" w:eastAsia="zh-CN" w:bidi="ar-SA"/>
    </w:rPr>
  </w:style>
  <w:style w:type="paragraph" w:customStyle="1" w:styleId="121">
    <w:name w:val="部分"/>
    <w:basedOn w:val="4"/>
    <w:semiHidden/>
    <w:qFormat/>
    <w:uiPriority w:val="0"/>
    <w:pPr>
      <w:keepNext/>
      <w:keepLines/>
      <w:widowControl w:val="0"/>
      <w:adjustRightInd w:val="0"/>
      <w:snapToGrid w:val="0"/>
      <w:spacing w:beforeLines="50" w:beforeAutospacing="0" w:afterLines="50" w:afterAutospacing="0" w:line="360" w:lineRule="auto"/>
    </w:pPr>
    <w:rPr>
      <w:rFonts w:eastAsia="方正韵动粗黑简体"/>
      <w:kern w:val="2"/>
      <w:sz w:val="60"/>
    </w:rPr>
  </w:style>
  <w:style w:type="paragraph" w:customStyle="1" w:styleId="122">
    <w:name w:val="章"/>
    <w:basedOn w:val="57"/>
    <w:link w:val="201"/>
    <w:semiHidden/>
    <w:qFormat/>
    <w:uiPriority w:val="0"/>
    <w:pPr>
      <w:spacing w:before="312" w:after="312" w:line="360" w:lineRule="auto"/>
      <w:textAlignment w:val="auto"/>
    </w:pPr>
    <w:rPr>
      <w:rFonts w:ascii="方正大黑简体" w:eastAsia="方正大黑简体"/>
      <w:sz w:val="48"/>
      <w:szCs w:val="48"/>
    </w:rPr>
  </w:style>
  <w:style w:type="paragraph" w:customStyle="1" w:styleId="123">
    <w:name w:val="TOC 标题2"/>
    <w:basedOn w:val="3"/>
    <w:next w:val="1"/>
    <w:semiHidden/>
    <w:qFormat/>
    <w:uiPriority w:val="39"/>
    <w:pPr>
      <w:keepNext/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124">
    <w:name w:val="列出段落2"/>
    <w:basedOn w:val="1"/>
    <w:semiHidden/>
    <w:qFormat/>
    <w:uiPriority w:val="34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25">
    <w:name w:val="TOC 标题3"/>
    <w:basedOn w:val="3"/>
    <w:next w:val="1"/>
    <w:semiHidden/>
    <w:qFormat/>
    <w:uiPriority w:val="39"/>
    <w:pPr>
      <w:keepNext/>
      <w:keepLines/>
      <w:spacing w:before="480" w:line="276" w:lineRule="auto"/>
      <w:jc w:val="left"/>
      <w:outlineLvl w:val="9"/>
    </w:pPr>
    <w:rPr>
      <w:rFonts w:ascii="Cambria" w:hAnsi="Cambria" w:cs="黑体"/>
      <w:b/>
      <w:bCs/>
      <w:color w:val="365F90"/>
      <w:sz w:val="28"/>
      <w:szCs w:val="28"/>
    </w:rPr>
  </w:style>
  <w:style w:type="paragraph" w:customStyle="1" w:styleId="126">
    <w:name w:val="017讲义题目来源、题目说明"/>
    <w:next w:val="1"/>
    <w:link w:val="207"/>
    <w:semiHidden/>
    <w:qFormat/>
    <w:uiPriority w:val="0"/>
    <w:pPr>
      <w:spacing w:line="300" w:lineRule="auto"/>
      <w:jc w:val="both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127">
    <w:name w:val="0第五部分"/>
    <w:basedOn w:val="1"/>
    <w:semiHidden/>
    <w:qFormat/>
    <w:uiPriority w:val="0"/>
    <w:pPr>
      <w:keepNext/>
      <w:keepLines/>
      <w:spacing w:beforeLines="100" w:after="100" w:line="240" w:lineRule="auto"/>
      <w:jc w:val="center"/>
      <w:outlineLvl w:val="0"/>
    </w:pPr>
    <w:rPr>
      <w:rFonts w:eastAsia="黑体" w:cs="宋体"/>
      <w:sz w:val="28"/>
      <w:szCs w:val="20"/>
    </w:rPr>
  </w:style>
  <w:style w:type="paragraph" w:customStyle="1" w:styleId="128">
    <w:name w:val="0参考时限"/>
    <w:basedOn w:val="1"/>
    <w:semiHidden/>
    <w:qFormat/>
    <w:uiPriority w:val="0"/>
    <w:pPr>
      <w:spacing w:afterLines="150" w:line="240" w:lineRule="auto"/>
      <w:jc w:val="center"/>
    </w:pPr>
    <w:rPr>
      <w:rFonts w:eastAsia="黑体" w:cs="宋体"/>
      <w:szCs w:val="20"/>
    </w:rPr>
  </w:style>
  <w:style w:type="paragraph" w:customStyle="1" w:styleId="129">
    <w:name w:val="0题前说明"/>
    <w:basedOn w:val="1"/>
    <w:semiHidden/>
    <w:qFormat/>
    <w:uiPriority w:val="0"/>
    <w:pPr>
      <w:widowControl/>
      <w:spacing w:beforeLines="100" w:line="240" w:lineRule="auto"/>
      <w:ind w:firstLine="422" w:firstLineChars="200"/>
    </w:pPr>
    <w:rPr>
      <w:rFonts w:eastAsia="黑体" w:cs="宋体"/>
      <w:b/>
      <w:bCs/>
      <w:kern w:val="0"/>
      <w:szCs w:val="20"/>
    </w:rPr>
  </w:style>
  <w:style w:type="paragraph" w:customStyle="1" w:styleId="130">
    <w:name w:val="0正文"/>
    <w:basedOn w:val="1"/>
    <w:link w:val="222"/>
    <w:semiHidden/>
    <w:qFormat/>
    <w:uiPriority w:val="0"/>
    <w:pPr>
      <w:spacing w:line="360" w:lineRule="auto"/>
      <w:ind w:firstLine="420" w:firstLineChars="200"/>
    </w:pPr>
    <w:rPr>
      <w:rFonts w:hAnsi="宋体" w:eastAsia="仿宋_GB2312" w:cs="宋体"/>
      <w:szCs w:val="20"/>
    </w:rPr>
  </w:style>
  <w:style w:type="paragraph" w:customStyle="1" w:styleId="131">
    <w:name w:val="0表题"/>
    <w:basedOn w:val="1"/>
    <w:link w:val="220"/>
    <w:semiHidden/>
    <w:qFormat/>
    <w:uiPriority w:val="0"/>
    <w:pPr>
      <w:spacing w:line="360" w:lineRule="auto"/>
      <w:jc w:val="center"/>
    </w:pPr>
    <w:rPr>
      <w:rFonts w:ascii="仿宋_GB2312" w:hAnsi="宋体" w:eastAsia="仿宋_GB2312" w:cs="宋体"/>
      <w:b/>
      <w:bCs/>
      <w:szCs w:val="20"/>
    </w:rPr>
  </w:style>
  <w:style w:type="paragraph" w:customStyle="1" w:styleId="132">
    <w:name w:val="0题干"/>
    <w:basedOn w:val="1"/>
    <w:semiHidden/>
    <w:qFormat/>
    <w:uiPriority w:val="0"/>
    <w:pPr>
      <w:widowControl/>
      <w:spacing w:line="360" w:lineRule="auto"/>
      <w:ind w:left="525" w:hanging="525" w:hangingChars="250"/>
    </w:pPr>
    <w:rPr>
      <w:rFonts w:eastAsia="仿宋_GB2312" w:cs="宋体"/>
      <w:kern w:val="0"/>
      <w:szCs w:val="20"/>
    </w:rPr>
  </w:style>
  <w:style w:type="paragraph" w:customStyle="1" w:styleId="133">
    <w:name w:val="0选项"/>
    <w:basedOn w:val="1"/>
    <w:semiHidden/>
    <w:qFormat/>
    <w:uiPriority w:val="0"/>
    <w:pPr>
      <w:widowControl/>
      <w:spacing w:line="360" w:lineRule="auto"/>
      <w:ind w:left="735" w:leftChars="250" w:hanging="210" w:hangingChars="100"/>
    </w:pPr>
    <w:rPr>
      <w:rFonts w:eastAsia="仿宋_GB2312" w:cs="宋体"/>
      <w:kern w:val="0"/>
      <w:szCs w:val="20"/>
    </w:rPr>
  </w:style>
  <w:style w:type="paragraph" w:customStyle="1" w:styleId="134">
    <w:name w:val="017试卷 第？部分"/>
    <w:basedOn w:val="46"/>
    <w:link w:val="212"/>
    <w:qFormat/>
    <w:uiPriority w:val="0"/>
    <w:pPr>
      <w:spacing w:before="312"/>
    </w:pPr>
  </w:style>
  <w:style w:type="paragraph" w:customStyle="1" w:styleId="135">
    <w:name w:val="017试卷 第？题 参考时限？分钟"/>
    <w:basedOn w:val="45"/>
    <w:link w:val="214"/>
    <w:qFormat/>
    <w:uiPriority w:val="0"/>
    <w:pPr>
      <w:spacing w:after="468"/>
    </w:pPr>
  </w:style>
  <w:style w:type="paragraph" w:customStyle="1" w:styleId="136">
    <w:name w:val="017试卷 题干（第一个回车前）"/>
    <w:basedOn w:val="132"/>
    <w:qFormat/>
    <w:uiPriority w:val="0"/>
    <w:pPr>
      <w:ind w:left="0" w:hanging="527"/>
    </w:pPr>
  </w:style>
  <w:style w:type="paragraph" w:customStyle="1" w:styleId="137">
    <w:name w:val="017试卷 选项（以及题干第一个回车后）"/>
    <w:basedOn w:val="133"/>
    <w:qFormat/>
    <w:uiPriority w:val="0"/>
    <w:pPr>
      <w:ind w:left="250"/>
    </w:pPr>
  </w:style>
  <w:style w:type="paragraph" w:customStyle="1" w:styleId="138">
    <w:name w:val="017试卷 注释"/>
    <w:basedOn w:val="130"/>
    <w:qFormat/>
    <w:uiPriority w:val="0"/>
    <w:pPr>
      <w:ind w:firstLine="360"/>
    </w:pPr>
    <w:rPr>
      <w:sz w:val="18"/>
    </w:rPr>
  </w:style>
  <w:style w:type="paragraph" w:customStyle="1" w:styleId="139">
    <w:name w:val="017试卷 表内标题"/>
    <w:basedOn w:val="1"/>
    <w:link w:val="218"/>
    <w:qFormat/>
    <w:uiPriority w:val="0"/>
    <w:pPr>
      <w:widowControl/>
      <w:spacing w:line="240" w:lineRule="auto"/>
      <w:jc w:val="center"/>
      <w:textAlignment w:val="center"/>
    </w:pPr>
    <w:rPr>
      <w:rFonts w:eastAsia="楷体_GB2312"/>
      <w:b/>
      <w:sz w:val="18"/>
      <w:szCs w:val="18"/>
    </w:rPr>
  </w:style>
  <w:style w:type="paragraph" w:customStyle="1" w:styleId="140">
    <w:name w:val="017试卷 表内正文"/>
    <w:basedOn w:val="1"/>
    <w:link w:val="219"/>
    <w:qFormat/>
    <w:uiPriority w:val="0"/>
    <w:pPr>
      <w:widowControl/>
      <w:jc w:val="center"/>
    </w:pPr>
    <w:rPr>
      <w:rFonts w:eastAsia="楷体_GB2312"/>
      <w:kern w:val="0"/>
      <w:sz w:val="18"/>
      <w:szCs w:val="18"/>
    </w:rPr>
  </w:style>
  <w:style w:type="paragraph" w:customStyle="1" w:styleId="141">
    <w:name w:val="017试卷 图（表）题"/>
    <w:basedOn w:val="131"/>
    <w:link w:val="221"/>
    <w:qFormat/>
    <w:uiPriority w:val="0"/>
    <w:rPr>
      <w:rFonts w:ascii="Times New Roman" w:hAnsi="Times New Roman" w:cs="Times New Roman"/>
    </w:rPr>
  </w:style>
  <w:style w:type="paragraph" w:customStyle="1" w:styleId="142">
    <w:name w:val="017试卷 题型说明"/>
    <w:basedOn w:val="43"/>
    <w:qFormat/>
    <w:uiPriority w:val="99"/>
    <w:pPr>
      <w:spacing w:before="312" w:after="312"/>
      <w:ind w:firstLine="422"/>
    </w:pPr>
    <w:rPr>
      <w:rFonts w:cs="宋体"/>
      <w:bCs/>
      <w:szCs w:val="20"/>
    </w:rPr>
  </w:style>
  <w:style w:type="paragraph" w:customStyle="1" w:styleId="143">
    <w:name w:val="017试卷 “请开始答题”五字"/>
    <w:basedOn w:val="37"/>
    <w:qFormat/>
    <w:uiPriority w:val="0"/>
    <w:pPr>
      <w:spacing w:before="312"/>
    </w:pPr>
    <w:rPr>
      <w:rFonts w:cs="宋体"/>
      <w:bCs/>
      <w:szCs w:val="20"/>
    </w:rPr>
  </w:style>
  <w:style w:type="paragraph" w:customStyle="1" w:styleId="144">
    <w:name w:val="017试卷 结束语"/>
    <w:basedOn w:val="38"/>
    <w:qFormat/>
    <w:uiPriority w:val="0"/>
    <w:rPr>
      <w:rFonts w:ascii="宋体" w:hAnsi="宋体"/>
    </w:rPr>
  </w:style>
  <w:style w:type="paragraph" w:customStyle="1" w:styleId="145">
    <w:name w:val="017试卷 图形及表格"/>
    <w:basedOn w:val="1"/>
    <w:qFormat/>
    <w:uiPriority w:val="0"/>
    <w:pPr>
      <w:jc w:val="center"/>
    </w:pPr>
    <w:rPr>
      <w:rFonts w:cs="宋体"/>
      <w:szCs w:val="20"/>
    </w:rPr>
  </w:style>
  <w:style w:type="paragraph" w:customStyle="1" w:styleId="146">
    <w:name w:val="017试卷 题目材料"/>
    <w:basedOn w:val="130"/>
    <w:link w:val="223"/>
    <w:qFormat/>
    <w:uiPriority w:val="0"/>
  </w:style>
  <w:style w:type="paragraph" w:customStyle="1" w:styleId="147">
    <w:name w:val="样式 方正小标宋_GBK (符号) 黑体 小二 居中 首行缩进:  1.18 字符"/>
    <w:basedOn w:val="1"/>
    <w:qFormat/>
    <w:uiPriority w:val="0"/>
    <w:pPr>
      <w:spacing w:beforeLines="100" w:afterLines="50" w:line="360" w:lineRule="auto"/>
      <w:ind w:firstLine="118" w:firstLineChars="118"/>
      <w:jc w:val="center"/>
    </w:pPr>
    <w:rPr>
      <w:rFonts w:ascii="方正小标宋_GBK" w:hAnsi="黑体" w:eastAsia="方正小标宋_GBK" w:cs="宋体"/>
      <w:sz w:val="36"/>
      <w:szCs w:val="20"/>
    </w:rPr>
  </w:style>
  <w:style w:type="character" w:customStyle="1" w:styleId="148">
    <w:name w:val="标题 1 Char"/>
    <w:link w:val="3"/>
    <w:semiHidden/>
    <w:qFormat/>
    <w:uiPriority w:val="0"/>
  </w:style>
  <w:style w:type="character" w:customStyle="1" w:styleId="149">
    <w:name w:val="标题 2 Char"/>
    <w:link w:val="4"/>
    <w:semiHidden/>
    <w:qFormat/>
    <w:uiPriority w:val="0"/>
    <w:rPr>
      <w:rFonts w:ascii="黑体" w:eastAsia="黑体"/>
      <w:sz w:val="36"/>
      <w:szCs w:val="36"/>
    </w:rPr>
  </w:style>
  <w:style w:type="character" w:customStyle="1" w:styleId="150">
    <w:name w:val="标题 3 Char"/>
    <w:link w:val="5"/>
    <w:semiHidden/>
    <w:qFormat/>
    <w:uiPriority w:val="0"/>
    <w:rPr>
      <w:rFonts w:eastAsia="黑体"/>
      <w:bCs/>
      <w:sz w:val="32"/>
      <w:szCs w:val="32"/>
    </w:rPr>
  </w:style>
  <w:style w:type="character" w:customStyle="1" w:styleId="151">
    <w:name w:val="标题 4 Char"/>
    <w:link w:val="6"/>
    <w:semiHidden/>
    <w:qFormat/>
    <w:uiPriority w:val="0"/>
    <w:rPr>
      <w:rFonts w:ascii="Arial" w:hAnsi="Arial" w:eastAsia="黑体"/>
      <w:b/>
      <w:bCs/>
      <w:sz w:val="28"/>
      <w:szCs w:val="28"/>
    </w:rPr>
  </w:style>
  <w:style w:type="character" w:customStyle="1" w:styleId="152">
    <w:name w:val="标题 5 Char"/>
    <w:link w:val="7"/>
    <w:semiHidden/>
    <w:qFormat/>
    <w:uiPriority w:val="0"/>
    <w:rPr>
      <w:b/>
      <w:bCs/>
      <w:sz w:val="28"/>
      <w:szCs w:val="28"/>
    </w:rPr>
  </w:style>
  <w:style w:type="character" w:customStyle="1" w:styleId="153">
    <w:name w:val="标题 6 Char"/>
    <w:link w:val="8"/>
    <w:semiHidden/>
    <w:qFormat/>
    <w:uiPriority w:val="0"/>
    <w:rPr>
      <w:rFonts w:ascii="Arial" w:hAnsi="Arial" w:eastAsia="黑体"/>
      <w:b/>
      <w:bCs/>
      <w:sz w:val="24"/>
    </w:rPr>
  </w:style>
  <w:style w:type="character" w:customStyle="1" w:styleId="154">
    <w:name w:val="文档结构图 Char"/>
    <w:basedOn w:val="23"/>
    <w:link w:val="13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155">
    <w:name w:val="页眉 Char"/>
    <w:basedOn w:val="23"/>
    <w:link w:val="18"/>
    <w:qFormat/>
    <w:uiPriority w:val="0"/>
    <w:rPr>
      <w:kern w:val="2"/>
      <w:sz w:val="18"/>
      <w:szCs w:val="18"/>
    </w:rPr>
  </w:style>
  <w:style w:type="character" w:customStyle="1" w:styleId="156">
    <w:name w:val="H-5级标题 （一） Char"/>
    <w:link w:val="31"/>
    <w:semiHidden/>
    <w:qFormat/>
    <w:uiPriority w:val="0"/>
    <w:rPr>
      <w:rFonts w:eastAsia="黑体"/>
      <w:bCs/>
      <w:sz w:val="24"/>
      <w:szCs w:val="28"/>
    </w:rPr>
  </w:style>
  <w:style w:type="character" w:customStyle="1" w:styleId="157">
    <w:name w:val="W-题目来源、题目说明 Char"/>
    <w:link w:val="34"/>
    <w:semiHidden/>
    <w:qFormat/>
    <w:uiPriority w:val="0"/>
    <w:rPr>
      <w:color w:val="0000FF"/>
      <w:lang w:val="en-US" w:eastAsia="zh-CN" w:bidi="ar-SA"/>
    </w:rPr>
  </w:style>
  <w:style w:type="character" w:customStyle="1" w:styleId="158">
    <w:name w:val="H-4级标题 一、 Char"/>
    <w:link w:val="35"/>
    <w:semiHidden/>
    <w:qFormat/>
    <w:uiPriority w:val="0"/>
    <w:rPr>
      <w:rFonts w:eastAsia="黑体"/>
      <w:bCs/>
      <w:sz w:val="28"/>
      <w:szCs w:val="28"/>
    </w:rPr>
  </w:style>
  <w:style w:type="character" w:customStyle="1" w:styleId="159">
    <w:name w:val="W-讲义答案和解析 Char Char Char"/>
    <w:link w:val="36"/>
    <w:semiHidden/>
    <w:qFormat/>
    <w:uiPriority w:val="99"/>
    <w:rPr>
      <w:color w:val="FF0000"/>
      <w:szCs w:val="22"/>
      <w:lang w:bidi="ar-SA"/>
    </w:rPr>
  </w:style>
  <w:style w:type="character" w:customStyle="1" w:styleId="160">
    <w:name w:val="页脚 Char"/>
    <w:basedOn w:val="23"/>
    <w:link w:val="17"/>
    <w:semiHidden/>
    <w:qFormat/>
    <w:uiPriority w:val="99"/>
    <w:rPr>
      <w:kern w:val="2"/>
      <w:szCs w:val="24"/>
    </w:rPr>
  </w:style>
  <w:style w:type="character" w:customStyle="1" w:styleId="161">
    <w:name w:val="批注框文本 Char"/>
    <w:basedOn w:val="23"/>
    <w:link w:val="16"/>
    <w:semiHidden/>
    <w:qFormat/>
    <w:uiPriority w:val="99"/>
    <w:rPr>
      <w:kern w:val="2"/>
      <w:sz w:val="18"/>
      <w:szCs w:val="18"/>
    </w:rPr>
  </w:style>
  <w:style w:type="character" w:customStyle="1" w:styleId="162">
    <w:name w:val="W-讲义5级（一） Char Char"/>
    <w:link w:val="52"/>
    <w:semiHidden/>
    <w:qFormat/>
    <w:uiPriority w:val="0"/>
    <w:rPr>
      <w:b/>
      <w:bCs/>
      <w:sz w:val="24"/>
      <w:szCs w:val="28"/>
    </w:rPr>
  </w:style>
  <w:style w:type="character" w:customStyle="1" w:styleId="163">
    <w:name w:val="W-标题后说明信息和题目来源 Char Char"/>
    <w:link w:val="54"/>
    <w:semiHidden/>
    <w:qFormat/>
    <w:uiPriority w:val="0"/>
    <w:rPr>
      <w:color w:val="0000FF"/>
      <w:lang w:val="en-US" w:eastAsia="zh-CN" w:bidi="ar-SA"/>
    </w:rPr>
  </w:style>
  <w:style w:type="character" w:customStyle="1" w:styleId="164">
    <w:name w:val="W-讲义4级一、 Char Char"/>
    <w:link w:val="55"/>
    <w:semiHidden/>
    <w:qFormat/>
    <w:uiPriority w:val="99"/>
    <w:rPr>
      <w:b/>
      <w:kern w:val="2"/>
      <w:sz w:val="28"/>
      <w:szCs w:val="20"/>
    </w:rPr>
  </w:style>
  <w:style w:type="character" w:customStyle="1" w:styleId="165">
    <w:name w:val="讲义题目、选项{858D7CFB-ED40-4347-BF05-701D383B685F}"/>
    <w:link w:val="69"/>
    <w:semiHidden/>
    <w:qFormat/>
    <w:uiPriority w:val="0"/>
    <w:rPr>
      <w:sz w:val="21"/>
      <w:szCs w:val="21"/>
      <w:lang w:val="en-US" w:eastAsia="zh-CN" w:bidi="ar-SA"/>
    </w:rPr>
  </w:style>
  <w:style w:type="character" w:customStyle="1" w:styleId="166">
    <w:name w:val="请开始答题、题目、选项{858D7CFB-ED40-4347-BF05-701D383B685F}"/>
    <w:link w:val="73"/>
    <w:semiHidden/>
    <w:qFormat/>
    <w:uiPriority w:val="0"/>
    <w:rPr>
      <w:rFonts w:eastAsia="Times New Roman"/>
      <w:lang w:val="en-US" w:eastAsia="zh-CN" w:bidi="ar-SA"/>
    </w:rPr>
  </w:style>
  <w:style w:type="character" w:customStyle="1" w:styleId="167">
    <w:name w:val="W-请开始答题、题目、选项 Char Char"/>
    <w:link w:val="76"/>
    <w:qFormat/>
    <w:uiPriority w:val="0"/>
    <w:rPr>
      <w:szCs w:val="22"/>
      <w:lang w:bidi="ar-SA"/>
    </w:rPr>
  </w:style>
  <w:style w:type="character" w:customStyle="1" w:styleId="168">
    <w:name w:val="14讲义题目来源、题目说明 Char"/>
    <w:link w:val="79"/>
    <w:semiHidden/>
    <w:qFormat/>
    <w:uiPriority w:val="0"/>
    <w:rPr>
      <w:color w:val="0000FF"/>
      <w:lang w:val="en-US" w:eastAsia="zh-CN" w:bidi="ar-SA"/>
    </w:rPr>
  </w:style>
  <w:style w:type="character" w:customStyle="1" w:styleId="169">
    <w:name w:val="14讲义题目、选项、请开始答题 Char"/>
    <w:link w:val="80"/>
    <w:qFormat/>
    <w:uiPriority w:val="0"/>
    <w:rPr>
      <w:sz w:val="21"/>
      <w:szCs w:val="21"/>
      <w:lang w:val="en-US" w:eastAsia="zh-CN" w:bidi="ar-SA"/>
    </w:rPr>
  </w:style>
  <w:style w:type="character" w:customStyle="1" w:styleId="170">
    <w:name w:val="14讲义题目答案和解析 Char"/>
    <w:basedOn w:val="23"/>
    <w:link w:val="81"/>
    <w:semiHidden/>
    <w:qFormat/>
    <w:uiPriority w:val="0"/>
    <w:rPr>
      <w:color w:val="FF0000"/>
      <w:sz w:val="21"/>
      <w:szCs w:val="21"/>
      <w:lang w:val="en-US" w:eastAsia="zh-CN" w:bidi="ar-SA"/>
    </w:rPr>
  </w:style>
  <w:style w:type="character" w:customStyle="1" w:styleId="171">
    <w:name w:val="14讲义1级标题 部分、篇 Char"/>
    <w:basedOn w:val="23"/>
    <w:link w:val="88"/>
    <w:semiHidden/>
    <w:qFormat/>
    <w:uiPriority w:val="0"/>
    <w:rPr>
      <w:rFonts w:ascii="黑体" w:eastAsia="黑体"/>
      <w:kern w:val="2"/>
      <w:sz w:val="44"/>
      <w:szCs w:val="44"/>
    </w:rPr>
  </w:style>
  <w:style w:type="character" w:customStyle="1" w:styleId="172">
    <w:name w:val="14讲义2级标题 章 Char"/>
    <w:basedOn w:val="23"/>
    <w:link w:val="89"/>
    <w:semiHidden/>
    <w:qFormat/>
    <w:uiPriority w:val="0"/>
    <w:rPr>
      <w:rFonts w:ascii="黑体" w:eastAsia="黑体"/>
      <w:kern w:val="2"/>
      <w:sz w:val="32"/>
      <w:szCs w:val="32"/>
    </w:rPr>
  </w:style>
  <w:style w:type="character" w:customStyle="1" w:styleId="173">
    <w:name w:val="14讲义3级标题 节 Char"/>
    <w:basedOn w:val="23"/>
    <w:link w:val="90"/>
    <w:semiHidden/>
    <w:qFormat/>
    <w:uiPriority w:val="0"/>
    <w:rPr>
      <w:rFonts w:ascii="黑体" w:eastAsia="黑体"/>
      <w:kern w:val="2"/>
      <w:sz w:val="30"/>
      <w:szCs w:val="30"/>
    </w:rPr>
  </w:style>
  <w:style w:type="character" w:customStyle="1" w:styleId="174">
    <w:name w:val="14讲义4级标题 一、 Char"/>
    <w:basedOn w:val="23"/>
    <w:link w:val="91"/>
    <w:semiHidden/>
    <w:qFormat/>
    <w:uiPriority w:val="0"/>
    <w:rPr>
      <w:rFonts w:ascii="黑体" w:eastAsia="黑体"/>
      <w:kern w:val="2"/>
      <w:sz w:val="28"/>
      <w:szCs w:val="28"/>
    </w:rPr>
  </w:style>
  <w:style w:type="character" w:customStyle="1" w:styleId="175">
    <w:name w:val="14讲义5级标题 （五） Char"/>
    <w:basedOn w:val="23"/>
    <w:link w:val="92"/>
    <w:semiHidden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176">
    <w:name w:val="14讲义6级标题 1． Char"/>
    <w:basedOn w:val="23"/>
    <w:link w:val="93"/>
    <w:semiHidden/>
    <w:qFormat/>
    <w:uiPriority w:val="0"/>
    <w:rPr>
      <w:kern w:val="2"/>
      <w:szCs w:val="24"/>
    </w:rPr>
  </w:style>
  <w:style w:type="character" w:customStyle="1" w:styleId="177">
    <w:name w:val="14讲义7级标题 （1） Char"/>
    <w:basedOn w:val="23"/>
    <w:link w:val="94"/>
    <w:semiHidden/>
    <w:qFormat/>
    <w:uiPriority w:val="0"/>
    <w:rPr>
      <w:kern w:val="2"/>
      <w:szCs w:val="24"/>
    </w:rPr>
  </w:style>
  <w:style w:type="character" w:customStyle="1" w:styleId="178">
    <w:name w:val="14讲义8级标题 ① Char"/>
    <w:basedOn w:val="23"/>
    <w:link w:val="95"/>
    <w:semiHidden/>
    <w:qFormat/>
    <w:uiPriority w:val="0"/>
    <w:rPr>
      <w:kern w:val="2"/>
      <w:szCs w:val="24"/>
    </w:rPr>
  </w:style>
  <w:style w:type="character" w:customStyle="1" w:styleId="179">
    <w:name w:val="2014讲义 正文 Char"/>
    <w:basedOn w:val="23"/>
    <w:link w:val="96"/>
    <w:semiHidden/>
    <w:qFormat/>
    <w:uiPriority w:val="0"/>
    <w:rPr>
      <w:kern w:val="2"/>
      <w:szCs w:val="24"/>
    </w:rPr>
  </w:style>
  <w:style w:type="character" w:customStyle="1" w:styleId="180">
    <w:name w:val="2014讲义 表题 Char"/>
    <w:basedOn w:val="23"/>
    <w:link w:val="97"/>
    <w:semiHidden/>
    <w:qFormat/>
    <w:uiPriority w:val="0"/>
    <w:rPr>
      <w:rFonts w:ascii="宋体" w:hAnsi="宋体" w:eastAsia="宋体"/>
      <w:kern w:val="2"/>
      <w:sz w:val="18"/>
      <w:szCs w:val="18"/>
    </w:rPr>
  </w:style>
  <w:style w:type="character" w:customStyle="1" w:styleId="181">
    <w:name w:val="2014讲义 图题 Char"/>
    <w:basedOn w:val="179"/>
    <w:link w:val="98"/>
    <w:semiHidden/>
    <w:qFormat/>
    <w:uiPriority w:val="0"/>
    <w:rPr>
      <w:kern w:val="2"/>
      <w:sz w:val="18"/>
      <w:szCs w:val="18"/>
    </w:rPr>
  </w:style>
  <w:style w:type="character" w:customStyle="1" w:styleId="182">
    <w:name w:val="首行悬挂 Char"/>
    <w:link w:val="102"/>
    <w:semiHidden/>
    <w:qFormat/>
    <w:uiPriority w:val="0"/>
    <w:rPr>
      <w:sz w:val="20"/>
      <w:szCs w:val="20"/>
    </w:rPr>
  </w:style>
  <w:style w:type="character" w:customStyle="1" w:styleId="183">
    <w:name w:val="正文文本 Char"/>
    <w:basedOn w:val="23"/>
    <w:link w:val="12"/>
    <w:semiHidden/>
    <w:qFormat/>
    <w:uiPriority w:val="0"/>
    <w:rPr>
      <w:kern w:val="2"/>
      <w:szCs w:val="24"/>
    </w:rPr>
  </w:style>
  <w:style w:type="character" w:customStyle="1" w:styleId="184">
    <w:name w:val="正文首行缩进 Char"/>
    <w:basedOn w:val="183"/>
    <w:link w:val="11"/>
    <w:semiHidden/>
    <w:qFormat/>
    <w:uiPriority w:val="0"/>
    <w:rPr>
      <w:kern w:val="2"/>
      <w:szCs w:val="20"/>
    </w:rPr>
  </w:style>
  <w:style w:type="character" w:customStyle="1" w:styleId="185">
    <w:name w:val="15"/>
    <w:semiHidden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186">
    <w:name w:val="讲义题目、选项[858D7CFB-ED40-4347-BF05-701D383B685F]2"/>
    <w:semiHidden/>
    <w:qFormat/>
    <w:uiPriority w:val="0"/>
    <w:rPr>
      <w:sz w:val="21"/>
    </w:rPr>
  </w:style>
  <w:style w:type="character" w:customStyle="1" w:styleId="187">
    <w:name w:val="W-讲义答案和解析 Char Char"/>
    <w:semiHidden/>
    <w:qFormat/>
    <w:uiPriority w:val="0"/>
    <w:rPr>
      <w:color w:val="FF0000"/>
      <w:sz w:val="21"/>
      <w:szCs w:val="21"/>
      <w:lang w:bidi="ar-SA"/>
    </w:rPr>
  </w:style>
  <w:style w:type="character" w:customStyle="1" w:styleId="188">
    <w:name w:val="请开始答题、题目、选项 Char Char"/>
    <w:semiHidden/>
    <w:qFormat/>
    <w:uiPriority w:val="0"/>
    <w:rPr>
      <w:sz w:val="21"/>
    </w:rPr>
  </w:style>
  <w:style w:type="character" w:customStyle="1" w:styleId="189">
    <w:name w:val="W-标题后说明信息和题目来源 Char"/>
    <w:semiHidden/>
    <w:qFormat/>
    <w:uiPriority w:val="0"/>
    <w:rPr>
      <w:color w:val="0000FF"/>
      <w:sz w:val="21"/>
      <w:lang w:val="en-US" w:eastAsia="zh-CN" w:bidi="ar-SA"/>
    </w:rPr>
  </w:style>
  <w:style w:type="character" w:customStyle="1" w:styleId="190">
    <w:name w:val="TOC 标题1 Char"/>
    <w:basedOn w:val="148"/>
    <w:link w:val="108"/>
    <w:semiHidden/>
    <w:qFormat/>
    <w:uiPriority w:val="99"/>
    <w:rPr>
      <w:rFonts w:ascii="Cambria" w:hAnsi="Cambria"/>
      <w:bCs/>
      <w:color w:val="365F91"/>
      <w:sz w:val="28"/>
      <w:szCs w:val="28"/>
    </w:rPr>
  </w:style>
  <w:style w:type="character" w:customStyle="1" w:styleId="191">
    <w:name w:val="017讲义1级标题 篇 Char"/>
    <w:basedOn w:val="23"/>
    <w:link w:val="109"/>
    <w:semiHidden/>
    <w:qFormat/>
    <w:uiPriority w:val="0"/>
    <w:rPr>
      <w:rFonts w:eastAsia="黑体"/>
      <w:b/>
    </w:rPr>
  </w:style>
  <w:style w:type="character" w:customStyle="1" w:styleId="192">
    <w:name w:val="017讲义2级标题 章 Char"/>
    <w:basedOn w:val="23"/>
    <w:link w:val="111"/>
    <w:semiHidden/>
    <w:qFormat/>
    <w:uiPriority w:val="0"/>
    <w:rPr>
      <w:rFonts w:eastAsia="方正粗宋简体"/>
      <w:sz w:val="32"/>
      <w:szCs w:val="29"/>
    </w:rPr>
  </w:style>
  <w:style w:type="character" w:customStyle="1" w:styleId="193">
    <w:name w:val="017讲义3级标题 节 Char"/>
    <w:basedOn w:val="23"/>
    <w:link w:val="112"/>
    <w:semiHidden/>
    <w:qFormat/>
    <w:uiPriority w:val="0"/>
    <w:rPr>
      <w:rFonts w:eastAsia="黑体"/>
      <w:bCs/>
      <w:sz w:val="29"/>
      <w:szCs w:val="27"/>
    </w:rPr>
  </w:style>
  <w:style w:type="character" w:customStyle="1" w:styleId="194">
    <w:name w:val="017讲义4级标题 一、 Char"/>
    <w:basedOn w:val="23"/>
    <w:link w:val="113"/>
    <w:semiHidden/>
    <w:qFormat/>
    <w:uiPriority w:val="0"/>
    <w:rPr>
      <w:rFonts w:eastAsia="黑体"/>
      <w:bCs/>
      <w:sz w:val="25"/>
      <w:szCs w:val="25"/>
    </w:rPr>
  </w:style>
  <w:style w:type="character" w:customStyle="1" w:styleId="195">
    <w:name w:val="017讲义5级标题 （一） Char"/>
    <w:basedOn w:val="23"/>
    <w:link w:val="114"/>
    <w:semiHidden/>
    <w:qFormat/>
    <w:uiPriority w:val="0"/>
    <w:rPr>
      <w:rFonts w:eastAsia="方正小标宋简体"/>
      <w:bCs/>
      <w:sz w:val="23"/>
      <w:szCs w:val="23"/>
    </w:rPr>
  </w:style>
  <w:style w:type="character" w:customStyle="1" w:styleId="196">
    <w:name w:val="017讲义题目、选项、请开始答题 Char"/>
    <w:link w:val="115"/>
    <w:semiHidden/>
    <w:qFormat/>
    <w:uiPriority w:val="0"/>
    <w:rPr>
      <w:sz w:val="21"/>
      <w:szCs w:val="21"/>
      <w:lang w:val="en-US" w:eastAsia="zh-CN" w:bidi="ar-SA"/>
    </w:rPr>
  </w:style>
  <w:style w:type="character" w:customStyle="1" w:styleId="197">
    <w:name w:val="017试卷 答案及解析 Char"/>
    <w:basedOn w:val="23"/>
    <w:link w:val="116"/>
    <w:qFormat/>
    <w:uiPriority w:val="99"/>
    <w:rPr>
      <w:color w:val="FF0000"/>
      <w:sz w:val="21"/>
      <w:szCs w:val="21"/>
      <w:lang w:val="en-US" w:eastAsia="zh-CN" w:bidi="ar-SA"/>
    </w:rPr>
  </w:style>
  <w:style w:type="character" w:customStyle="1" w:styleId="198">
    <w:name w:val="017讲义图片 Char"/>
    <w:basedOn w:val="23"/>
    <w:link w:val="117"/>
    <w:semiHidden/>
    <w:qFormat/>
    <w:uiPriority w:val="0"/>
  </w:style>
  <w:style w:type="character" w:customStyle="1" w:styleId="199">
    <w:name w:val="一 Char Char"/>
    <w:link w:val="118"/>
    <w:semiHidden/>
    <w:qFormat/>
    <w:locked/>
    <w:uiPriority w:val="0"/>
    <w:rPr>
      <w:rFonts w:ascii="方正大黑简体" w:hAnsi="Arial" w:eastAsia="方正大黑简体"/>
      <w:b/>
      <w:kern w:val="2"/>
      <w:sz w:val="28"/>
      <w:szCs w:val="20"/>
    </w:rPr>
  </w:style>
  <w:style w:type="character" w:customStyle="1" w:styleId="200">
    <w:name w:val="题目[858D7CFB-ED40-4347-BF05-701D383B685F]"/>
    <w:link w:val="120"/>
    <w:semiHidden/>
    <w:qFormat/>
    <w:locked/>
    <w:uiPriority w:val="0"/>
    <w:rPr>
      <w:szCs w:val="22"/>
      <w:lang w:bidi="ar-SA"/>
    </w:rPr>
  </w:style>
  <w:style w:type="character" w:customStyle="1" w:styleId="201">
    <w:name w:val="章 Char"/>
    <w:basedOn w:val="202"/>
    <w:link w:val="122"/>
    <w:semiHidden/>
    <w:qFormat/>
    <w:uiPriority w:val="0"/>
    <w:rPr>
      <w:rFonts w:ascii="方正大黑简体" w:eastAsia="方正大黑简体"/>
      <w:kern w:val="2"/>
      <w:sz w:val="48"/>
      <w:szCs w:val="48"/>
    </w:rPr>
  </w:style>
  <w:style w:type="character" w:customStyle="1" w:styleId="202">
    <w:name w:val="W-讲义2级章 Char"/>
    <w:basedOn w:val="149"/>
    <w:link w:val="57"/>
    <w:semiHidden/>
    <w:qFormat/>
    <w:uiPriority w:val="99"/>
    <w:rPr>
      <w:rFonts w:ascii="黑体" w:eastAsia="黑体"/>
      <w:kern w:val="2"/>
      <w:sz w:val="36"/>
      <w:szCs w:val="36"/>
    </w:rPr>
  </w:style>
  <w:style w:type="character" w:customStyle="1" w:styleId="203">
    <w:name w:val="标题 7 Char"/>
    <w:basedOn w:val="23"/>
    <w:link w:val="9"/>
    <w:semiHidden/>
    <w:qFormat/>
    <w:uiPriority w:val="0"/>
    <w:rPr>
      <w:b/>
      <w:bCs/>
      <w:sz w:val="24"/>
      <w:szCs w:val="24"/>
    </w:rPr>
  </w:style>
  <w:style w:type="character" w:customStyle="1" w:styleId="204">
    <w:name w:val="标题 8 Char"/>
    <w:basedOn w:val="23"/>
    <w:link w:val="10"/>
    <w:semiHidden/>
    <w:qFormat/>
    <w:uiPriority w:val="0"/>
    <w:rPr>
      <w:rFonts w:ascii="Cambria" w:hAnsi="Cambria" w:eastAsia="宋体" w:cs="黑体"/>
      <w:sz w:val="24"/>
      <w:szCs w:val="24"/>
    </w:rPr>
  </w:style>
  <w:style w:type="character" w:customStyle="1" w:styleId="205">
    <w:name w:val="W-讲义1级部分 Char Char"/>
    <w:basedOn w:val="148"/>
    <w:link w:val="56"/>
    <w:semiHidden/>
    <w:qFormat/>
    <w:locked/>
    <w:uiPriority w:val="99"/>
    <w:rPr>
      <w:rFonts w:ascii="宋体" w:hAnsi="宋体"/>
      <w:b/>
      <w:kern w:val="2"/>
      <w:sz w:val="44"/>
      <w:szCs w:val="24"/>
    </w:rPr>
  </w:style>
  <w:style w:type="character" w:customStyle="1" w:styleId="206">
    <w:name w:val="W-讲义3级节 Char Char"/>
    <w:link w:val="58"/>
    <w:semiHidden/>
    <w:qFormat/>
    <w:locked/>
    <w:uiPriority w:val="0"/>
    <w:rPr>
      <w:rFonts w:eastAsia="黑体"/>
      <w:kern w:val="2"/>
      <w:sz w:val="32"/>
      <w:szCs w:val="20"/>
    </w:rPr>
  </w:style>
  <w:style w:type="character" w:customStyle="1" w:styleId="207">
    <w:name w:val="017讲义题目来源、题目说明 Char"/>
    <w:link w:val="126"/>
    <w:semiHidden/>
    <w:qFormat/>
    <w:locked/>
    <w:uiPriority w:val="0"/>
    <w:rPr>
      <w:color w:val="0000FF"/>
      <w:lang w:val="en-US" w:eastAsia="zh-CN" w:bidi="ar-SA"/>
    </w:rPr>
  </w:style>
  <w:style w:type="character" w:customStyle="1" w:styleId="208">
    <w:name w:val="题目 Char"/>
    <w:semiHidden/>
    <w:qFormat/>
    <w:uiPriority w:val="0"/>
  </w:style>
  <w:style w:type="character" w:customStyle="1" w:styleId="209">
    <w:name w:val="0表行标题"/>
    <w:basedOn w:val="23"/>
    <w:semiHidden/>
    <w:qFormat/>
    <w:uiPriority w:val="0"/>
    <w:rPr>
      <w:rFonts w:hint="eastAsia" w:ascii="仿宋_GB2312" w:hAnsi="仿宋_GB2312" w:eastAsia="仿宋_GB2312"/>
    </w:rPr>
  </w:style>
  <w:style w:type="character" w:customStyle="1" w:styleId="210">
    <w:name w:val="H-3级标题 节 Char"/>
    <w:basedOn w:val="150"/>
    <w:link w:val="41"/>
    <w:semiHidden/>
    <w:qFormat/>
    <w:uiPriority w:val="0"/>
    <w:rPr>
      <w:rFonts w:eastAsia="黑体"/>
      <w:sz w:val="30"/>
      <w:szCs w:val="32"/>
    </w:rPr>
  </w:style>
  <w:style w:type="character" w:customStyle="1" w:styleId="211">
    <w:name w:val="H-第？部分 Char"/>
    <w:basedOn w:val="210"/>
    <w:link w:val="46"/>
    <w:semiHidden/>
    <w:qFormat/>
    <w:uiPriority w:val="0"/>
    <w:rPr>
      <w:rFonts w:eastAsia="黑体"/>
      <w:sz w:val="28"/>
      <w:szCs w:val="32"/>
    </w:rPr>
  </w:style>
  <w:style w:type="character" w:customStyle="1" w:styleId="212">
    <w:name w:val="017试卷 第？部分 Char"/>
    <w:basedOn w:val="211"/>
    <w:link w:val="134"/>
    <w:qFormat/>
    <w:uiPriority w:val="0"/>
    <w:rPr>
      <w:rFonts w:eastAsia="黑体"/>
      <w:sz w:val="28"/>
      <w:szCs w:val="32"/>
    </w:rPr>
  </w:style>
  <w:style w:type="character" w:customStyle="1" w:styleId="213">
    <w:name w:val="H-共？题共分？钟 Char"/>
    <w:basedOn w:val="149"/>
    <w:link w:val="45"/>
    <w:semiHidden/>
    <w:qFormat/>
    <w:uiPriority w:val="0"/>
    <w:rPr>
      <w:rFonts w:ascii="黑体" w:eastAsia="黑体"/>
      <w:sz w:val="36"/>
      <w:szCs w:val="36"/>
    </w:rPr>
  </w:style>
  <w:style w:type="character" w:customStyle="1" w:styleId="214">
    <w:name w:val="017试卷 第？题 参考时限？分钟 Char"/>
    <w:basedOn w:val="213"/>
    <w:link w:val="135"/>
    <w:qFormat/>
    <w:uiPriority w:val="0"/>
    <w:rPr>
      <w:rFonts w:ascii="黑体" w:eastAsia="黑体"/>
      <w:sz w:val="36"/>
      <w:szCs w:val="36"/>
    </w:rPr>
  </w:style>
  <w:style w:type="character" w:customStyle="1" w:styleId="215">
    <w:name w:val="H-？、题型说明 Char"/>
    <w:basedOn w:val="23"/>
    <w:link w:val="43"/>
    <w:semiHidden/>
    <w:qFormat/>
    <w:uiPriority w:val="0"/>
    <w:rPr>
      <w:rFonts w:eastAsia="黑体"/>
      <w:b/>
      <w:sz w:val="21"/>
      <w:szCs w:val="21"/>
      <w:lang w:val="en-US" w:eastAsia="zh-CN" w:bidi="ar-SA"/>
    </w:rPr>
  </w:style>
  <w:style w:type="character" w:customStyle="1" w:styleId="216">
    <w:name w:val="H-？、题前说明 Char"/>
    <w:basedOn w:val="215"/>
    <w:link w:val="44"/>
    <w:semiHidden/>
    <w:qFormat/>
    <w:uiPriority w:val="0"/>
    <w:rPr>
      <w:rFonts w:eastAsia="黑体"/>
      <w:sz w:val="21"/>
      <w:szCs w:val="21"/>
      <w:lang w:val="en-US" w:eastAsia="zh-CN" w:bidi="ar-SA"/>
    </w:rPr>
  </w:style>
  <w:style w:type="character" w:customStyle="1" w:styleId="217">
    <w:name w:val="017试卷 题前说明 Char"/>
    <w:basedOn w:val="216"/>
    <w:link w:val="110"/>
    <w:qFormat/>
    <w:uiPriority w:val="0"/>
    <w:rPr>
      <w:rFonts w:eastAsia="黑体"/>
      <w:sz w:val="21"/>
      <w:szCs w:val="21"/>
      <w:lang w:val="en-US" w:eastAsia="zh-CN" w:bidi="ar-SA"/>
    </w:rPr>
  </w:style>
  <w:style w:type="character" w:customStyle="1" w:styleId="218">
    <w:name w:val="017试卷 表内标题 Char"/>
    <w:basedOn w:val="23"/>
    <w:link w:val="139"/>
    <w:qFormat/>
    <w:uiPriority w:val="0"/>
    <w:rPr>
      <w:rFonts w:eastAsia="楷体_GB2312"/>
      <w:b/>
      <w:kern w:val="2"/>
      <w:sz w:val="18"/>
      <w:szCs w:val="18"/>
    </w:rPr>
  </w:style>
  <w:style w:type="character" w:customStyle="1" w:styleId="219">
    <w:name w:val="017试卷 表内正文 Char"/>
    <w:basedOn w:val="23"/>
    <w:link w:val="140"/>
    <w:qFormat/>
    <w:uiPriority w:val="0"/>
    <w:rPr>
      <w:rFonts w:eastAsia="楷体_GB2312"/>
      <w:sz w:val="18"/>
      <w:szCs w:val="18"/>
    </w:rPr>
  </w:style>
  <w:style w:type="character" w:customStyle="1" w:styleId="220">
    <w:name w:val="0表题 Char"/>
    <w:basedOn w:val="23"/>
    <w:link w:val="131"/>
    <w:semiHidden/>
    <w:qFormat/>
    <w:uiPriority w:val="0"/>
    <w:rPr>
      <w:rFonts w:ascii="仿宋_GB2312" w:hAnsi="宋体" w:eastAsia="仿宋_GB2312" w:cs="宋体"/>
      <w:b/>
      <w:bCs/>
      <w:kern w:val="2"/>
      <w:szCs w:val="20"/>
    </w:rPr>
  </w:style>
  <w:style w:type="character" w:customStyle="1" w:styleId="221">
    <w:name w:val="017试卷 图（表）题 Char"/>
    <w:basedOn w:val="220"/>
    <w:link w:val="141"/>
    <w:qFormat/>
    <w:uiPriority w:val="0"/>
    <w:rPr>
      <w:rFonts w:ascii="仿宋_GB2312" w:hAnsi="宋体" w:eastAsia="仿宋_GB2312" w:cs="宋体"/>
      <w:kern w:val="2"/>
      <w:szCs w:val="20"/>
    </w:rPr>
  </w:style>
  <w:style w:type="character" w:customStyle="1" w:styleId="222">
    <w:name w:val="0正文 Char"/>
    <w:basedOn w:val="23"/>
    <w:link w:val="130"/>
    <w:semiHidden/>
    <w:qFormat/>
    <w:uiPriority w:val="0"/>
    <w:rPr>
      <w:rFonts w:hAnsi="宋体" w:eastAsia="仿宋_GB2312" w:cs="宋体"/>
      <w:kern w:val="2"/>
      <w:szCs w:val="20"/>
    </w:rPr>
  </w:style>
  <w:style w:type="character" w:customStyle="1" w:styleId="223">
    <w:name w:val="017试卷 题目材料 Char"/>
    <w:basedOn w:val="222"/>
    <w:link w:val="146"/>
    <w:qFormat/>
    <w:uiPriority w:val="0"/>
    <w:rPr>
      <w:rFonts w:hAnsi="宋体" w:eastAsia="仿宋_GB2312" w:cs="宋体"/>
      <w:kern w:val="2"/>
      <w:szCs w:val="20"/>
    </w:rPr>
  </w:style>
  <w:style w:type="paragraph" w:customStyle="1" w:styleId="224">
    <w:name w:val="017讲义题目答案和解析"/>
    <w:next w:val="1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Theme="minorHAnsi" w:hAnsiTheme="minorHAnsi" w:eastAsiaTheme="minorEastAsia" w:cstheme="minorBidi"/>
      <w:color w:val="FF000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4&#24180;&#20803;&#26086;&#20043;&#21518;&#26032;&#27169;&#26495;-13122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3074"/>
    <customShpInfo spid="_x0000_s3078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2014年元旦之后新模板-131227.dotx</Template>
  <Company>中公教育</Company>
  <Pages>8</Pages>
  <Words>6481</Words>
  <Characters>6782</Characters>
  <Lines>48</Lines>
  <Paragraphs>13</Paragraphs>
  <TotalTime>0</TotalTime>
  <ScaleCrop>false</ScaleCrop>
  <LinksUpToDate>false</LinksUpToDate>
  <CharactersWithSpaces>6782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2019-03-25T00:49:00Z</dcterms:created>
  <dc:creator>Sky123.Org</dc:creator>
  <cp:lastModifiedBy>面面是个掉毛怪</cp:lastModifiedBy>
  <cp:lastPrinted>2016-10-28T01:14:00Z</cp:lastPrinted>
  <dcterms:modified xsi:type="dcterms:W3CDTF">2019-07-25T03:23:14Z</dcterms:modified>
  <dc:title>一 根据所给图表，回答下列问题。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